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8C" w:rsidRDefault="00DB3F8C" w:rsidP="00B44CF2">
      <w:pPr>
        <w:jc w:val="center"/>
        <w:rPr>
          <w:rFonts w:asciiTheme="majorHAnsi" w:eastAsiaTheme="majorEastAsia" w:hAnsiTheme="majorHAnsi" w:cstheme="majorBidi"/>
          <w:b/>
          <w:bCs/>
          <w:sz w:val="48"/>
          <w:szCs w:val="48"/>
        </w:rPr>
      </w:pPr>
      <w:bookmarkStart w:id="0" w:name="_GoBack"/>
      <w:bookmarkEnd w:id="0"/>
    </w:p>
    <w:p w:rsidR="00DB3F8C" w:rsidRDefault="00DB3F8C" w:rsidP="00B44CF2">
      <w:pPr>
        <w:jc w:val="center"/>
        <w:rPr>
          <w:rFonts w:asciiTheme="majorHAnsi" w:eastAsiaTheme="majorEastAsia" w:hAnsiTheme="majorHAnsi" w:cstheme="majorBidi"/>
          <w:b/>
          <w:bCs/>
          <w:sz w:val="48"/>
          <w:szCs w:val="48"/>
        </w:rPr>
      </w:pPr>
    </w:p>
    <w:p w:rsidR="00B44CF2" w:rsidRPr="009D5EC2" w:rsidRDefault="00B44CF2" w:rsidP="00B44CF2">
      <w:pPr>
        <w:jc w:val="center"/>
        <w:rPr>
          <w:rFonts w:asciiTheme="majorHAnsi" w:eastAsiaTheme="majorEastAsia" w:hAnsiTheme="majorHAnsi" w:cstheme="majorBidi"/>
          <w:b/>
          <w:bCs/>
          <w:sz w:val="48"/>
          <w:szCs w:val="48"/>
        </w:rPr>
      </w:pPr>
      <w:r w:rsidRPr="009D5EC2">
        <w:rPr>
          <w:rFonts w:asciiTheme="majorHAnsi" w:eastAsiaTheme="majorEastAsia" w:hAnsiTheme="majorHAnsi" w:cstheme="majorBidi"/>
          <w:b/>
          <w:bCs/>
          <w:sz w:val="48"/>
          <w:szCs w:val="48"/>
        </w:rPr>
        <w:t>S-100 for the Inter-VTS Exchange Format Service</w:t>
      </w:r>
    </w:p>
    <w:p w:rsidR="00B44CF2" w:rsidRDefault="00B44CF2"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 xml:space="preserve"> (</w:t>
      </w:r>
      <w:r w:rsidR="00527542">
        <w:rPr>
          <w:rFonts w:asciiTheme="majorHAnsi" w:eastAsiaTheme="majorEastAsia" w:hAnsiTheme="majorHAnsi" w:cstheme="majorBidi"/>
          <w:b/>
          <w:bCs/>
          <w:sz w:val="28"/>
          <w:szCs w:val="28"/>
        </w:rPr>
        <w:t xml:space="preserve">S-100 for the </w:t>
      </w:r>
      <w:r>
        <w:rPr>
          <w:rFonts w:asciiTheme="majorHAnsi" w:eastAsiaTheme="majorEastAsia" w:hAnsiTheme="majorHAnsi" w:cstheme="majorBidi"/>
          <w:b/>
          <w:bCs/>
          <w:sz w:val="28"/>
          <w:szCs w:val="28"/>
        </w:rPr>
        <w:t xml:space="preserve">IVEF service) </w:t>
      </w:r>
    </w:p>
    <w:p w:rsidR="00B44CF2" w:rsidRDefault="009753D7"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Recommendation</w:t>
      </w:r>
      <w:r w:rsidR="00C41525">
        <w:rPr>
          <w:rFonts w:asciiTheme="majorHAnsi" w:eastAsiaTheme="majorEastAsia" w:hAnsiTheme="majorHAnsi" w:cstheme="majorBidi"/>
          <w:b/>
          <w:bCs/>
          <w:sz w:val="28"/>
          <w:szCs w:val="28"/>
        </w:rPr>
        <w:t xml:space="preserve"> </w:t>
      </w:r>
      <w:r w:rsidR="00B231A6">
        <w:rPr>
          <w:rFonts w:asciiTheme="majorHAnsi" w:eastAsiaTheme="majorEastAsia" w:hAnsiTheme="majorHAnsi" w:cstheme="majorBidi"/>
          <w:b/>
          <w:bCs/>
          <w:sz w:val="28"/>
          <w:szCs w:val="28"/>
        </w:rPr>
        <w:t xml:space="preserve">on </w:t>
      </w:r>
      <w:r w:rsidR="00C41525">
        <w:rPr>
          <w:rFonts w:asciiTheme="majorHAnsi" w:eastAsiaTheme="majorEastAsia" w:hAnsiTheme="majorHAnsi" w:cstheme="majorBidi"/>
          <w:b/>
          <w:bCs/>
          <w:sz w:val="28"/>
          <w:szCs w:val="28"/>
        </w:rPr>
        <w:t>closing the gap between S-100 and IVEF</w:t>
      </w:r>
    </w:p>
    <w:p w:rsidR="00B44CF2" w:rsidRDefault="004016CD"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04</w:t>
      </w:r>
      <w:r w:rsidR="00B44CF2">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January</w:t>
      </w:r>
      <w:r w:rsidR="00B44CF2">
        <w:rPr>
          <w:rFonts w:asciiTheme="majorHAnsi" w:eastAsiaTheme="majorEastAsia" w:hAnsiTheme="majorHAnsi" w:cstheme="majorBidi"/>
          <w:b/>
          <w:bCs/>
          <w:sz w:val="28"/>
          <w:szCs w:val="28"/>
        </w:rPr>
        <w:t xml:space="preserve"> 201</w:t>
      </w:r>
      <w:r>
        <w:rPr>
          <w:rFonts w:asciiTheme="majorHAnsi" w:eastAsiaTheme="majorEastAsia" w:hAnsiTheme="majorHAnsi" w:cstheme="majorBidi"/>
          <w:b/>
          <w:bCs/>
          <w:sz w:val="28"/>
          <w:szCs w:val="28"/>
        </w:rPr>
        <w:t>6, Author Approved</w:t>
      </w:r>
    </w:p>
    <w:p w:rsidR="00B44CF2" w:rsidRDefault="00B44CF2" w:rsidP="00B44CF2">
      <w:pPr>
        <w:jc w:val="center"/>
        <w:rPr>
          <w:rFonts w:asciiTheme="majorHAnsi" w:eastAsiaTheme="majorEastAsia" w:hAnsiTheme="majorHAnsi" w:cstheme="majorBidi"/>
          <w:b/>
          <w:bCs/>
          <w:sz w:val="28"/>
          <w:szCs w:val="28"/>
        </w:rPr>
      </w:pPr>
    </w:p>
    <w:p w:rsidR="00B44CF2" w:rsidRDefault="00F1049D" w:rsidP="00B44CF2">
      <w:pPr>
        <w:jc w:val="center"/>
        <w:rPr>
          <w:rFonts w:asciiTheme="majorHAnsi" w:eastAsiaTheme="majorEastAsia" w:hAnsiTheme="majorHAnsi" w:cstheme="majorBidi"/>
          <w:b/>
          <w:bCs/>
          <w:sz w:val="28"/>
          <w:szCs w:val="28"/>
        </w:rPr>
      </w:pPr>
      <w:r w:rsidRPr="00F1049D">
        <w:rPr>
          <w:noProof/>
          <w:lang w:val="nl-NL" w:eastAsia="nl-NL" w:bidi="ar-SA"/>
        </w:rPr>
        <w:drawing>
          <wp:inline distT="0" distB="0" distL="0" distR="0">
            <wp:extent cx="1400175" cy="1924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400175" cy="1924050"/>
                    </a:xfrm>
                    <a:prstGeom prst="rect">
                      <a:avLst/>
                    </a:prstGeom>
                    <a:noFill/>
                    <a:ln w="9525">
                      <a:noFill/>
                      <a:miter lim="800000"/>
                      <a:headEnd/>
                      <a:tailEnd/>
                    </a:ln>
                  </pic:spPr>
                </pic:pic>
              </a:graphicData>
            </a:graphic>
          </wp:inline>
        </w:drawing>
      </w:r>
    </w:p>
    <w:p w:rsidR="00C670B6" w:rsidRDefault="00C670B6">
      <w:r>
        <w:br w:type="page"/>
      </w:r>
    </w:p>
    <w:sdt>
      <w:sdtPr>
        <w:rPr>
          <w:rFonts w:asciiTheme="minorHAnsi" w:eastAsiaTheme="minorEastAsia" w:hAnsiTheme="minorHAnsi" w:cstheme="minorBidi"/>
          <w:b w:val="0"/>
          <w:bCs w:val="0"/>
          <w:sz w:val="22"/>
          <w:szCs w:val="22"/>
        </w:rPr>
        <w:id w:val="696795422"/>
        <w:docPartObj>
          <w:docPartGallery w:val="Table of Contents"/>
          <w:docPartUnique/>
        </w:docPartObj>
      </w:sdtPr>
      <w:sdtEndPr/>
      <w:sdtContent>
        <w:p w:rsidR="003A5B0D" w:rsidRDefault="003A5B0D">
          <w:pPr>
            <w:pStyle w:val="TOCHeading"/>
          </w:pPr>
          <w:r>
            <w:t>Contents</w:t>
          </w:r>
        </w:p>
        <w:p w:rsidR="00992A06" w:rsidRDefault="00FA34F9">
          <w:pPr>
            <w:pStyle w:val="TOC1"/>
            <w:tabs>
              <w:tab w:val="left" w:pos="440"/>
              <w:tab w:val="right" w:leader="dot" w:pos="9350"/>
            </w:tabs>
            <w:rPr>
              <w:noProof/>
              <w:lang w:bidi="ar-SA"/>
            </w:rPr>
          </w:pPr>
          <w:r>
            <w:fldChar w:fldCharType="begin"/>
          </w:r>
          <w:r w:rsidR="003A5B0D">
            <w:instrText xml:space="preserve"> TOC \o "1-3" \h \z \u </w:instrText>
          </w:r>
          <w:r>
            <w:fldChar w:fldCharType="separate"/>
          </w:r>
          <w:hyperlink w:anchor="_Toc439685623" w:history="1">
            <w:r w:rsidR="00992A06" w:rsidRPr="00BE76B8">
              <w:rPr>
                <w:rStyle w:val="Hyperlink"/>
                <w:noProof/>
              </w:rPr>
              <w:t>1</w:t>
            </w:r>
            <w:r w:rsidR="00992A06">
              <w:rPr>
                <w:noProof/>
                <w:lang w:bidi="ar-SA"/>
              </w:rPr>
              <w:tab/>
            </w:r>
            <w:r w:rsidR="00992A06" w:rsidRPr="00BE76B8">
              <w:rPr>
                <w:rStyle w:val="Hyperlink"/>
                <w:noProof/>
              </w:rPr>
              <w:t>OVERVIEW</w:t>
            </w:r>
            <w:r w:rsidR="00992A06">
              <w:rPr>
                <w:noProof/>
                <w:webHidden/>
              </w:rPr>
              <w:tab/>
            </w:r>
            <w:r w:rsidR="00992A06">
              <w:rPr>
                <w:noProof/>
                <w:webHidden/>
              </w:rPr>
              <w:fldChar w:fldCharType="begin"/>
            </w:r>
            <w:r w:rsidR="00992A06">
              <w:rPr>
                <w:noProof/>
                <w:webHidden/>
              </w:rPr>
              <w:instrText xml:space="preserve"> PAGEREF _Toc439685623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24" w:history="1">
            <w:r w:rsidR="00992A06" w:rsidRPr="00BE76B8">
              <w:rPr>
                <w:rStyle w:val="Hyperlink"/>
                <w:noProof/>
              </w:rPr>
              <w:t>1.1</w:t>
            </w:r>
            <w:r w:rsidR="00992A06">
              <w:rPr>
                <w:noProof/>
                <w:lang w:bidi="ar-SA"/>
              </w:rPr>
              <w:tab/>
            </w:r>
            <w:r w:rsidR="00992A06" w:rsidRPr="00BE76B8">
              <w:rPr>
                <w:rStyle w:val="Hyperlink"/>
                <w:noProof/>
              </w:rPr>
              <w:t>Introduction</w:t>
            </w:r>
            <w:r w:rsidR="00992A06">
              <w:rPr>
                <w:noProof/>
                <w:webHidden/>
              </w:rPr>
              <w:tab/>
            </w:r>
            <w:r w:rsidR="00992A06">
              <w:rPr>
                <w:noProof/>
                <w:webHidden/>
              </w:rPr>
              <w:fldChar w:fldCharType="begin"/>
            </w:r>
            <w:r w:rsidR="00992A06">
              <w:rPr>
                <w:noProof/>
                <w:webHidden/>
              </w:rPr>
              <w:instrText xml:space="preserve"> PAGEREF _Toc439685624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25" w:history="1">
            <w:r w:rsidR="00992A06" w:rsidRPr="00BE76B8">
              <w:rPr>
                <w:rStyle w:val="Hyperlink"/>
                <w:noProof/>
              </w:rPr>
              <w:t>1.2</w:t>
            </w:r>
            <w:r w:rsidR="00992A06">
              <w:rPr>
                <w:noProof/>
                <w:lang w:bidi="ar-SA"/>
              </w:rPr>
              <w:tab/>
            </w:r>
            <w:r w:rsidR="00992A06" w:rsidRPr="00BE76B8">
              <w:rPr>
                <w:rStyle w:val="Hyperlink"/>
                <w:noProof/>
              </w:rPr>
              <w:t>References</w:t>
            </w:r>
            <w:r w:rsidR="00992A06">
              <w:rPr>
                <w:noProof/>
                <w:webHidden/>
              </w:rPr>
              <w:tab/>
            </w:r>
            <w:r w:rsidR="00992A06">
              <w:rPr>
                <w:noProof/>
                <w:webHidden/>
              </w:rPr>
              <w:fldChar w:fldCharType="begin"/>
            </w:r>
            <w:r w:rsidR="00992A06">
              <w:rPr>
                <w:noProof/>
                <w:webHidden/>
              </w:rPr>
              <w:instrText xml:space="preserve"> PAGEREF _Toc439685625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26" w:history="1">
            <w:r w:rsidR="00992A06" w:rsidRPr="00BE76B8">
              <w:rPr>
                <w:rStyle w:val="Hyperlink"/>
                <w:noProof/>
              </w:rPr>
              <w:t>1.2.1</w:t>
            </w:r>
            <w:r w:rsidR="00992A06">
              <w:rPr>
                <w:noProof/>
                <w:lang w:bidi="ar-SA"/>
              </w:rPr>
              <w:tab/>
            </w:r>
            <w:r w:rsidR="00992A06" w:rsidRPr="00BE76B8">
              <w:rPr>
                <w:rStyle w:val="Hyperlink"/>
                <w:noProof/>
              </w:rPr>
              <w:t>Normative references</w:t>
            </w:r>
            <w:r w:rsidR="00992A06">
              <w:rPr>
                <w:noProof/>
                <w:webHidden/>
              </w:rPr>
              <w:tab/>
            </w:r>
            <w:r w:rsidR="00992A06">
              <w:rPr>
                <w:noProof/>
                <w:webHidden/>
              </w:rPr>
              <w:fldChar w:fldCharType="begin"/>
            </w:r>
            <w:r w:rsidR="00992A06">
              <w:rPr>
                <w:noProof/>
                <w:webHidden/>
              </w:rPr>
              <w:instrText xml:space="preserve"> PAGEREF _Toc439685626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27" w:history="1">
            <w:r w:rsidR="00992A06" w:rsidRPr="00BE76B8">
              <w:rPr>
                <w:rStyle w:val="Hyperlink"/>
                <w:noProof/>
              </w:rPr>
              <w:t>1.2.2</w:t>
            </w:r>
            <w:r w:rsidR="00992A06">
              <w:rPr>
                <w:noProof/>
                <w:lang w:bidi="ar-SA"/>
              </w:rPr>
              <w:tab/>
            </w:r>
            <w:r w:rsidR="00992A06" w:rsidRPr="00BE76B8">
              <w:rPr>
                <w:rStyle w:val="Hyperlink"/>
                <w:noProof/>
              </w:rPr>
              <w:t>Informative references</w:t>
            </w:r>
            <w:r w:rsidR="00992A06">
              <w:rPr>
                <w:noProof/>
                <w:webHidden/>
              </w:rPr>
              <w:tab/>
            </w:r>
            <w:r w:rsidR="00992A06">
              <w:rPr>
                <w:noProof/>
                <w:webHidden/>
              </w:rPr>
              <w:fldChar w:fldCharType="begin"/>
            </w:r>
            <w:r w:rsidR="00992A06">
              <w:rPr>
                <w:noProof/>
                <w:webHidden/>
              </w:rPr>
              <w:instrText xml:space="preserve"> PAGEREF _Toc439685627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28" w:history="1">
            <w:r w:rsidR="00992A06" w:rsidRPr="00BE76B8">
              <w:rPr>
                <w:rStyle w:val="Hyperlink"/>
                <w:noProof/>
              </w:rPr>
              <w:t>1.3</w:t>
            </w:r>
            <w:r w:rsidR="00992A06">
              <w:rPr>
                <w:noProof/>
                <w:lang w:bidi="ar-SA"/>
              </w:rPr>
              <w:tab/>
            </w:r>
            <w:r w:rsidR="00992A06" w:rsidRPr="00BE76B8">
              <w:rPr>
                <w:rStyle w:val="Hyperlink"/>
                <w:noProof/>
              </w:rPr>
              <w:t>Terms, definitions and abbreviations</w:t>
            </w:r>
            <w:r w:rsidR="00992A06">
              <w:rPr>
                <w:noProof/>
                <w:webHidden/>
              </w:rPr>
              <w:tab/>
            </w:r>
            <w:r w:rsidR="00992A06">
              <w:rPr>
                <w:noProof/>
                <w:webHidden/>
              </w:rPr>
              <w:fldChar w:fldCharType="begin"/>
            </w:r>
            <w:r w:rsidR="00992A06">
              <w:rPr>
                <w:noProof/>
                <w:webHidden/>
              </w:rPr>
              <w:instrText xml:space="preserve"> PAGEREF _Toc439685628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29" w:history="1">
            <w:r w:rsidR="00992A06" w:rsidRPr="00BE76B8">
              <w:rPr>
                <w:rStyle w:val="Hyperlink"/>
                <w:noProof/>
              </w:rPr>
              <w:t>1.3.1</w:t>
            </w:r>
            <w:r w:rsidR="00992A06">
              <w:rPr>
                <w:noProof/>
                <w:lang w:bidi="ar-SA"/>
              </w:rPr>
              <w:tab/>
            </w:r>
            <w:r w:rsidR="00992A06" w:rsidRPr="00BE76B8">
              <w:rPr>
                <w:rStyle w:val="Hyperlink"/>
                <w:noProof/>
              </w:rPr>
              <w:t>Terms and Definitions</w:t>
            </w:r>
            <w:r w:rsidR="00992A06">
              <w:rPr>
                <w:noProof/>
                <w:webHidden/>
              </w:rPr>
              <w:tab/>
            </w:r>
            <w:r w:rsidR="00992A06">
              <w:rPr>
                <w:noProof/>
                <w:webHidden/>
              </w:rPr>
              <w:fldChar w:fldCharType="begin"/>
            </w:r>
            <w:r w:rsidR="00992A06">
              <w:rPr>
                <w:noProof/>
                <w:webHidden/>
              </w:rPr>
              <w:instrText xml:space="preserve"> PAGEREF _Toc439685629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30" w:history="1">
            <w:r w:rsidR="00992A06" w:rsidRPr="00BE76B8">
              <w:rPr>
                <w:rStyle w:val="Hyperlink"/>
                <w:noProof/>
              </w:rPr>
              <w:t>1.3.2</w:t>
            </w:r>
            <w:r w:rsidR="00992A06">
              <w:rPr>
                <w:noProof/>
                <w:lang w:bidi="ar-SA"/>
              </w:rPr>
              <w:tab/>
            </w:r>
            <w:r w:rsidR="00992A06" w:rsidRPr="00BE76B8">
              <w:rPr>
                <w:rStyle w:val="Hyperlink"/>
                <w:noProof/>
              </w:rPr>
              <w:t>Abbreviations</w:t>
            </w:r>
            <w:r w:rsidR="00992A06">
              <w:rPr>
                <w:noProof/>
                <w:webHidden/>
              </w:rPr>
              <w:tab/>
            </w:r>
            <w:r w:rsidR="00992A06">
              <w:rPr>
                <w:noProof/>
                <w:webHidden/>
              </w:rPr>
              <w:fldChar w:fldCharType="begin"/>
            </w:r>
            <w:r w:rsidR="00992A06">
              <w:rPr>
                <w:noProof/>
                <w:webHidden/>
              </w:rPr>
              <w:instrText xml:space="preserve"> PAGEREF _Toc439685630 \h </w:instrText>
            </w:r>
            <w:r w:rsidR="00992A06">
              <w:rPr>
                <w:noProof/>
                <w:webHidden/>
              </w:rPr>
            </w:r>
            <w:r w:rsidR="00992A06">
              <w:rPr>
                <w:noProof/>
                <w:webHidden/>
              </w:rPr>
              <w:fldChar w:fldCharType="separate"/>
            </w:r>
            <w:r w:rsidR="00992A06">
              <w:rPr>
                <w:noProof/>
                <w:webHidden/>
              </w:rPr>
              <w:t>6</w:t>
            </w:r>
            <w:r w:rsidR="00992A06">
              <w:rPr>
                <w:noProof/>
                <w:webHidden/>
              </w:rPr>
              <w:fldChar w:fldCharType="end"/>
            </w:r>
          </w:hyperlink>
        </w:p>
        <w:p w:rsidR="00992A06" w:rsidRDefault="00855638">
          <w:pPr>
            <w:pStyle w:val="TOC1"/>
            <w:tabs>
              <w:tab w:val="left" w:pos="440"/>
              <w:tab w:val="right" w:leader="dot" w:pos="9350"/>
            </w:tabs>
            <w:rPr>
              <w:noProof/>
              <w:lang w:bidi="ar-SA"/>
            </w:rPr>
          </w:pPr>
          <w:hyperlink w:anchor="_Toc439685631" w:history="1">
            <w:r w:rsidR="00992A06" w:rsidRPr="00BE76B8">
              <w:rPr>
                <w:rStyle w:val="Hyperlink"/>
                <w:noProof/>
              </w:rPr>
              <w:t>2</w:t>
            </w:r>
            <w:r w:rsidR="00992A06">
              <w:rPr>
                <w:noProof/>
                <w:lang w:bidi="ar-SA"/>
              </w:rPr>
              <w:tab/>
            </w:r>
            <w:r w:rsidR="00992A06" w:rsidRPr="00BE76B8">
              <w:rPr>
                <w:rStyle w:val="Hyperlink"/>
                <w:noProof/>
              </w:rPr>
              <w:t>SUMMARY: CLOSING THE GAP BETWEEN S-100 AND IVEF</w:t>
            </w:r>
            <w:r w:rsidR="00992A06">
              <w:rPr>
                <w:noProof/>
                <w:webHidden/>
              </w:rPr>
              <w:tab/>
            </w:r>
            <w:r w:rsidR="00992A06">
              <w:rPr>
                <w:noProof/>
                <w:webHidden/>
              </w:rPr>
              <w:fldChar w:fldCharType="begin"/>
            </w:r>
            <w:r w:rsidR="00992A06">
              <w:rPr>
                <w:noProof/>
                <w:webHidden/>
              </w:rPr>
              <w:instrText xml:space="preserve"> PAGEREF _Toc439685631 \h </w:instrText>
            </w:r>
            <w:r w:rsidR="00992A06">
              <w:rPr>
                <w:noProof/>
                <w:webHidden/>
              </w:rPr>
            </w:r>
            <w:r w:rsidR="00992A06">
              <w:rPr>
                <w:noProof/>
                <w:webHidden/>
              </w:rPr>
              <w:fldChar w:fldCharType="separate"/>
            </w:r>
            <w:r w:rsidR="00992A06">
              <w:rPr>
                <w:noProof/>
                <w:webHidden/>
              </w:rPr>
              <w:t>8</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32" w:history="1">
            <w:r w:rsidR="00992A06" w:rsidRPr="00BE76B8">
              <w:rPr>
                <w:rStyle w:val="Hyperlink"/>
                <w:noProof/>
              </w:rPr>
              <w:t>2.1</w:t>
            </w:r>
            <w:r w:rsidR="00992A06">
              <w:rPr>
                <w:noProof/>
                <w:lang w:bidi="ar-SA"/>
              </w:rPr>
              <w:tab/>
            </w:r>
            <w:r w:rsidR="00992A06" w:rsidRPr="00BE76B8">
              <w:rPr>
                <w:rStyle w:val="Hyperlink"/>
                <w:noProof/>
              </w:rPr>
              <w:t>Fitting service/system specification into S-100</w:t>
            </w:r>
            <w:r w:rsidR="00992A06">
              <w:rPr>
                <w:noProof/>
                <w:webHidden/>
              </w:rPr>
              <w:tab/>
            </w:r>
            <w:r w:rsidR="00992A06">
              <w:rPr>
                <w:noProof/>
                <w:webHidden/>
              </w:rPr>
              <w:fldChar w:fldCharType="begin"/>
            </w:r>
            <w:r w:rsidR="00992A06">
              <w:rPr>
                <w:noProof/>
                <w:webHidden/>
              </w:rPr>
              <w:instrText xml:space="preserve"> PAGEREF _Toc439685632 \h </w:instrText>
            </w:r>
            <w:r w:rsidR="00992A06">
              <w:rPr>
                <w:noProof/>
                <w:webHidden/>
              </w:rPr>
            </w:r>
            <w:r w:rsidR="00992A06">
              <w:rPr>
                <w:noProof/>
                <w:webHidden/>
              </w:rPr>
              <w:fldChar w:fldCharType="separate"/>
            </w:r>
            <w:r w:rsidR="00992A06">
              <w:rPr>
                <w:noProof/>
                <w:webHidden/>
              </w:rPr>
              <w:t>8</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33" w:history="1">
            <w:r w:rsidR="00992A06" w:rsidRPr="00BE76B8">
              <w:rPr>
                <w:rStyle w:val="Hyperlink"/>
                <w:noProof/>
              </w:rPr>
              <w:t>2.2</w:t>
            </w:r>
            <w:r w:rsidR="00992A06">
              <w:rPr>
                <w:noProof/>
                <w:lang w:bidi="ar-SA"/>
              </w:rPr>
              <w:tab/>
            </w:r>
            <w:r w:rsidR="00992A06" w:rsidRPr="00BE76B8">
              <w:rPr>
                <w:rStyle w:val="Hyperlink"/>
                <w:noProof/>
              </w:rPr>
              <w:t>Fitting IVEF live (meta)data into S-100</w:t>
            </w:r>
            <w:r w:rsidR="00992A06">
              <w:rPr>
                <w:noProof/>
                <w:webHidden/>
              </w:rPr>
              <w:tab/>
            </w:r>
            <w:r w:rsidR="00992A06">
              <w:rPr>
                <w:noProof/>
                <w:webHidden/>
              </w:rPr>
              <w:fldChar w:fldCharType="begin"/>
            </w:r>
            <w:r w:rsidR="00992A06">
              <w:rPr>
                <w:noProof/>
                <w:webHidden/>
              </w:rPr>
              <w:instrText xml:space="preserve"> PAGEREF _Toc439685633 \h </w:instrText>
            </w:r>
            <w:r w:rsidR="00992A06">
              <w:rPr>
                <w:noProof/>
                <w:webHidden/>
              </w:rPr>
            </w:r>
            <w:r w:rsidR="00992A06">
              <w:rPr>
                <w:noProof/>
                <w:webHidden/>
              </w:rPr>
              <w:fldChar w:fldCharType="separate"/>
            </w:r>
            <w:r w:rsidR="00992A06">
              <w:rPr>
                <w:noProof/>
                <w:webHidden/>
              </w:rPr>
              <w:t>8</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34" w:history="1">
            <w:r w:rsidR="00992A06" w:rsidRPr="00BE76B8">
              <w:rPr>
                <w:rStyle w:val="Hyperlink"/>
                <w:noProof/>
              </w:rPr>
              <w:t>2.3</w:t>
            </w:r>
            <w:r w:rsidR="00992A06">
              <w:rPr>
                <w:noProof/>
                <w:lang w:bidi="ar-SA"/>
              </w:rPr>
              <w:tab/>
            </w:r>
            <w:r w:rsidR="00992A06" w:rsidRPr="00BE76B8">
              <w:rPr>
                <w:rStyle w:val="Hyperlink"/>
                <w:noProof/>
              </w:rPr>
              <w:t>Overall conclusion</w:t>
            </w:r>
            <w:r w:rsidR="00992A06">
              <w:rPr>
                <w:noProof/>
                <w:webHidden/>
              </w:rPr>
              <w:tab/>
            </w:r>
            <w:r w:rsidR="00992A06">
              <w:rPr>
                <w:noProof/>
                <w:webHidden/>
              </w:rPr>
              <w:fldChar w:fldCharType="begin"/>
            </w:r>
            <w:r w:rsidR="00992A06">
              <w:rPr>
                <w:noProof/>
                <w:webHidden/>
              </w:rPr>
              <w:instrText xml:space="preserve"> PAGEREF _Toc439685634 \h </w:instrText>
            </w:r>
            <w:r w:rsidR="00992A06">
              <w:rPr>
                <w:noProof/>
                <w:webHidden/>
              </w:rPr>
            </w:r>
            <w:r w:rsidR="00992A06">
              <w:rPr>
                <w:noProof/>
                <w:webHidden/>
              </w:rPr>
              <w:fldChar w:fldCharType="separate"/>
            </w:r>
            <w:r w:rsidR="00992A06">
              <w:rPr>
                <w:noProof/>
                <w:webHidden/>
              </w:rPr>
              <w:t>9</w:t>
            </w:r>
            <w:r w:rsidR="00992A06">
              <w:rPr>
                <w:noProof/>
                <w:webHidden/>
              </w:rPr>
              <w:fldChar w:fldCharType="end"/>
            </w:r>
          </w:hyperlink>
        </w:p>
        <w:p w:rsidR="00992A06" w:rsidRDefault="00855638">
          <w:pPr>
            <w:pStyle w:val="TOC1"/>
            <w:tabs>
              <w:tab w:val="left" w:pos="440"/>
              <w:tab w:val="right" w:leader="dot" w:pos="9350"/>
            </w:tabs>
            <w:rPr>
              <w:noProof/>
              <w:lang w:bidi="ar-SA"/>
            </w:rPr>
          </w:pPr>
          <w:hyperlink w:anchor="_Toc439685635" w:history="1">
            <w:r w:rsidR="00992A06" w:rsidRPr="00BE76B8">
              <w:rPr>
                <w:rStyle w:val="Hyperlink"/>
                <w:noProof/>
              </w:rPr>
              <w:t>3</w:t>
            </w:r>
            <w:r w:rsidR="00992A06">
              <w:rPr>
                <w:noProof/>
                <w:lang w:bidi="ar-SA"/>
              </w:rPr>
              <w:tab/>
            </w:r>
            <w:r w:rsidR="00992A06" w:rsidRPr="00BE76B8">
              <w:rPr>
                <w:rStyle w:val="Hyperlink"/>
                <w:noProof/>
              </w:rPr>
              <w:t>DETAILED: CLOSING THE GAP BETWEEN S-100 AND IVEF</w:t>
            </w:r>
            <w:r w:rsidR="00992A06">
              <w:rPr>
                <w:noProof/>
                <w:webHidden/>
              </w:rPr>
              <w:tab/>
            </w:r>
            <w:r w:rsidR="00992A06">
              <w:rPr>
                <w:noProof/>
                <w:webHidden/>
              </w:rPr>
              <w:fldChar w:fldCharType="begin"/>
            </w:r>
            <w:r w:rsidR="00992A06">
              <w:rPr>
                <w:noProof/>
                <w:webHidden/>
              </w:rPr>
              <w:instrText xml:space="preserve"> PAGEREF _Toc439685635 \h </w:instrText>
            </w:r>
            <w:r w:rsidR="00992A06">
              <w:rPr>
                <w:noProof/>
                <w:webHidden/>
              </w:rPr>
            </w:r>
            <w:r w:rsidR="00992A06">
              <w:rPr>
                <w:noProof/>
                <w:webHidden/>
              </w:rPr>
              <w:fldChar w:fldCharType="separate"/>
            </w:r>
            <w:r w:rsidR="00992A06">
              <w:rPr>
                <w:noProof/>
                <w:webHidden/>
              </w:rPr>
              <w:t>10</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36" w:history="1">
            <w:r w:rsidR="00992A06" w:rsidRPr="00BE76B8">
              <w:rPr>
                <w:rStyle w:val="Hyperlink"/>
                <w:noProof/>
              </w:rPr>
              <w:t>3.1</w:t>
            </w:r>
            <w:r w:rsidR="00992A06">
              <w:rPr>
                <w:noProof/>
                <w:lang w:bidi="ar-SA"/>
              </w:rPr>
              <w:tab/>
            </w:r>
            <w:r w:rsidR="00992A06" w:rsidRPr="00BE76B8">
              <w:rPr>
                <w:rStyle w:val="Hyperlink"/>
                <w:noProof/>
              </w:rPr>
              <w:t>Fitting service/system specification into S-100</w:t>
            </w:r>
            <w:r w:rsidR="00992A06">
              <w:rPr>
                <w:noProof/>
                <w:webHidden/>
              </w:rPr>
              <w:tab/>
            </w:r>
            <w:r w:rsidR="00992A06">
              <w:rPr>
                <w:noProof/>
                <w:webHidden/>
              </w:rPr>
              <w:fldChar w:fldCharType="begin"/>
            </w:r>
            <w:r w:rsidR="00992A06">
              <w:rPr>
                <w:noProof/>
                <w:webHidden/>
              </w:rPr>
              <w:instrText xml:space="preserve"> PAGEREF _Toc439685636 \h </w:instrText>
            </w:r>
            <w:r w:rsidR="00992A06">
              <w:rPr>
                <w:noProof/>
                <w:webHidden/>
              </w:rPr>
            </w:r>
            <w:r w:rsidR="00992A06">
              <w:rPr>
                <w:noProof/>
                <w:webHidden/>
              </w:rPr>
              <w:fldChar w:fldCharType="separate"/>
            </w:r>
            <w:r w:rsidR="00992A06">
              <w:rPr>
                <w:noProof/>
                <w:webHidden/>
              </w:rPr>
              <w:t>10</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37" w:history="1">
            <w:r w:rsidR="00992A06" w:rsidRPr="00BE76B8">
              <w:rPr>
                <w:rStyle w:val="Hyperlink"/>
                <w:noProof/>
              </w:rPr>
              <w:t>3.1.1</w:t>
            </w:r>
            <w:r w:rsidR="00992A06">
              <w:rPr>
                <w:noProof/>
                <w:lang w:bidi="ar-SA"/>
              </w:rPr>
              <w:tab/>
            </w:r>
            <w:r w:rsidR="00992A06" w:rsidRPr="00BE76B8">
              <w:rPr>
                <w:rStyle w:val="Hyperlink"/>
                <w:noProof/>
              </w:rPr>
              <w:t>J-STD-016 standard</w:t>
            </w:r>
            <w:r w:rsidR="00992A06">
              <w:rPr>
                <w:noProof/>
                <w:webHidden/>
              </w:rPr>
              <w:tab/>
            </w:r>
            <w:r w:rsidR="00992A06">
              <w:rPr>
                <w:noProof/>
                <w:webHidden/>
              </w:rPr>
              <w:fldChar w:fldCharType="begin"/>
            </w:r>
            <w:r w:rsidR="00992A06">
              <w:rPr>
                <w:noProof/>
                <w:webHidden/>
              </w:rPr>
              <w:instrText xml:space="preserve"> PAGEREF _Toc439685637 \h </w:instrText>
            </w:r>
            <w:r w:rsidR="00992A06">
              <w:rPr>
                <w:noProof/>
                <w:webHidden/>
              </w:rPr>
            </w:r>
            <w:r w:rsidR="00992A06">
              <w:rPr>
                <w:noProof/>
                <w:webHidden/>
              </w:rPr>
              <w:fldChar w:fldCharType="separate"/>
            </w:r>
            <w:r w:rsidR="00992A06">
              <w:rPr>
                <w:noProof/>
                <w:webHidden/>
              </w:rPr>
              <w:t>10</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38" w:history="1">
            <w:r w:rsidR="00992A06" w:rsidRPr="00BE76B8">
              <w:rPr>
                <w:rStyle w:val="Hyperlink"/>
                <w:noProof/>
              </w:rPr>
              <w:t>3.1.2</w:t>
            </w:r>
            <w:r w:rsidR="00992A06">
              <w:rPr>
                <w:noProof/>
                <w:lang w:bidi="ar-SA"/>
              </w:rPr>
              <w:tab/>
            </w:r>
            <w:r w:rsidR="00992A06" w:rsidRPr="00BE76B8">
              <w:rPr>
                <w:rStyle w:val="Hyperlink"/>
                <w:noProof/>
              </w:rPr>
              <w:t>ISO standard</w:t>
            </w:r>
            <w:r w:rsidR="00992A06">
              <w:rPr>
                <w:noProof/>
                <w:webHidden/>
              </w:rPr>
              <w:tab/>
            </w:r>
            <w:r w:rsidR="00992A06">
              <w:rPr>
                <w:noProof/>
                <w:webHidden/>
              </w:rPr>
              <w:fldChar w:fldCharType="begin"/>
            </w:r>
            <w:r w:rsidR="00992A06">
              <w:rPr>
                <w:noProof/>
                <w:webHidden/>
              </w:rPr>
              <w:instrText xml:space="preserve"> PAGEREF _Toc439685638 \h </w:instrText>
            </w:r>
            <w:r w:rsidR="00992A06">
              <w:rPr>
                <w:noProof/>
                <w:webHidden/>
              </w:rPr>
            </w:r>
            <w:r w:rsidR="00992A06">
              <w:rPr>
                <w:noProof/>
                <w:webHidden/>
              </w:rPr>
              <w:fldChar w:fldCharType="separate"/>
            </w:r>
            <w:r w:rsidR="00992A06">
              <w:rPr>
                <w:noProof/>
                <w:webHidden/>
              </w:rPr>
              <w:t>11</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39" w:history="1">
            <w:r w:rsidR="00992A06" w:rsidRPr="00BE76B8">
              <w:rPr>
                <w:rStyle w:val="Hyperlink"/>
                <w:noProof/>
              </w:rPr>
              <w:t>3.1.3</w:t>
            </w:r>
            <w:r w:rsidR="00992A06">
              <w:rPr>
                <w:noProof/>
                <w:lang w:bidi="ar-SA"/>
              </w:rPr>
              <w:tab/>
            </w:r>
            <w:r w:rsidR="00992A06" w:rsidRPr="00BE76B8">
              <w:rPr>
                <w:rStyle w:val="Hyperlink"/>
                <w:noProof/>
              </w:rPr>
              <w:t>Conclusion &amp; recommendation</w:t>
            </w:r>
            <w:r w:rsidR="00992A06">
              <w:rPr>
                <w:noProof/>
                <w:webHidden/>
              </w:rPr>
              <w:tab/>
            </w:r>
            <w:r w:rsidR="00992A06">
              <w:rPr>
                <w:noProof/>
                <w:webHidden/>
              </w:rPr>
              <w:fldChar w:fldCharType="begin"/>
            </w:r>
            <w:r w:rsidR="00992A06">
              <w:rPr>
                <w:noProof/>
                <w:webHidden/>
              </w:rPr>
              <w:instrText xml:space="preserve"> PAGEREF _Toc439685639 \h </w:instrText>
            </w:r>
            <w:r w:rsidR="00992A06">
              <w:rPr>
                <w:noProof/>
                <w:webHidden/>
              </w:rPr>
            </w:r>
            <w:r w:rsidR="00992A06">
              <w:rPr>
                <w:noProof/>
                <w:webHidden/>
              </w:rPr>
              <w:fldChar w:fldCharType="separate"/>
            </w:r>
            <w:r w:rsidR="00992A06">
              <w:rPr>
                <w:noProof/>
                <w:webHidden/>
              </w:rPr>
              <w:t>11</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40" w:history="1">
            <w:r w:rsidR="00992A06" w:rsidRPr="00BE76B8">
              <w:rPr>
                <w:rStyle w:val="Hyperlink"/>
                <w:noProof/>
              </w:rPr>
              <w:t>3.2</w:t>
            </w:r>
            <w:r w:rsidR="00992A06">
              <w:rPr>
                <w:noProof/>
                <w:lang w:bidi="ar-SA"/>
              </w:rPr>
              <w:tab/>
            </w:r>
            <w:r w:rsidR="00992A06" w:rsidRPr="00BE76B8">
              <w:rPr>
                <w:rStyle w:val="Hyperlink"/>
                <w:noProof/>
              </w:rPr>
              <w:t>Fitting IVEF live (meta)data into S-100</w:t>
            </w:r>
            <w:r w:rsidR="00992A06">
              <w:rPr>
                <w:noProof/>
                <w:webHidden/>
              </w:rPr>
              <w:tab/>
            </w:r>
            <w:r w:rsidR="00992A06">
              <w:rPr>
                <w:noProof/>
                <w:webHidden/>
              </w:rPr>
              <w:fldChar w:fldCharType="begin"/>
            </w:r>
            <w:r w:rsidR="00992A06">
              <w:rPr>
                <w:noProof/>
                <w:webHidden/>
              </w:rPr>
              <w:instrText xml:space="preserve"> PAGEREF _Toc439685640 \h </w:instrText>
            </w:r>
            <w:r w:rsidR="00992A06">
              <w:rPr>
                <w:noProof/>
                <w:webHidden/>
              </w:rPr>
            </w:r>
            <w:r w:rsidR="00992A06">
              <w:rPr>
                <w:noProof/>
                <w:webHidden/>
              </w:rPr>
              <w:fldChar w:fldCharType="separate"/>
            </w:r>
            <w:r w:rsidR="00992A06">
              <w:rPr>
                <w:noProof/>
                <w:webHidden/>
              </w:rPr>
              <w:t>12</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41" w:history="1">
            <w:r w:rsidR="00992A06" w:rsidRPr="00BE76B8">
              <w:rPr>
                <w:rStyle w:val="Hyperlink"/>
                <w:noProof/>
              </w:rPr>
              <w:t>3.2.1</w:t>
            </w:r>
            <w:r w:rsidR="00992A06">
              <w:rPr>
                <w:noProof/>
                <w:lang w:bidi="ar-SA"/>
              </w:rPr>
              <w:tab/>
            </w:r>
            <w:r w:rsidR="00992A06" w:rsidRPr="00BE76B8">
              <w:rPr>
                <w:rStyle w:val="Hyperlink"/>
                <w:noProof/>
              </w:rPr>
              <w:t>IVEF metadata on service level</w:t>
            </w:r>
            <w:r w:rsidR="00992A06">
              <w:rPr>
                <w:noProof/>
                <w:webHidden/>
              </w:rPr>
              <w:tab/>
            </w:r>
            <w:r w:rsidR="00992A06">
              <w:rPr>
                <w:noProof/>
                <w:webHidden/>
              </w:rPr>
              <w:fldChar w:fldCharType="begin"/>
            </w:r>
            <w:r w:rsidR="00992A06">
              <w:rPr>
                <w:noProof/>
                <w:webHidden/>
              </w:rPr>
              <w:instrText xml:space="preserve"> PAGEREF _Toc439685641 \h </w:instrText>
            </w:r>
            <w:r w:rsidR="00992A06">
              <w:rPr>
                <w:noProof/>
                <w:webHidden/>
              </w:rPr>
            </w:r>
            <w:r w:rsidR="00992A06">
              <w:rPr>
                <w:noProof/>
                <w:webHidden/>
              </w:rPr>
              <w:fldChar w:fldCharType="separate"/>
            </w:r>
            <w:r w:rsidR="00992A06">
              <w:rPr>
                <w:noProof/>
                <w:webHidden/>
              </w:rPr>
              <w:t>12</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42" w:history="1">
            <w:r w:rsidR="00992A06" w:rsidRPr="00BE76B8">
              <w:rPr>
                <w:rStyle w:val="Hyperlink"/>
                <w:noProof/>
              </w:rPr>
              <w:t>3.2.2</w:t>
            </w:r>
            <w:r w:rsidR="00992A06">
              <w:rPr>
                <w:noProof/>
                <w:lang w:bidi="ar-SA"/>
              </w:rPr>
              <w:tab/>
            </w:r>
            <w:r w:rsidR="00992A06" w:rsidRPr="00BE76B8">
              <w:rPr>
                <w:rStyle w:val="Hyperlink"/>
                <w:noProof/>
              </w:rPr>
              <w:t>IVEF metadata on dataset level</w:t>
            </w:r>
            <w:r w:rsidR="00992A06">
              <w:rPr>
                <w:noProof/>
                <w:webHidden/>
              </w:rPr>
              <w:tab/>
            </w:r>
            <w:r w:rsidR="00992A06">
              <w:rPr>
                <w:noProof/>
                <w:webHidden/>
              </w:rPr>
              <w:fldChar w:fldCharType="begin"/>
            </w:r>
            <w:r w:rsidR="00992A06">
              <w:rPr>
                <w:noProof/>
                <w:webHidden/>
              </w:rPr>
              <w:instrText xml:space="preserve"> PAGEREF _Toc439685642 \h </w:instrText>
            </w:r>
            <w:r w:rsidR="00992A06">
              <w:rPr>
                <w:noProof/>
                <w:webHidden/>
              </w:rPr>
            </w:r>
            <w:r w:rsidR="00992A06">
              <w:rPr>
                <w:noProof/>
                <w:webHidden/>
              </w:rPr>
              <w:fldChar w:fldCharType="separate"/>
            </w:r>
            <w:r w:rsidR="00992A06">
              <w:rPr>
                <w:noProof/>
                <w:webHidden/>
              </w:rPr>
              <w:t>12</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43" w:history="1">
            <w:r w:rsidR="00992A06" w:rsidRPr="00BE76B8">
              <w:rPr>
                <w:rStyle w:val="Hyperlink"/>
                <w:noProof/>
              </w:rPr>
              <w:t>3.2.3</w:t>
            </w:r>
            <w:r w:rsidR="00992A06">
              <w:rPr>
                <w:noProof/>
                <w:lang w:bidi="ar-SA"/>
              </w:rPr>
              <w:tab/>
            </w:r>
            <w:r w:rsidR="00992A06" w:rsidRPr="00BE76B8">
              <w:rPr>
                <w:rStyle w:val="Hyperlink"/>
                <w:noProof/>
              </w:rPr>
              <w:t>IVEF metadata on message level</w:t>
            </w:r>
            <w:r w:rsidR="00992A06">
              <w:rPr>
                <w:noProof/>
                <w:webHidden/>
              </w:rPr>
              <w:tab/>
            </w:r>
            <w:r w:rsidR="00992A06">
              <w:rPr>
                <w:noProof/>
                <w:webHidden/>
              </w:rPr>
              <w:fldChar w:fldCharType="begin"/>
            </w:r>
            <w:r w:rsidR="00992A06">
              <w:rPr>
                <w:noProof/>
                <w:webHidden/>
              </w:rPr>
              <w:instrText xml:space="preserve"> PAGEREF _Toc439685643 \h </w:instrText>
            </w:r>
            <w:r w:rsidR="00992A06">
              <w:rPr>
                <w:noProof/>
                <w:webHidden/>
              </w:rPr>
            </w:r>
            <w:r w:rsidR="00992A06">
              <w:rPr>
                <w:noProof/>
                <w:webHidden/>
              </w:rPr>
              <w:fldChar w:fldCharType="separate"/>
            </w:r>
            <w:r w:rsidR="00992A06">
              <w:rPr>
                <w:noProof/>
                <w:webHidden/>
              </w:rPr>
              <w:t>12</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44" w:history="1">
            <w:r w:rsidR="00992A06" w:rsidRPr="00BE76B8">
              <w:rPr>
                <w:rStyle w:val="Hyperlink"/>
                <w:noProof/>
              </w:rPr>
              <w:t>3.2.4</w:t>
            </w:r>
            <w:r w:rsidR="00992A06">
              <w:rPr>
                <w:noProof/>
                <w:lang w:bidi="ar-SA"/>
              </w:rPr>
              <w:tab/>
            </w:r>
            <w:r w:rsidR="00992A06" w:rsidRPr="00BE76B8">
              <w:rPr>
                <w:rStyle w:val="Hyperlink"/>
                <w:noProof/>
              </w:rPr>
              <w:t>Conclusion &amp; recommendation</w:t>
            </w:r>
            <w:r w:rsidR="00992A06">
              <w:rPr>
                <w:noProof/>
                <w:webHidden/>
              </w:rPr>
              <w:tab/>
            </w:r>
            <w:r w:rsidR="00992A06">
              <w:rPr>
                <w:noProof/>
                <w:webHidden/>
              </w:rPr>
              <w:fldChar w:fldCharType="begin"/>
            </w:r>
            <w:r w:rsidR="00992A06">
              <w:rPr>
                <w:noProof/>
                <w:webHidden/>
              </w:rPr>
              <w:instrText xml:space="preserve"> PAGEREF _Toc439685644 \h </w:instrText>
            </w:r>
            <w:r w:rsidR="00992A06">
              <w:rPr>
                <w:noProof/>
                <w:webHidden/>
              </w:rPr>
            </w:r>
            <w:r w:rsidR="00992A06">
              <w:rPr>
                <w:noProof/>
                <w:webHidden/>
              </w:rPr>
              <w:fldChar w:fldCharType="separate"/>
            </w:r>
            <w:r w:rsidR="00992A06">
              <w:rPr>
                <w:noProof/>
                <w:webHidden/>
              </w:rPr>
              <w:t>13</w:t>
            </w:r>
            <w:r w:rsidR="00992A06">
              <w:rPr>
                <w:noProof/>
                <w:webHidden/>
              </w:rPr>
              <w:fldChar w:fldCharType="end"/>
            </w:r>
          </w:hyperlink>
        </w:p>
        <w:p w:rsidR="00992A06" w:rsidRDefault="00855638">
          <w:pPr>
            <w:pStyle w:val="TOC1"/>
            <w:tabs>
              <w:tab w:val="left" w:pos="880"/>
              <w:tab w:val="right" w:leader="dot" w:pos="9350"/>
            </w:tabs>
            <w:rPr>
              <w:noProof/>
              <w:lang w:bidi="ar-SA"/>
            </w:rPr>
          </w:pPr>
          <w:hyperlink w:anchor="_Toc439685645" w:history="1">
            <w:r w:rsidR="00992A06" w:rsidRPr="00BE76B8">
              <w:rPr>
                <w:rStyle w:val="Hyperlink"/>
                <w:noProof/>
              </w:rPr>
              <w:t>ANNEX</w:t>
            </w:r>
            <w:r w:rsidR="00992A06">
              <w:rPr>
                <w:noProof/>
                <w:lang w:bidi="ar-SA"/>
              </w:rPr>
              <w:tab/>
            </w:r>
            <w:r w:rsidR="00992A06" w:rsidRPr="00BE76B8">
              <w:rPr>
                <w:rStyle w:val="Hyperlink"/>
                <w:noProof/>
              </w:rPr>
              <w:t>DATA SERVICE/SYSTEM SPECIFICATION</w:t>
            </w:r>
            <w:r w:rsidR="00992A06">
              <w:rPr>
                <w:noProof/>
                <w:webHidden/>
              </w:rPr>
              <w:tab/>
            </w:r>
            <w:r w:rsidR="00992A06">
              <w:rPr>
                <w:noProof/>
                <w:webHidden/>
              </w:rPr>
              <w:fldChar w:fldCharType="begin"/>
            </w:r>
            <w:r w:rsidR="00992A06">
              <w:rPr>
                <w:noProof/>
                <w:webHidden/>
              </w:rPr>
              <w:instrText xml:space="preserve"> PAGEREF _Toc439685645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1"/>
            <w:tabs>
              <w:tab w:val="left" w:pos="440"/>
              <w:tab w:val="right" w:leader="dot" w:pos="9350"/>
            </w:tabs>
            <w:rPr>
              <w:noProof/>
              <w:lang w:bidi="ar-SA"/>
            </w:rPr>
          </w:pPr>
          <w:hyperlink w:anchor="_Toc439685646" w:history="1">
            <w:r w:rsidR="00992A06" w:rsidRPr="00BE76B8">
              <w:rPr>
                <w:rStyle w:val="Hyperlink"/>
                <w:noProof/>
              </w:rPr>
              <w:t>1</w:t>
            </w:r>
            <w:r w:rsidR="00992A06">
              <w:rPr>
                <w:noProof/>
                <w:lang w:bidi="ar-SA"/>
              </w:rPr>
              <w:tab/>
            </w:r>
            <w:r w:rsidR="00992A06" w:rsidRPr="00BE76B8">
              <w:rPr>
                <w:rStyle w:val="Hyperlink"/>
                <w:noProof/>
              </w:rPr>
              <w:t>PRODUCT</w:t>
            </w:r>
            <w:r w:rsidR="00992A06">
              <w:rPr>
                <w:noProof/>
                <w:webHidden/>
              </w:rPr>
              <w:tab/>
            </w:r>
            <w:r w:rsidR="00992A06">
              <w:rPr>
                <w:noProof/>
                <w:webHidden/>
              </w:rPr>
              <w:fldChar w:fldCharType="begin"/>
            </w:r>
            <w:r w:rsidR="00992A06">
              <w:rPr>
                <w:noProof/>
                <w:webHidden/>
              </w:rPr>
              <w:instrText xml:space="preserve"> PAGEREF _Toc439685646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47" w:history="1">
            <w:r w:rsidR="00992A06" w:rsidRPr="00BE76B8">
              <w:rPr>
                <w:rStyle w:val="Hyperlink"/>
                <w:noProof/>
              </w:rPr>
              <w:t>1.1</w:t>
            </w:r>
            <w:r w:rsidR="00992A06">
              <w:rPr>
                <w:noProof/>
                <w:lang w:bidi="ar-SA"/>
              </w:rPr>
              <w:tab/>
            </w:r>
            <w:r w:rsidR="00992A06" w:rsidRPr="00BE76B8">
              <w:rPr>
                <w:rStyle w:val="Hyperlink"/>
                <w:noProof/>
              </w:rPr>
              <w:t>FUNCTIONAL SUITABILITY</w:t>
            </w:r>
            <w:r w:rsidR="00992A06">
              <w:rPr>
                <w:noProof/>
                <w:webHidden/>
              </w:rPr>
              <w:tab/>
            </w:r>
            <w:r w:rsidR="00992A06">
              <w:rPr>
                <w:noProof/>
                <w:webHidden/>
              </w:rPr>
              <w:fldChar w:fldCharType="begin"/>
            </w:r>
            <w:r w:rsidR="00992A06">
              <w:rPr>
                <w:noProof/>
                <w:webHidden/>
              </w:rPr>
              <w:instrText xml:space="preserve"> PAGEREF _Toc439685647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48" w:history="1">
            <w:r w:rsidR="00992A06" w:rsidRPr="00BE76B8">
              <w:rPr>
                <w:rStyle w:val="Hyperlink"/>
                <w:noProof/>
              </w:rPr>
              <w:t>1.1.1</w:t>
            </w:r>
            <w:r w:rsidR="00992A06">
              <w:rPr>
                <w:noProof/>
                <w:lang w:bidi="ar-SA"/>
              </w:rPr>
              <w:tab/>
            </w:r>
            <w:r w:rsidR="00992A06" w:rsidRPr="00BE76B8">
              <w:rPr>
                <w:rStyle w:val="Hyperlink"/>
                <w:noProof/>
              </w:rPr>
              <w:t>Functional completeness</w:t>
            </w:r>
            <w:r w:rsidR="00992A06">
              <w:rPr>
                <w:noProof/>
                <w:webHidden/>
              </w:rPr>
              <w:tab/>
            </w:r>
            <w:r w:rsidR="00992A06">
              <w:rPr>
                <w:noProof/>
                <w:webHidden/>
              </w:rPr>
              <w:fldChar w:fldCharType="begin"/>
            </w:r>
            <w:r w:rsidR="00992A06">
              <w:rPr>
                <w:noProof/>
                <w:webHidden/>
              </w:rPr>
              <w:instrText xml:space="preserve"> PAGEREF _Toc439685648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49" w:history="1">
            <w:r w:rsidR="00992A06" w:rsidRPr="00BE76B8">
              <w:rPr>
                <w:rStyle w:val="Hyperlink"/>
                <w:noProof/>
              </w:rPr>
              <w:t>1.1.2</w:t>
            </w:r>
            <w:r w:rsidR="00992A06">
              <w:rPr>
                <w:noProof/>
                <w:lang w:bidi="ar-SA"/>
              </w:rPr>
              <w:tab/>
            </w:r>
            <w:r w:rsidR="00992A06" w:rsidRPr="00BE76B8">
              <w:rPr>
                <w:rStyle w:val="Hyperlink"/>
                <w:noProof/>
              </w:rPr>
              <w:t>Functional correctness</w:t>
            </w:r>
            <w:r w:rsidR="00992A06">
              <w:rPr>
                <w:noProof/>
                <w:webHidden/>
              </w:rPr>
              <w:tab/>
            </w:r>
            <w:r w:rsidR="00992A06">
              <w:rPr>
                <w:noProof/>
                <w:webHidden/>
              </w:rPr>
              <w:fldChar w:fldCharType="begin"/>
            </w:r>
            <w:r w:rsidR="00992A06">
              <w:rPr>
                <w:noProof/>
                <w:webHidden/>
              </w:rPr>
              <w:instrText xml:space="preserve"> PAGEREF _Toc439685649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50" w:history="1">
            <w:r w:rsidR="00992A06" w:rsidRPr="00BE76B8">
              <w:rPr>
                <w:rStyle w:val="Hyperlink"/>
                <w:noProof/>
              </w:rPr>
              <w:t>1.1.3</w:t>
            </w:r>
            <w:r w:rsidR="00992A06">
              <w:rPr>
                <w:noProof/>
                <w:lang w:bidi="ar-SA"/>
              </w:rPr>
              <w:tab/>
            </w:r>
            <w:r w:rsidR="00992A06" w:rsidRPr="00BE76B8">
              <w:rPr>
                <w:rStyle w:val="Hyperlink"/>
                <w:noProof/>
              </w:rPr>
              <w:t>Functional appropriateness</w:t>
            </w:r>
            <w:r w:rsidR="00992A06">
              <w:rPr>
                <w:noProof/>
                <w:webHidden/>
              </w:rPr>
              <w:tab/>
            </w:r>
            <w:r w:rsidR="00992A06">
              <w:rPr>
                <w:noProof/>
                <w:webHidden/>
              </w:rPr>
              <w:fldChar w:fldCharType="begin"/>
            </w:r>
            <w:r w:rsidR="00992A06">
              <w:rPr>
                <w:noProof/>
                <w:webHidden/>
              </w:rPr>
              <w:instrText xml:space="preserve"> PAGEREF _Toc439685650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51" w:history="1">
            <w:r w:rsidR="00992A06" w:rsidRPr="00BE76B8">
              <w:rPr>
                <w:rStyle w:val="Hyperlink"/>
                <w:noProof/>
              </w:rPr>
              <w:t>1.2</w:t>
            </w:r>
            <w:r w:rsidR="00992A06">
              <w:rPr>
                <w:noProof/>
                <w:lang w:bidi="ar-SA"/>
              </w:rPr>
              <w:tab/>
            </w:r>
            <w:r w:rsidR="00992A06" w:rsidRPr="00BE76B8">
              <w:rPr>
                <w:rStyle w:val="Hyperlink"/>
                <w:noProof/>
              </w:rPr>
              <w:t>PERFORMANCE EFFICIENCY</w:t>
            </w:r>
            <w:r w:rsidR="00992A06">
              <w:rPr>
                <w:noProof/>
                <w:webHidden/>
              </w:rPr>
              <w:tab/>
            </w:r>
            <w:r w:rsidR="00992A06">
              <w:rPr>
                <w:noProof/>
                <w:webHidden/>
              </w:rPr>
              <w:fldChar w:fldCharType="begin"/>
            </w:r>
            <w:r w:rsidR="00992A06">
              <w:rPr>
                <w:noProof/>
                <w:webHidden/>
              </w:rPr>
              <w:instrText xml:space="preserve"> PAGEREF _Toc439685651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52" w:history="1">
            <w:r w:rsidR="00992A06" w:rsidRPr="00BE76B8">
              <w:rPr>
                <w:rStyle w:val="Hyperlink"/>
                <w:noProof/>
              </w:rPr>
              <w:t>1.2.1</w:t>
            </w:r>
            <w:r w:rsidR="00992A06">
              <w:rPr>
                <w:noProof/>
                <w:lang w:bidi="ar-SA"/>
              </w:rPr>
              <w:tab/>
            </w:r>
            <w:r w:rsidR="00992A06" w:rsidRPr="00BE76B8">
              <w:rPr>
                <w:rStyle w:val="Hyperlink"/>
                <w:noProof/>
              </w:rPr>
              <w:t>Time-behavior</w:t>
            </w:r>
            <w:r w:rsidR="00992A06">
              <w:rPr>
                <w:noProof/>
                <w:webHidden/>
              </w:rPr>
              <w:tab/>
            </w:r>
            <w:r w:rsidR="00992A06">
              <w:rPr>
                <w:noProof/>
                <w:webHidden/>
              </w:rPr>
              <w:fldChar w:fldCharType="begin"/>
            </w:r>
            <w:r w:rsidR="00992A06">
              <w:rPr>
                <w:noProof/>
                <w:webHidden/>
              </w:rPr>
              <w:instrText xml:space="preserve"> PAGEREF _Toc439685652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53" w:history="1">
            <w:r w:rsidR="00992A06" w:rsidRPr="00BE76B8">
              <w:rPr>
                <w:rStyle w:val="Hyperlink"/>
                <w:noProof/>
              </w:rPr>
              <w:t>1.2.2</w:t>
            </w:r>
            <w:r w:rsidR="00992A06">
              <w:rPr>
                <w:noProof/>
                <w:lang w:bidi="ar-SA"/>
              </w:rPr>
              <w:tab/>
            </w:r>
            <w:r w:rsidR="00992A06" w:rsidRPr="00BE76B8">
              <w:rPr>
                <w:rStyle w:val="Hyperlink"/>
                <w:noProof/>
              </w:rPr>
              <w:t>Resource utilization</w:t>
            </w:r>
            <w:r w:rsidR="00992A06">
              <w:rPr>
                <w:noProof/>
                <w:webHidden/>
              </w:rPr>
              <w:tab/>
            </w:r>
            <w:r w:rsidR="00992A06">
              <w:rPr>
                <w:noProof/>
                <w:webHidden/>
              </w:rPr>
              <w:fldChar w:fldCharType="begin"/>
            </w:r>
            <w:r w:rsidR="00992A06">
              <w:rPr>
                <w:noProof/>
                <w:webHidden/>
              </w:rPr>
              <w:instrText xml:space="preserve"> PAGEREF _Toc439685653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54" w:history="1">
            <w:r w:rsidR="00992A06" w:rsidRPr="00BE76B8">
              <w:rPr>
                <w:rStyle w:val="Hyperlink"/>
                <w:noProof/>
              </w:rPr>
              <w:t>1.2.3</w:t>
            </w:r>
            <w:r w:rsidR="00992A06">
              <w:rPr>
                <w:noProof/>
                <w:lang w:bidi="ar-SA"/>
              </w:rPr>
              <w:tab/>
            </w:r>
            <w:r w:rsidR="00992A06" w:rsidRPr="00BE76B8">
              <w:rPr>
                <w:rStyle w:val="Hyperlink"/>
                <w:noProof/>
              </w:rPr>
              <w:t>Capacity</w:t>
            </w:r>
            <w:r w:rsidR="00992A06">
              <w:rPr>
                <w:noProof/>
                <w:webHidden/>
              </w:rPr>
              <w:tab/>
            </w:r>
            <w:r w:rsidR="00992A06">
              <w:rPr>
                <w:noProof/>
                <w:webHidden/>
              </w:rPr>
              <w:fldChar w:fldCharType="begin"/>
            </w:r>
            <w:r w:rsidR="00992A06">
              <w:rPr>
                <w:noProof/>
                <w:webHidden/>
              </w:rPr>
              <w:instrText xml:space="preserve"> PAGEREF _Toc439685654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55" w:history="1">
            <w:r w:rsidR="00992A06" w:rsidRPr="00BE76B8">
              <w:rPr>
                <w:rStyle w:val="Hyperlink"/>
                <w:noProof/>
              </w:rPr>
              <w:t>1.3</w:t>
            </w:r>
            <w:r w:rsidR="00992A06">
              <w:rPr>
                <w:noProof/>
                <w:lang w:bidi="ar-SA"/>
              </w:rPr>
              <w:tab/>
            </w:r>
            <w:r w:rsidR="00992A06" w:rsidRPr="00BE76B8">
              <w:rPr>
                <w:rStyle w:val="Hyperlink"/>
                <w:noProof/>
              </w:rPr>
              <w:t>COMPATIBILITY</w:t>
            </w:r>
            <w:r w:rsidR="00992A06">
              <w:rPr>
                <w:noProof/>
                <w:webHidden/>
              </w:rPr>
              <w:tab/>
            </w:r>
            <w:r w:rsidR="00992A06">
              <w:rPr>
                <w:noProof/>
                <w:webHidden/>
              </w:rPr>
              <w:fldChar w:fldCharType="begin"/>
            </w:r>
            <w:r w:rsidR="00992A06">
              <w:rPr>
                <w:noProof/>
                <w:webHidden/>
              </w:rPr>
              <w:instrText xml:space="preserve"> PAGEREF _Toc439685655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56" w:history="1">
            <w:r w:rsidR="00992A06" w:rsidRPr="00BE76B8">
              <w:rPr>
                <w:rStyle w:val="Hyperlink"/>
                <w:noProof/>
              </w:rPr>
              <w:t>1.3.1</w:t>
            </w:r>
            <w:r w:rsidR="00992A06">
              <w:rPr>
                <w:noProof/>
                <w:lang w:bidi="ar-SA"/>
              </w:rPr>
              <w:tab/>
            </w:r>
            <w:r w:rsidR="00992A06" w:rsidRPr="00BE76B8">
              <w:rPr>
                <w:rStyle w:val="Hyperlink"/>
                <w:noProof/>
              </w:rPr>
              <w:t>Co-existence</w:t>
            </w:r>
            <w:r w:rsidR="00992A06">
              <w:rPr>
                <w:noProof/>
                <w:webHidden/>
              </w:rPr>
              <w:tab/>
            </w:r>
            <w:r w:rsidR="00992A06">
              <w:rPr>
                <w:noProof/>
                <w:webHidden/>
              </w:rPr>
              <w:fldChar w:fldCharType="begin"/>
            </w:r>
            <w:r w:rsidR="00992A06">
              <w:rPr>
                <w:noProof/>
                <w:webHidden/>
              </w:rPr>
              <w:instrText xml:space="preserve"> PAGEREF _Toc439685656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57" w:history="1">
            <w:r w:rsidR="00992A06" w:rsidRPr="00BE76B8">
              <w:rPr>
                <w:rStyle w:val="Hyperlink"/>
                <w:noProof/>
              </w:rPr>
              <w:t>1.3.2</w:t>
            </w:r>
            <w:r w:rsidR="00992A06">
              <w:rPr>
                <w:noProof/>
                <w:lang w:bidi="ar-SA"/>
              </w:rPr>
              <w:tab/>
            </w:r>
            <w:r w:rsidR="00992A06" w:rsidRPr="00BE76B8">
              <w:rPr>
                <w:rStyle w:val="Hyperlink"/>
                <w:noProof/>
              </w:rPr>
              <w:t>Interoperability</w:t>
            </w:r>
            <w:r w:rsidR="00992A06">
              <w:rPr>
                <w:noProof/>
                <w:webHidden/>
              </w:rPr>
              <w:tab/>
            </w:r>
            <w:r w:rsidR="00992A06">
              <w:rPr>
                <w:noProof/>
                <w:webHidden/>
              </w:rPr>
              <w:fldChar w:fldCharType="begin"/>
            </w:r>
            <w:r w:rsidR="00992A06">
              <w:rPr>
                <w:noProof/>
                <w:webHidden/>
              </w:rPr>
              <w:instrText xml:space="preserve"> PAGEREF _Toc439685657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58" w:history="1">
            <w:r w:rsidR="00992A06" w:rsidRPr="00BE76B8">
              <w:rPr>
                <w:rStyle w:val="Hyperlink"/>
                <w:noProof/>
              </w:rPr>
              <w:t>1.4</w:t>
            </w:r>
            <w:r w:rsidR="00992A06">
              <w:rPr>
                <w:noProof/>
                <w:lang w:bidi="ar-SA"/>
              </w:rPr>
              <w:tab/>
            </w:r>
            <w:r w:rsidR="00992A06" w:rsidRPr="00BE76B8">
              <w:rPr>
                <w:rStyle w:val="Hyperlink"/>
                <w:noProof/>
              </w:rPr>
              <w:t>USABILITY</w:t>
            </w:r>
            <w:r w:rsidR="00992A06">
              <w:rPr>
                <w:noProof/>
                <w:webHidden/>
              </w:rPr>
              <w:tab/>
            </w:r>
            <w:r w:rsidR="00992A06">
              <w:rPr>
                <w:noProof/>
                <w:webHidden/>
              </w:rPr>
              <w:fldChar w:fldCharType="begin"/>
            </w:r>
            <w:r w:rsidR="00992A06">
              <w:rPr>
                <w:noProof/>
                <w:webHidden/>
              </w:rPr>
              <w:instrText xml:space="preserve"> PAGEREF _Toc439685658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59" w:history="1">
            <w:r w:rsidR="00992A06" w:rsidRPr="00BE76B8">
              <w:rPr>
                <w:rStyle w:val="Hyperlink"/>
                <w:noProof/>
              </w:rPr>
              <w:t>1.4.1</w:t>
            </w:r>
            <w:r w:rsidR="00992A06">
              <w:rPr>
                <w:noProof/>
                <w:lang w:bidi="ar-SA"/>
              </w:rPr>
              <w:tab/>
            </w:r>
            <w:r w:rsidR="00992A06" w:rsidRPr="00BE76B8">
              <w:rPr>
                <w:rStyle w:val="Hyperlink"/>
                <w:noProof/>
              </w:rPr>
              <w:t>Appropriateness recognisability</w:t>
            </w:r>
            <w:r w:rsidR="00992A06">
              <w:rPr>
                <w:noProof/>
                <w:webHidden/>
              </w:rPr>
              <w:tab/>
            </w:r>
            <w:r w:rsidR="00992A06">
              <w:rPr>
                <w:noProof/>
                <w:webHidden/>
              </w:rPr>
              <w:fldChar w:fldCharType="begin"/>
            </w:r>
            <w:r w:rsidR="00992A06">
              <w:rPr>
                <w:noProof/>
                <w:webHidden/>
              </w:rPr>
              <w:instrText xml:space="preserve"> PAGEREF _Toc439685659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0" w:history="1">
            <w:r w:rsidR="00992A06" w:rsidRPr="00BE76B8">
              <w:rPr>
                <w:rStyle w:val="Hyperlink"/>
                <w:noProof/>
              </w:rPr>
              <w:t>1.4.2</w:t>
            </w:r>
            <w:r w:rsidR="00992A06">
              <w:rPr>
                <w:noProof/>
                <w:lang w:bidi="ar-SA"/>
              </w:rPr>
              <w:tab/>
            </w:r>
            <w:r w:rsidR="00992A06" w:rsidRPr="00BE76B8">
              <w:rPr>
                <w:rStyle w:val="Hyperlink"/>
                <w:noProof/>
              </w:rPr>
              <w:t>Learnability</w:t>
            </w:r>
            <w:r w:rsidR="00992A06">
              <w:rPr>
                <w:noProof/>
                <w:webHidden/>
              </w:rPr>
              <w:tab/>
            </w:r>
            <w:r w:rsidR="00992A06">
              <w:rPr>
                <w:noProof/>
                <w:webHidden/>
              </w:rPr>
              <w:fldChar w:fldCharType="begin"/>
            </w:r>
            <w:r w:rsidR="00992A06">
              <w:rPr>
                <w:noProof/>
                <w:webHidden/>
              </w:rPr>
              <w:instrText xml:space="preserve"> PAGEREF _Toc439685660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1" w:history="1">
            <w:r w:rsidR="00992A06" w:rsidRPr="00BE76B8">
              <w:rPr>
                <w:rStyle w:val="Hyperlink"/>
                <w:noProof/>
              </w:rPr>
              <w:t>1.4.3</w:t>
            </w:r>
            <w:r w:rsidR="00992A06">
              <w:rPr>
                <w:noProof/>
                <w:lang w:bidi="ar-SA"/>
              </w:rPr>
              <w:tab/>
            </w:r>
            <w:r w:rsidR="00992A06" w:rsidRPr="00BE76B8">
              <w:rPr>
                <w:rStyle w:val="Hyperlink"/>
                <w:noProof/>
              </w:rPr>
              <w:t>Operability</w:t>
            </w:r>
            <w:r w:rsidR="00992A06">
              <w:rPr>
                <w:noProof/>
                <w:webHidden/>
              </w:rPr>
              <w:tab/>
            </w:r>
            <w:r w:rsidR="00992A06">
              <w:rPr>
                <w:noProof/>
                <w:webHidden/>
              </w:rPr>
              <w:fldChar w:fldCharType="begin"/>
            </w:r>
            <w:r w:rsidR="00992A06">
              <w:rPr>
                <w:noProof/>
                <w:webHidden/>
              </w:rPr>
              <w:instrText xml:space="preserve"> PAGEREF _Toc439685661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2" w:history="1">
            <w:r w:rsidR="00992A06" w:rsidRPr="00BE76B8">
              <w:rPr>
                <w:rStyle w:val="Hyperlink"/>
                <w:noProof/>
              </w:rPr>
              <w:t>1.4.3</w:t>
            </w:r>
            <w:r w:rsidR="00992A06">
              <w:rPr>
                <w:noProof/>
                <w:lang w:bidi="ar-SA"/>
              </w:rPr>
              <w:tab/>
            </w:r>
            <w:r w:rsidR="00992A06" w:rsidRPr="00BE76B8">
              <w:rPr>
                <w:rStyle w:val="Hyperlink"/>
                <w:noProof/>
              </w:rPr>
              <w:t>User error protection</w:t>
            </w:r>
            <w:r w:rsidR="00992A06">
              <w:rPr>
                <w:noProof/>
                <w:webHidden/>
              </w:rPr>
              <w:tab/>
            </w:r>
            <w:r w:rsidR="00992A06">
              <w:rPr>
                <w:noProof/>
                <w:webHidden/>
              </w:rPr>
              <w:fldChar w:fldCharType="begin"/>
            </w:r>
            <w:r w:rsidR="00992A06">
              <w:rPr>
                <w:noProof/>
                <w:webHidden/>
              </w:rPr>
              <w:instrText xml:space="preserve"> PAGEREF _Toc439685662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3" w:history="1">
            <w:r w:rsidR="00992A06" w:rsidRPr="00BE76B8">
              <w:rPr>
                <w:rStyle w:val="Hyperlink"/>
                <w:noProof/>
              </w:rPr>
              <w:t>1.4.4</w:t>
            </w:r>
            <w:r w:rsidR="00992A06">
              <w:rPr>
                <w:noProof/>
                <w:lang w:bidi="ar-SA"/>
              </w:rPr>
              <w:tab/>
            </w:r>
            <w:r w:rsidR="00992A06" w:rsidRPr="00BE76B8">
              <w:rPr>
                <w:rStyle w:val="Hyperlink"/>
                <w:noProof/>
              </w:rPr>
              <w:t>User interface aesthetics</w:t>
            </w:r>
            <w:r w:rsidR="00992A06">
              <w:rPr>
                <w:noProof/>
                <w:webHidden/>
              </w:rPr>
              <w:tab/>
            </w:r>
            <w:r w:rsidR="00992A06">
              <w:rPr>
                <w:noProof/>
                <w:webHidden/>
              </w:rPr>
              <w:fldChar w:fldCharType="begin"/>
            </w:r>
            <w:r w:rsidR="00992A06">
              <w:rPr>
                <w:noProof/>
                <w:webHidden/>
              </w:rPr>
              <w:instrText xml:space="preserve"> PAGEREF _Toc439685663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4" w:history="1">
            <w:r w:rsidR="00992A06" w:rsidRPr="00BE76B8">
              <w:rPr>
                <w:rStyle w:val="Hyperlink"/>
                <w:noProof/>
              </w:rPr>
              <w:t>1.4.5</w:t>
            </w:r>
            <w:r w:rsidR="00992A06">
              <w:rPr>
                <w:noProof/>
                <w:lang w:bidi="ar-SA"/>
              </w:rPr>
              <w:tab/>
            </w:r>
            <w:r w:rsidR="00992A06" w:rsidRPr="00BE76B8">
              <w:rPr>
                <w:rStyle w:val="Hyperlink"/>
                <w:noProof/>
              </w:rPr>
              <w:t>Accessibility</w:t>
            </w:r>
            <w:r w:rsidR="00992A06">
              <w:rPr>
                <w:noProof/>
                <w:webHidden/>
              </w:rPr>
              <w:tab/>
            </w:r>
            <w:r w:rsidR="00992A06">
              <w:rPr>
                <w:noProof/>
                <w:webHidden/>
              </w:rPr>
              <w:fldChar w:fldCharType="begin"/>
            </w:r>
            <w:r w:rsidR="00992A06">
              <w:rPr>
                <w:noProof/>
                <w:webHidden/>
              </w:rPr>
              <w:instrText xml:space="preserve"> PAGEREF _Toc439685664 \h </w:instrText>
            </w:r>
            <w:r w:rsidR="00992A06">
              <w:rPr>
                <w:noProof/>
                <w:webHidden/>
              </w:rPr>
            </w:r>
            <w:r w:rsidR="00992A06">
              <w:rPr>
                <w:noProof/>
                <w:webHidden/>
              </w:rPr>
              <w:fldChar w:fldCharType="separate"/>
            </w:r>
            <w:r w:rsidR="00992A06">
              <w:rPr>
                <w:noProof/>
                <w:webHidden/>
              </w:rPr>
              <w:t>14</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65" w:history="1">
            <w:r w:rsidR="00992A06" w:rsidRPr="00BE76B8">
              <w:rPr>
                <w:rStyle w:val="Hyperlink"/>
                <w:noProof/>
              </w:rPr>
              <w:t>1.5</w:t>
            </w:r>
            <w:r w:rsidR="00992A06">
              <w:rPr>
                <w:noProof/>
                <w:lang w:bidi="ar-SA"/>
              </w:rPr>
              <w:tab/>
            </w:r>
            <w:r w:rsidR="00992A06" w:rsidRPr="00BE76B8">
              <w:rPr>
                <w:rStyle w:val="Hyperlink"/>
                <w:noProof/>
              </w:rPr>
              <w:t>RELIABILITY</w:t>
            </w:r>
            <w:r w:rsidR="00992A06">
              <w:rPr>
                <w:noProof/>
                <w:webHidden/>
              </w:rPr>
              <w:tab/>
            </w:r>
            <w:r w:rsidR="00992A06">
              <w:rPr>
                <w:noProof/>
                <w:webHidden/>
              </w:rPr>
              <w:fldChar w:fldCharType="begin"/>
            </w:r>
            <w:r w:rsidR="00992A06">
              <w:rPr>
                <w:noProof/>
                <w:webHidden/>
              </w:rPr>
              <w:instrText xml:space="preserve"> PAGEREF _Toc439685665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6" w:history="1">
            <w:r w:rsidR="00992A06" w:rsidRPr="00BE76B8">
              <w:rPr>
                <w:rStyle w:val="Hyperlink"/>
                <w:noProof/>
              </w:rPr>
              <w:t>1.5.1</w:t>
            </w:r>
            <w:r w:rsidR="00992A06">
              <w:rPr>
                <w:noProof/>
                <w:lang w:bidi="ar-SA"/>
              </w:rPr>
              <w:tab/>
            </w:r>
            <w:r w:rsidR="00992A06" w:rsidRPr="00BE76B8">
              <w:rPr>
                <w:rStyle w:val="Hyperlink"/>
                <w:noProof/>
              </w:rPr>
              <w:t>Maturity</w:t>
            </w:r>
            <w:r w:rsidR="00992A06">
              <w:rPr>
                <w:noProof/>
                <w:webHidden/>
              </w:rPr>
              <w:tab/>
            </w:r>
            <w:r w:rsidR="00992A06">
              <w:rPr>
                <w:noProof/>
                <w:webHidden/>
              </w:rPr>
              <w:fldChar w:fldCharType="begin"/>
            </w:r>
            <w:r w:rsidR="00992A06">
              <w:rPr>
                <w:noProof/>
                <w:webHidden/>
              </w:rPr>
              <w:instrText xml:space="preserve"> PAGEREF _Toc439685666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7" w:history="1">
            <w:r w:rsidR="00992A06" w:rsidRPr="00BE76B8">
              <w:rPr>
                <w:rStyle w:val="Hyperlink"/>
                <w:noProof/>
              </w:rPr>
              <w:t>1.5.2</w:t>
            </w:r>
            <w:r w:rsidR="00992A06">
              <w:rPr>
                <w:noProof/>
                <w:lang w:bidi="ar-SA"/>
              </w:rPr>
              <w:tab/>
            </w:r>
            <w:r w:rsidR="00992A06" w:rsidRPr="00BE76B8">
              <w:rPr>
                <w:rStyle w:val="Hyperlink"/>
                <w:noProof/>
              </w:rPr>
              <w:t>Availability</w:t>
            </w:r>
            <w:r w:rsidR="00992A06">
              <w:rPr>
                <w:noProof/>
                <w:webHidden/>
              </w:rPr>
              <w:tab/>
            </w:r>
            <w:r w:rsidR="00992A06">
              <w:rPr>
                <w:noProof/>
                <w:webHidden/>
              </w:rPr>
              <w:fldChar w:fldCharType="begin"/>
            </w:r>
            <w:r w:rsidR="00992A06">
              <w:rPr>
                <w:noProof/>
                <w:webHidden/>
              </w:rPr>
              <w:instrText xml:space="preserve"> PAGEREF _Toc439685667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8" w:history="1">
            <w:r w:rsidR="00992A06" w:rsidRPr="00BE76B8">
              <w:rPr>
                <w:rStyle w:val="Hyperlink"/>
                <w:noProof/>
              </w:rPr>
              <w:t>1.5.3</w:t>
            </w:r>
            <w:r w:rsidR="00992A06">
              <w:rPr>
                <w:noProof/>
                <w:lang w:bidi="ar-SA"/>
              </w:rPr>
              <w:tab/>
            </w:r>
            <w:r w:rsidR="00992A06" w:rsidRPr="00BE76B8">
              <w:rPr>
                <w:rStyle w:val="Hyperlink"/>
                <w:noProof/>
              </w:rPr>
              <w:t>Fault tolerance</w:t>
            </w:r>
            <w:r w:rsidR="00992A06">
              <w:rPr>
                <w:noProof/>
                <w:webHidden/>
              </w:rPr>
              <w:tab/>
            </w:r>
            <w:r w:rsidR="00992A06">
              <w:rPr>
                <w:noProof/>
                <w:webHidden/>
              </w:rPr>
              <w:fldChar w:fldCharType="begin"/>
            </w:r>
            <w:r w:rsidR="00992A06">
              <w:rPr>
                <w:noProof/>
                <w:webHidden/>
              </w:rPr>
              <w:instrText xml:space="preserve"> PAGEREF _Toc439685668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69" w:history="1">
            <w:r w:rsidR="00992A06" w:rsidRPr="00BE76B8">
              <w:rPr>
                <w:rStyle w:val="Hyperlink"/>
                <w:noProof/>
              </w:rPr>
              <w:t>1.5.4</w:t>
            </w:r>
            <w:r w:rsidR="00992A06">
              <w:rPr>
                <w:noProof/>
                <w:lang w:bidi="ar-SA"/>
              </w:rPr>
              <w:tab/>
            </w:r>
            <w:r w:rsidR="00992A06" w:rsidRPr="00BE76B8">
              <w:rPr>
                <w:rStyle w:val="Hyperlink"/>
                <w:noProof/>
              </w:rPr>
              <w:t>Recoverability</w:t>
            </w:r>
            <w:r w:rsidR="00992A06">
              <w:rPr>
                <w:noProof/>
                <w:webHidden/>
              </w:rPr>
              <w:tab/>
            </w:r>
            <w:r w:rsidR="00992A06">
              <w:rPr>
                <w:noProof/>
                <w:webHidden/>
              </w:rPr>
              <w:fldChar w:fldCharType="begin"/>
            </w:r>
            <w:r w:rsidR="00992A06">
              <w:rPr>
                <w:noProof/>
                <w:webHidden/>
              </w:rPr>
              <w:instrText xml:space="preserve"> PAGEREF _Toc439685669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70" w:history="1">
            <w:r w:rsidR="00992A06" w:rsidRPr="00BE76B8">
              <w:rPr>
                <w:rStyle w:val="Hyperlink"/>
                <w:noProof/>
              </w:rPr>
              <w:t>1.6</w:t>
            </w:r>
            <w:r w:rsidR="00992A06">
              <w:rPr>
                <w:noProof/>
                <w:lang w:bidi="ar-SA"/>
              </w:rPr>
              <w:tab/>
            </w:r>
            <w:r w:rsidR="00992A06" w:rsidRPr="00BE76B8">
              <w:rPr>
                <w:rStyle w:val="Hyperlink"/>
                <w:noProof/>
              </w:rPr>
              <w:t>SECURITY</w:t>
            </w:r>
            <w:r w:rsidR="00992A06">
              <w:rPr>
                <w:noProof/>
                <w:webHidden/>
              </w:rPr>
              <w:tab/>
            </w:r>
            <w:r w:rsidR="00992A06">
              <w:rPr>
                <w:noProof/>
                <w:webHidden/>
              </w:rPr>
              <w:fldChar w:fldCharType="begin"/>
            </w:r>
            <w:r w:rsidR="00992A06">
              <w:rPr>
                <w:noProof/>
                <w:webHidden/>
              </w:rPr>
              <w:instrText xml:space="preserve"> PAGEREF _Toc439685670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71" w:history="1">
            <w:r w:rsidR="00992A06" w:rsidRPr="00BE76B8">
              <w:rPr>
                <w:rStyle w:val="Hyperlink"/>
                <w:noProof/>
              </w:rPr>
              <w:t>1.6.1</w:t>
            </w:r>
            <w:r w:rsidR="00992A06">
              <w:rPr>
                <w:noProof/>
                <w:lang w:bidi="ar-SA"/>
              </w:rPr>
              <w:tab/>
            </w:r>
            <w:r w:rsidR="00992A06" w:rsidRPr="00BE76B8">
              <w:rPr>
                <w:rStyle w:val="Hyperlink"/>
                <w:noProof/>
              </w:rPr>
              <w:t>Confidentiality</w:t>
            </w:r>
            <w:r w:rsidR="00992A06">
              <w:rPr>
                <w:noProof/>
                <w:webHidden/>
              </w:rPr>
              <w:tab/>
            </w:r>
            <w:r w:rsidR="00992A06">
              <w:rPr>
                <w:noProof/>
                <w:webHidden/>
              </w:rPr>
              <w:fldChar w:fldCharType="begin"/>
            </w:r>
            <w:r w:rsidR="00992A06">
              <w:rPr>
                <w:noProof/>
                <w:webHidden/>
              </w:rPr>
              <w:instrText xml:space="preserve"> PAGEREF _Toc439685671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72" w:history="1">
            <w:r w:rsidR="00992A06" w:rsidRPr="00BE76B8">
              <w:rPr>
                <w:rStyle w:val="Hyperlink"/>
                <w:noProof/>
              </w:rPr>
              <w:t>1.6.2</w:t>
            </w:r>
            <w:r w:rsidR="00992A06">
              <w:rPr>
                <w:noProof/>
                <w:lang w:bidi="ar-SA"/>
              </w:rPr>
              <w:tab/>
            </w:r>
            <w:r w:rsidR="00992A06" w:rsidRPr="00BE76B8">
              <w:rPr>
                <w:rStyle w:val="Hyperlink"/>
                <w:noProof/>
              </w:rPr>
              <w:t>Integrity</w:t>
            </w:r>
            <w:r w:rsidR="00992A06">
              <w:rPr>
                <w:noProof/>
                <w:webHidden/>
              </w:rPr>
              <w:tab/>
            </w:r>
            <w:r w:rsidR="00992A06">
              <w:rPr>
                <w:noProof/>
                <w:webHidden/>
              </w:rPr>
              <w:fldChar w:fldCharType="begin"/>
            </w:r>
            <w:r w:rsidR="00992A06">
              <w:rPr>
                <w:noProof/>
                <w:webHidden/>
              </w:rPr>
              <w:instrText xml:space="preserve"> PAGEREF _Toc439685672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73" w:history="1">
            <w:r w:rsidR="00992A06" w:rsidRPr="00BE76B8">
              <w:rPr>
                <w:rStyle w:val="Hyperlink"/>
                <w:noProof/>
              </w:rPr>
              <w:t>1.6.3</w:t>
            </w:r>
            <w:r w:rsidR="00992A06">
              <w:rPr>
                <w:noProof/>
                <w:lang w:bidi="ar-SA"/>
              </w:rPr>
              <w:tab/>
            </w:r>
            <w:r w:rsidR="00992A06" w:rsidRPr="00BE76B8">
              <w:rPr>
                <w:rStyle w:val="Hyperlink"/>
                <w:noProof/>
              </w:rPr>
              <w:t>Non-repudiation</w:t>
            </w:r>
            <w:r w:rsidR="00992A06">
              <w:rPr>
                <w:noProof/>
                <w:webHidden/>
              </w:rPr>
              <w:tab/>
            </w:r>
            <w:r w:rsidR="00992A06">
              <w:rPr>
                <w:noProof/>
                <w:webHidden/>
              </w:rPr>
              <w:fldChar w:fldCharType="begin"/>
            </w:r>
            <w:r w:rsidR="00992A06">
              <w:rPr>
                <w:noProof/>
                <w:webHidden/>
              </w:rPr>
              <w:instrText xml:space="preserve"> PAGEREF _Toc439685673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74" w:history="1">
            <w:r w:rsidR="00992A06" w:rsidRPr="00BE76B8">
              <w:rPr>
                <w:rStyle w:val="Hyperlink"/>
                <w:noProof/>
              </w:rPr>
              <w:t>1.6.4</w:t>
            </w:r>
            <w:r w:rsidR="00992A06">
              <w:rPr>
                <w:noProof/>
                <w:lang w:bidi="ar-SA"/>
              </w:rPr>
              <w:tab/>
            </w:r>
            <w:r w:rsidR="00992A06" w:rsidRPr="00BE76B8">
              <w:rPr>
                <w:rStyle w:val="Hyperlink"/>
                <w:noProof/>
              </w:rPr>
              <w:t>Accountability</w:t>
            </w:r>
            <w:r w:rsidR="00992A06">
              <w:rPr>
                <w:noProof/>
                <w:webHidden/>
              </w:rPr>
              <w:tab/>
            </w:r>
            <w:r w:rsidR="00992A06">
              <w:rPr>
                <w:noProof/>
                <w:webHidden/>
              </w:rPr>
              <w:fldChar w:fldCharType="begin"/>
            </w:r>
            <w:r w:rsidR="00992A06">
              <w:rPr>
                <w:noProof/>
                <w:webHidden/>
              </w:rPr>
              <w:instrText xml:space="preserve"> PAGEREF _Toc439685674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75" w:history="1">
            <w:r w:rsidR="00992A06" w:rsidRPr="00BE76B8">
              <w:rPr>
                <w:rStyle w:val="Hyperlink"/>
                <w:noProof/>
              </w:rPr>
              <w:t>1.6.6</w:t>
            </w:r>
            <w:r w:rsidR="00992A06">
              <w:rPr>
                <w:noProof/>
                <w:lang w:bidi="ar-SA"/>
              </w:rPr>
              <w:tab/>
            </w:r>
            <w:r w:rsidR="00992A06" w:rsidRPr="00BE76B8">
              <w:rPr>
                <w:rStyle w:val="Hyperlink"/>
                <w:noProof/>
              </w:rPr>
              <w:t>Authenticity</w:t>
            </w:r>
            <w:r w:rsidR="00992A06">
              <w:rPr>
                <w:noProof/>
                <w:webHidden/>
              </w:rPr>
              <w:tab/>
            </w:r>
            <w:r w:rsidR="00992A06">
              <w:rPr>
                <w:noProof/>
                <w:webHidden/>
              </w:rPr>
              <w:fldChar w:fldCharType="begin"/>
            </w:r>
            <w:r w:rsidR="00992A06">
              <w:rPr>
                <w:noProof/>
                <w:webHidden/>
              </w:rPr>
              <w:instrText xml:space="preserve"> PAGEREF _Toc439685675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76" w:history="1">
            <w:r w:rsidR="00992A06" w:rsidRPr="00BE76B8">
              <w:rPr>
                <w:rStyle w:val="Hyperlink"/>
                <w:noProof/>
              </w:rPr>
              <w:t>1.7</w:t>
            </w:r>
            <w:r w:rsidR="00992A06">
              <w:rPr>
                <w:noProof/>
                <w:lang w:bidi="ar-SA"/>
              </w:rPr>
              <w:tab/>
            </w:r>
            <w:r w:rsidR="00992A06" w:rsidRPr="00BE76B8">
              <w:rPr>
                <w:rStyle w:val="Hyperlink"/>
                <w:noProof/>
              </w:rPr>
              <w:t>MAINTAINABILITY</w:t>
            </w:r>
            <w:r w:rsidR="00992A06">
              <w:rPr>
                <w:noProof/>
                <w:webHidden/>
              </w:rPr>
              <w:tab/>
            </w:r>
            <w:r w:rsidR="00992A06">
              <w:rPr>
                <w:noProof/>
                <w:webHidden/>
              </w:rPr>
              <w:fldChar w:fldCharType="begin"/>
            </w:r>
            <w:r w:rsidR="00992A06">
              <w:rPr>
                <w:noProof/>
                <w:webHidden/>
              </w:rPr>
              <w:instrText xml:space="preserve"> PAGEREF _Toc439685676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77" w:history="1">
            <w:r w:rsidR="00992A06" w:rsidRPr="00BE76B8">
              <w:rPr>
                <w:rStyle w:val="Hyperlink"/>
                <w:noProof/>
              </w:rPr>
              <w:t>1.7.1</w:t>
            </w:r>
            <w:r w:rsidR="00992A06">
              <w:rPr>
                <w:noProof/>
                <w:lang w:bidi="ar-SA"/>
              </w:rPr>
              <w:tab/>
            </w:r>
            <w:r w:rsidR="00992A06" w:rsidRPr="00BE76B8">
              <w:rPr>
                <w:rStyle w:val="Hyperlink"/>
                <w:noProof/>
              </w:rPr>
              <w:t>Modularity</w:t>
            </w:r>
            <w:r w:rsidR="00992A06">
              <w:rPr>
                <w:noProof/>
                <w:webHidden/>
              </w:rPr>
              <w:tab/>
            </w:r>
            <w:r w:rsidR="00992A06">
              <w:rPr>
                <w:noProof/>
                <w:webHidden/>
              </w:rPr>
              <w:fldChar w:fldCharType="begin"/>
            </w:r>
            <w:r w:rsidR="00992A06">
              <w:rPr>
                <w:noProof/>
                <w:webHidden/>
              </w:rPr>
              <w:instrText xml:space="preserve"> PAGEREF _Toc439685677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78" w:history="1">
            <w:r w:rsidR="00992A06" w:rsidRPr="00BE76B8">
              <w:rPr>
                <w:rStyle w:val="Hyperlink"/>
                <w:noProof/>
              </w:rPr>
              <w:t>1.7.2</w:t>
            </w:r>
            <w:r w:rsidR="00992A06">
              <w:rPr>
                <w:noProof/>
                <w:lang w:bidi="ar-SA"/>
              </w:rPr>
              <w:tab/>
            </w:r>
            <w:r w:rsidR="00992A06" w:rsidRPr="00BE76B8">
              <w:rPr>
                <w:rStyle w:val="Hyperlink"/>
                <w:noProof/>
              </w:rPr>
              <w:t>Reusability</w:t>
            </w:r>
            <w:r w:rsidR="00992A06">
              <w:rPr>
                <w:noProof/>
                <w:webHidden/>
              </w:rPr>
              <w:tab/>
            </w:r>
            <w:r w:rsidR="00992A06">
              <w:rPr>
                <w:noProof/>
                <w:webHidden/>
              </w:rPr>
              <w:fldChar w:fldCharType="begin"/>
            </w:r>
            <w:r w:rsidR="00992A06">
              <w:rPr>
                <w:noProof/>
                <w:webHidden/>
              </w:rPr>
              <w:instrText xml:space="preserve"> PAGEREF _Toc439685678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79" w:history="1">
            <w:r w:rsidR="00992A06" w:rsidRPr="00BE76B8">
              <w:rPr>
                <w:rStyle w:val="Hyperlink"/>
                <w:noProof/>
              </w:rPr>
              <w:t>1.7.3</w:t>
            </w:r>
            <w:r w:rsidR="00992A06">
              <w:rPr>
                <w:noProof/>
                <w:lang w:bidi="ar-SA"/>
              </w:rPr>
              <w:tab/>
            </w:r>
            <w:r w:rsidR="00992A06" w:rsidRPr="00BE76B8">
              <w:rPr>
                <w:rStyle w:val="Hyperlink"/>
                <w:noProof/>
              </w:rPr>
              <w:t>Analyzability</w:t>
            </w:r>
            <w:r w:rsidR="00992A06">
              <w:rPr>
                <w:noProof/>
                <w:webHidden/>
              </w:rPr>
              <w:tab/>
            </w:r>
            <w:r w:rsidR="00992A06">
              <w:rPr>
                <w:noProof/>
                <w:webHidden/>
              </w:rPr>
              <w:fldChar w:fldCharType="begin"/>
            </w:r>
            <w:r w:rsidR="00992A06">
              <w:rPr>
                <w:noProof/>
                <w:webHidden/>
              </w:rPr>
              <w:instrText xml:space="preserve"> PAGEREF _Toc439685679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80" w:history="1">
            <w:r w:rsidR="00992A06" w:rsidRPr="00BE76B8">
              <w:rPr>
                <w:rStyle w:val="Hyperlink"/>
                <w:noProof/>
              </w:rPr>
              <w:t>1.7.4</w:t>
            </w:r>
            <w:r w:rsidR="00992A06">
              <w:rPr>
                <w:noProof/>
                <w:lang w:bidi="ar-SA"/>
              </w:rPr>
              <w:tab/>
            </w:r>
            <w:r w:rsidR="00992A06" w:rsidRPr="00BE76B8">
              <w:rPr>
                <w:rStyle w:val="Hyperlink"/>
                <w:noProof/>
              </w:rPr>
              <w:t>Modifiability</w:t>
            </w:r>
            <w:r w:rsidR="00992A06">
              <w:rPr>
                <w:noProof/>
                <w:webHidden/>
              </w:rPr>
              <w:tab/>
            </w:r>
            <w:r w:rsidR="00992A06">
              <w:rPr>
                <w:noProof/>
                <w:webHidden/>
              </w:rPr>
              <w:fldChar w:fldCharType="begin"/>
            </w:r>
            <w:r w:rsidR="00992A06">
              <w:rPr>
                <w:noProof/>
                <w:webHidden/>
              </w:rPr>
              <w:instrText xml:space="preserve"> PAGEREF _Toc439685680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81" w:history="1">
            <w:r w:rsidR="00992A06" w:rsidRPr="00BE76B8">
              <w:rPr>
                <w:rStyle w:val="Hyperlink"/>
                <w:noProof/>
              </w:rPr>
              <w:t>1.7.5</w:t>
            </w:r>
            <w:r w:rsidR="00992A06">
              <w:rPr>
                <w:noProof/>
                <w:lang w:bidi="ar-SA"/>
              </w:rPr>
              <w:tab/>
            </w:r>
            <w:r w:rsidR="00992A06" w:rsidRPr="00BE76B8">
              <w:rPr>
                <w:rStyle w:val="Hyperlink"/>
                <w:noProof/>
              </w:rPr>
              <w:t>Testability</w:t>
            </w:r>
            <w:r w:rsidR="00992A06">
              <w:rPr>
                <w:noProof/>
                <w:webHidden/>
              </w:rPr>
              <w:tab/>
            </w:r>
            <w:r w:rsidR="00992A06">
              <w:rPr>
                <w:noProof/>
                <w:webHidden/>
              </w:rPr>
              <w:fldChar w:fldCharType="begin"/>
            </w:r>
            <w:r w:rsidR="00992A06">
              <w:rPr>
                <w:noProof/>
                <w:webHidden/>
              </w:rPr>
              <w:instrText xml:space="preserve"> PAGEREF _Toc439685681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82" w:history="1">
            <w:r w:rsidR="00992A06" w:rsidRPr="00BE76B8">
              <w:rPr>
                <w:rStyle w:val="Hyperlink"/>
                <w:noProof/>
              </w:rPr>
              <w:t>1.8</w:t>
            </w:r>
            <w:r w:rsidR="00992A06">
              <w:rPr>
                <w:noProof/>
                <w:lang w:bidi="ar-SA"/>
              </w:rPr>
              <w:tab/>
            </w:r>
            <w:r w:rsidR="00992A06" w:rsidRPr="00BE76B8">
              <w:rPr>
                <w:rStyle w:val="Hyperlink"/>
                <w:noProof/>
              </w:rPr>
              <w:t>PORTABILITY</w:t>
            </w:r>
            <w:r w:rsidR="00992A06">
              <w:rPr>
                <w:noProof/>
                <w:webHidden/>
              </w:rPr>
              <w:tab/>
            </w:r>
            <w:r w:rsidR="00992A06">
              <w:rPr>
                <w:noProof/>
                <w:webHidden/>
              </w:rPr>
              <w:fldChar w:fldCharType="begin"/>
            </w:r>
            <w:r w:rsidR="00992A06">
              <w:rPr>
                <w:noProof/>
                <w:webHidden/>
              </w:rPr>
              <w:instrText xml:space="preserve"> PAGEREF _Toc439685682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83" w:history="1">
            <w:r w:rsidR="00992A06" w:rsidRPr="00BE76B8">
              <w:rPr>
                <w:rStyle w:val="Hyperlink"/>
                <w:noProof/>
              </w:rPr>
              <w:t>1.8.1</w:t>
            </w:r>
            <w:r w:rsidR="00992A06">
              <w:rPr>
                <w:noProof/>
                <w:lang w:bidi="ar-SA"/>
              </w:rPr>
              <w:tab/>
            </w:r>
            <w:r w:rsidR="00992A06" w:rsidRPr="00BE76B8">
              <w:rPr>
                <w:rStyle w:val="Hyperlink"/>
                <w:noProof/>
              </w:rPr>
              <w:t>Adaptability</w:t>
            </w:r>
            <w:r w:rsidR="00992A06">
              <w:rPr>
                <w:noProof/>
                <w:webHidden/>
              </w:rPr>
              <w:tab/>
            </w:r>
            <w:r w:rsidR="00992A06">
              <w:rPr>
                <w:noProof/>
                <w:webHidden/>
              </w:rPr>
              <w:fldChar w:fldCharType="begin"/>
            </w:r>
            <w:r w:rsidR="00992A06">
              <w:rPr>
                <w:noProof/>
                <w:webHidden/>
              </w:rPr>
              <w:instrText xml:space="preserve"> PAGEREF _Toc439685683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84" w:history="1">
            <w:r w:rsidR="00992A06" w:rsidRPr="00BE76B8">
              <w:rPr>
                <w:rStyle w:val="Hyperlink"/>
                <w:noProof/>
              </w:rPr>
              <w:t>1.8.2</w:t>
            </w:r>
            <w:r w:rsidR="00992A06">
              <w:rPr>
                <w:noProof/>
                <w:lang w:bidi="ar-SA"/>
              </w:rPr>
              <w:tab/>
            </w:r>
            <w:r w:rsidR="00992A06" w:rsidRPr="00BE76B8">
              <w:rPr>
                <w:rStyle w:val="Hyperlink"/>
                <w:noProof/>
              </w:rPr>
              <w:t>Installability</w:t>
            </w:r>
            <w:r w:rsidR="00992A06">
              <w:rPr>
                <w:noProof/>
                <w:webHidden/>
              </w:rPr>
              <w:tab/>
            </w:r>
            <w:r w:rsidR="00992A06">
              <w:rPr>
                <w:noProof/>
                <w:webHidden/>
              </w:rPr>
              <w:fldChar w:fldCharType="begin"/>
            </w:r>
            <w:r w:rsidR="00992A06">
              <w:rPr>
                <w:noProof/>
                <w:webHidden/>
              </w:rPr>
              <w:instrText xml:space="preserve"> PAGEREF _Toc439685684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85" w:history="1">
            <w:r w:rsidR="00992A06" w:rsidRPr="00BE76B8">
              <w:rPr>
                <w:rStyle w:val="Hyperlink"/>
                <w:noProof/>
              </w:rPr>
              <w:t>1.8.3</w:t>
            </w:r>
            <w:r w:rsidR="00992A06">
              <w:rPr>
                <w:noProof/>
                <w:lang w:bidi="ar-SA"/>
              </w:rPr>
              <w:tab/>
            </w:r>
            <w:r w:rsidR="00992A06" w:rsidRPr="00BE76B8">
              <w:rPr>
                <w:rStyle w:val="Hyperlink"/>
                <w:noProof/>
              </w:rPr>
              <w:t>Replaceability</w:t>
            </w:r>
            <w:r w:rsidR="00992A06">
              <w:rPr>
                <w:noProof/>
                <w:webHidden/>
              </w:rPr>
              <w:tab/>
            </w:r>
            <w:r w:rsidR="00992A06">
              <w:rPr>
                <w:noProof/>
                <w:webHidden/>
              </w:rPr>
              <w:fldChar w:fldCharType="begin"/>
            </w:r>
            <w:r w:rsidR="00992A06">
              <w:rPr>
                <w:noProof/>
                <w:webHidden/>
              </w:rPr>
              <w:instrText xml:space="preserve"> PAGEREF _Toc439685685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1"/>
            <w:tabs>
              <w:tab w:val="left" w:pos="440"/>
              <w:tab w:val="right" w:leader="dot" w:pos="9350"/>
            </w:tabs>
            <w:rPr>
              <w:noProof/>
              <w:lang w:bidi="ar-SA"/>
            </w:rPr>
          </w:pPr>
          <w:hyperlink w:anchor="_Toc439685686" w:history="1">
            <w:r w:rsidR="00992A06" w:rsidRPr="00BE76B8">
              <w:rPr>
                <w:rStyle w:val="Hyperlink"/>
                <w:noProof/>
              </w:rPr>
              <w:t>2</w:t>
            </w:r>
            <w:r w:rsidR="00992A06">
              <w:rPr>
                <w:noProof/>
                <w:lang w:bidi="ar-SA"/>
              </w:rPr>
              <w:tab/>
            </w:r>
            <w:r w:rsidR="00992A06" w:rsidRPr="00BE76B8">
              <w:rPr>
                <w:rStyle w:val="Hyperlink"/>
                <w:noProof/>
              </w:rPr>
              <w:t>USAGE</w:t>
            </w:r>
            <w:r w:rsidR="00992A06">
              <w:rPr>
                <w:noProof/>
                <w:webHidden/>
              </w:rPr>
              <w:tab/>
            </w:r>
            <w:r w:rsidR="00992A06">
              <w:rPr>
                <w:noProof/>
                <w:webHidden/>
              </w:rPr>
              <w:fldChar w:fldCharType="begin"/>
            </w:r>
            <w:r w:rsidR="00992A06">
              <w:rPr>
                <w:noProof/>
                <w:webHidden/>
              </w:rPr>
              <w:instrText xml:space="preserve"> PAGEREF _Toc439685686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87" w:history="1">
            <w:r w:rsidR="00992A06" w:rsidRPr="00BE76B8">
              <w:rPr>
                <w:rStyle w:val="Hyperlink"/>
                <w:noProof/>
              </w:rPr>
              <w:t>2.1</w:t>
            </w:r>
            <w:r w:rsidR="00992A06">
              <w:rPr>
                <w:noProof/>
                <w:lang w:bidi="ar-SA"/>
              </w:rPr>
              <w:tab/>
            </w:r>
            <w:r w:rsidR="00992A06" w:rsidRPr="00BE76B8">
              <w:rPr>
                <w:rStyle w:val="Hyperlink"/>
                <w:noProof/>
              </w:rPr>
              <w:t>EFFECTIVENESS</w:t>
            </w:r>
            <w:r w:rsidR="00992A06">
              <w:rPr>
                <w:noProof/>
                <w:webHidden/>
              </w:rPr>
              <w:tab/>
            </w:r>
            <w:r w:rsidR="00992A06">
              <w:rPr>
                <w:noProof/>
                <w:webHidden/>
              </w:rPr>
              <w:fldChar w:fldCharType="begin"/>
            </w:r>
            <w:r w:rsidR="00992A06">
              <w:rPr>
                <w:noProof/>
                <w:webHidden/>
              </w:rPr>
              <w:instrText xml:space="preserve"> PAGEREF _Toc439685687 \h </w:instrText>
            </w:r>
            <w:r w:rsidR="00992A06">
              <w:rPr>
                <w:noProof/>
                <w:webHidden/>
              </w:rPr>
            </w:r>
            <w:r w:rsidR="00992A06">
              <w:rPr>
                <w:noProof/>
                <w:webHidden/>
              </w:rPr>
              <w:fldChar w:fldCharType="separate"/>
            </w:r>
            <w:r w:rsidR="00992A06">
              <w:rPr>
                <w:noProof/>
                <w:webHidden/>
              </w:rPr>
              <w:t>15</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88" w:history="1">
            <w:r w:rsidR="00992A06" w:rsidRPr="00BE76B8">
              <w:rPr>
                <w:rStyle w:val="Hyperlink"/>
                <w:noProof/>
              </w:rPr>
              <w:t>2.2</w:t>
            </w:r>
            <w:r w:rsidR="00992A06">
              <w:rPr>
                <w:noProof/>
                <w:lang w:bidi="ar-SA"/>
              </w:rPr>
              <w:tab/>
            </w:r>
            <w:r w:rsidR="00992A06" w:rsidRPr="00BE76B8">
              <w:rPr>
                <w:rStyle w:val="Hyperlink"/>
                <w:noProof/>
              </w:rPr>
              <w:t>EFFICIENCY</w:t>
            </w:r>
            <w:r w:rsidR="00992A06">
              <w:rPr>
                <w:noProof/>
                <w:webHidden/>
              </w:rPr>
              <w:tab/>
            </w:r>
            <w:r w:rsidR="00992A06">
              <w:rPr>
                <w:noProof/>
                <w:webHidden/>
              </w:rPr>
              <w:fldChar w:fldCharType="begin"/>
            </w:r>
            <w:r w:rsidR="00992A06">
              <w:rPr>
                <w:noProof/>
                <w:webHidden/>
              </w:rPr>
              <w:instrText xml:space="preserve"> PAGEREF _Toc439685688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89" w:history="1">
            <w:r w:rsidR="00992A06" w:rsidRPr="00BE76B8">
              <w:rPr>
                <w:rStyle w:val="Hyperlink"/>
                <w:noProof/>
              </w:rPr>
              <w:t>2.3</w:t>
            </w:r>
            <w:r w:rsidR="00992A06">
              <w:rPr>
                <w:noProof/>
                <w:lang w:bidi="ar-SA"/>
              </w:rPr>
              <w:tab/>
            </w:r>
            <w:r w:rsidR="00992A06" w:rsidRPr="00BE76B8">
              <w:rPr>
                <w:rStyle w:val="Hyperlink"/>
                <w:noProof/>
              </w:rPr>
              <w:t>SATISFACTION</w:t>
            </w:r>
            <w:r w:rsidR="00992A06">
              <w:rPr>
                <w:noProof/>
                <w:webHidden/>
              </w:rPr>
              <w:tab/>
            </w:r>
            <w:r w:rsidR="00992A06">
              <w:rPr>
                <w:noProof/>
                <w:webHidden/>
              </w:rPr>
              <w:fldChar w:fldCharType="begin"/>
            </w:r>
            <w:r w:rsidR="00992A06">
              <w:rPr>
                <w:noProof/>
                <w:webHidden/>
              </w:rPr>
              <w:instrText xml:space="preserve"> PAGEREF _Toc439685689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90" w:history="1">
            <w:r w:rsidR="00992A06" w:rsidRPr="00BE76B8">
              <w:rPr>
                <w:rStyle w:val="Hyperlink"/>
                <w:noProof/>
              </w:rPr>
              <w:t>2.3.1</w:t>
            </w:r>
            <w:r w:rsidR="00992A06">
              <w:rPr>
                <w:noProof/>
                <w:lang w:bidi="ar-SA"/>
              </w:rPr>
              <w:tab/>
            </w:r>
            <w:r w:rsidR="00992A06" w:rsidRPr="00BE76B8">
              <w:rPr>
                <w:rStyle w:val="Hyperlink"/>
                <w:noProof/>
              </w:rPr>
              <w:t>Usefulness</w:t>
            </w:r>
            <w:r w:rsidR="00992A06">
              <w:rPr>
                <w:noProof/>
                <w:webHidden/>
              </w:rPr>
              <w:tab/>
            </w:r>
            <w:r w:rsidR="00992A06">
              <w:rPr>
                <w:noProof/>
                <w:webHidden/>
              </w:rPr>
              <w:fldChar w:fldCharType="begin"/>
            </w:r>
            <w:r w:rsidR="00992A06">
              <w:rPr>
                <w:noProof/>
                <w:webHidden/>
              </w:rPr>
              <w:instrText xml:space="preserve"> PAGEREF _Toc439685690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91" w:history="1">
            <w:r w:rsidR="00992A06" w:rsidRPr="00BE76B8">
              <w:rPr>
                <w:rStyle w:val="Hyperlink"/>
                <w:noProof/>
              </w:rPr>
              <w:t>2.3.2</w:t>
            </w:r>
            <w:r w:rsidR="00992A06">
              <w:rPr>
                <w:noProof/>
                <w:lang w:bidi="ar-SA"/>
              </w:rPr>
              <w:tab/>
            </w:r>
            <w:r w:rsidR="00992A06" w:rsidRPr="00BE76B8">
              <w:rPr>
                <w:rStyle w:val="Hyperlink"/>
                <w:noProof/>
              </w:rPr>
              <w:t>Trust</w:t>
            </w:r>
            <w:r w:rsidR="00992A06">
              <w:rPr>
                <w:noProof/>
                <w:webHidden/>
              </w:rPr>
              <w:tab/>
            </w:r>
            <w:r w:rsidR="00992A06">
              <w:rPr>
                <w:noProof/>
                <w:webHidden/>
              </w:rPr>
              <w:fldChar w:fldCharType="begin"/>
            </w:r>
            <w:r w:rsidR="00992A06">
              <w:rPr>
                <w:noProof/>
                <w:webHidden/>
              </w:rPr>
              <w:instrText xml:space="preserve"> PAGEREF _Toc439685691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92" w:history="1">
            <w:r w:rsidR="00992A06" w:rsidRPr="00BE76B8">
              <w:rPr>
                <w:rStyle w:val="Hyperlink"/>
                <w:noProof/>
              </w:rPr>
              <w:t>2.3.3</w:t>
            </w:r>
            <w:r w:rsidR="00992A06">
              <w:rPr>
                <w:noProof/>
                <w:lang w:bidi="ar-SA"/>
              </w:rPr>
              <w:tab/>
            </w:r>
            <w:r w:rsidR="00992A06" w:rsidRPr="00BE76B8">
              <w:rPr>
                <w:rStyle w:val="Hyperlink"/>
                <w:noProof/>
              </w:rPr>
              <w:t>Pleasure</w:t>
            </w:r>
            <w:r w:rsidR="00992A06">
              <w:rPr>
                <w:noProof/>
                <w:webHidden/>
              </w:rPr>
              <w:tab/>
            </w:r>
            <w:r w:rsidR="00992A06">
              <w:rPr>
                <w:noProof/>
                <w:webHidden/>
              </w:rPr>
              <w:fldChar w:fldCharType="begin"/>
            </w:r>
            <w:r w:rsidR="00992A06">
              <w:rPr>
                <w:noProof/>
                <w:webHidden/>
              </w:rPr>
              <w:instrText xml:space="preserve"> PAGEREF _Toc439685692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93" w:history="1">
            <w:r w:rsidR="00992A06" w:rsidRPr="00BE76B8">
              <w:rPr>
                <w:rStyle w:val="Hyperlink"/>
                <w:noProof/>
              </w:rPr>
              <w:t>2.3.4</w:t>
            </w:r>
            <w:r w:rsidR="00992A06">
              <w:rPr>
                <w:noProof/>
                <w:lang w:bidi="ar-SA"/>
              </w:rPr>
              <w:tab/>
            </w:r>
            <w:r w:rsidR="00992A06" w:rsidRPr="00BE76B8">
              <w:rPr>
                <w:rStyle w:val="Hyperlink"/>
                <w:noProof/>
              </w:rPr>
              <w:t>Comfort</w:t>
            </w:r>
            <w:r w:rsidR="00992A06">
              <w:rPr>
                <w:noProof/>
                <w:webHidden/>
              </w:rPr>
              <w:tab/>
            </w:r>
            <w:r w:rsidR="00992A06">
              <w:rPr>
                <w:noProof/>
                <w:webHidden/>
              </w:rPr>
              <w:fldChar w:fldCharType="begin"/>
            </w:r>
            <w:r w:rsidR="00992A06">
              <w:rPr>
                <w:noProof/>
                <w:webHidden/>
              </w:rPr>
              <w:instrText xml:space="preserve"> PAGEREF _Toc439685693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94" w:history="1">
            <w:r w:rsidR="00992A06" w:rsidRPr="00BE76B8">
              <w:rPr>
                <w:rStyle w:val="Hyperlink"/>
                <w:noProof/>
              </w:rPr>
              <w:t>2.4</w:t>
            </w:r>
            <w:r w:rsidR="00992A06">
              <w:rPr>
                <w:noProof/>
                <w:lang w:bidi="ar-SA"/>
              </w:rPr>
              <w:tab/>
            </w:r>
            <w:r w:rsidR="00992A06" w:rsidRPr="00BE76B8">
              <w:rPr>
                <w:rStyle w:val="Hyperlink"/>
                <w:noProof/>
              </w:rPr>
              <w:t>FREEDOM FROM RISK</w:t>
            </w:r>
            <w:r w:rsidR="00992A06">
              <w:rPr>
                <w:noProof/>
                <w:webHidden/>
              </w:rPr>
              <w:tab/>
            </w:r>
            <w:r w:rsidR="00992A06">
              <w:rPr>
                <w:noProof/>
                <w:webHidden/>
              </w:rPr>
              <w:fldChar w:fldCharType="begin"/>
            </w:r>
            <w:r w:rsidR="00992A06">
              <w:rPr>
                <w:noProof/>
                <w:webHidden/>
              </w:rPr>
              <w:instrText xml:space="preserve"> PAGEREF _Toc439685694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95" w:history="1">
            <w:r w:rsidR="00992A06" w:rsidRPr="00BE76B8">
              <w:rPr>
                <w:rStyle w:val="Hyperlink"/>
                <w:noProof/>
              </w:rPr>
              <w:t>2.4.1</w:t>
            </w:r>
            <w:r w:rsidR="00992A06">
              <w:rPr>
                <w:noProof/>
                <w:lang w:bidi="ar-SA"/>
              </w:rPr>
              <w:tab/>
            </w:r>
            <w:r w:rsidR="00992A06" w:rsidRPr="00BE76B8">
              <w:rPr>
                <w:rStyle w:val="Hyperlink"/>
                <w:noProof/>
              </w:rPr>
              <w:t>Economic risk mitigation</w:t>
            </w:r>
            <w:r w:rsidR="00992A06">
              <w:rPr>
                <w:noProof/>
                <w:webHidden/>
              </w:rPr>
              <w:tab/>
            </w:r>
            <w:r w:rsidR="00992A06">
              <w:rPr>
                <w:noProof/>
                <w:webHidden/>
              </w:rPr>
              <w:fldChar w:fldCharType="begin"/>
            </w:r>
            <w:r w:rsidR="00992A06">
              <w:rPr>
                <w:noProof/>
                <w:webHidden/>
              </w:rPr>
              <w:instrText xml:space="preserve"> PAGEREF _Toc439685695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96" w:history="1">
            <w:r w:rsidR="00992A06" w:rsidRPr="00BE76B8">
              <w:rPr>
                <w:rStyle w:val="Hyperlink"/>
                <w:noProof/>
              </w:rPr>
              <w:t>2.4.2</w:t>
            </w:r>
            <w:r w:rsidR="00992A06">
              <w:rPr>
                <w:noProof/>
                <w:lang w:bidi="ar-SA"/>
              </w:rPr>
              <w:tab/>
            </w:r>
            <w:r w:rsidR="00992A06" w:rsidRPr="00BE76B8">
              <w:rPr>
                <w:rStyle w:val="Hyperlink"/>
                <w:noProof/>
              </w:rPr>
              <w:t>Health and safety risk mitigation</w:t>
            </w:r>
            <w:r w:rsidR="00992A06">
              <w:rPr>
                <w:noProof/>
                <w:webHidden/>
              </w:rPr>
              <w:tab/>
            </w:r>
            <w:r w:rsidR="00992A06">
              <w:rPr>
                <w:noProof/>
                <w:webHidden/>
              </w:rPr>
              <w:fldChar w:fldCharType="begin"/>
            </w:r>
            <w:r w:rsidR="00992A06">
              <w:rPr>
                <w:noProof/>
                <w:webHidden/>
              </w:rPr>
              <w:instrText xml:space="preserve"> PAGEREF _Toc439685696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97" w:history="1">
            <w:r w:rsidR="00992A06" w:rsidRPr="00BE76B8">
              <w:rPr>
                <w:rStyle w:val="Hyperlink"/>
                <w:noProof/>
              </w:rPr>
              <w:t>2.4.3</w:t>
            </w:r>
            <w:r w:rsidR="00992A06">
              <w:rPr>
                <w:noProof/>
                <w:lang w:bidi="ar-SA"/>
              </w:rPr>
              <w:tab/>
            </w:r>
            <w:r w:rsidR="00992A06" w:rsidRPr="00BE76B8">
              <w:rPr>
                <w:rStyle w:val="Hyperlink"/>
                <w:noProof/>
              </w:rPr>
              <w:t>Environmental risk mitigation</w:t>
            </w:r>
            <w:r w:rsidR="00992A06">
              <w:rPr>
                <w:noProof/>
                <w:webHidden/>
              </w:rPr>
              <w:tab/>
            </w:r>
            <w:r w:rsidR="00992A06">
              <w:rPr>
                <w:noProof/>
                <w:webHidden/>
              </w:rPr>
              <w:fldChar w:fldCharType="begin"/>
            </w:r>
            <w:r w:rsidR="00992A06">
              <w:rPr>
                <w:noProof/>
                <w:webHidden/>
              </w:rPr>
              <w:instrText xml:space="preserve"> PAGEREF _Toc439685697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2"/>
            <w:tabs>
              <w:tab w:val="left" w:pos="880"/>
              <w:tab w:val="right" w:leader="dot" w:pos="9350"/>
            </w:tabs>
            <w:rPr>
              <w:noProof/>
              <w:lang w:bidi="ar-SA"/>
            </w:rPr>
          </w:pPr>
          <w:hyperlink w:anchor="_Toc439685698" w:history="1">
            <w:r w:rsidR="00992A06" w:rsidRPr="00BE76B8">
              <w:rPr>
                <w:rStyle w:val="Hyperlink"/>
                <w:noProof/>
              </w:rPr>
              <w:t>2.5</w:t>
            </w:r>
            <w:r w:rsidR="00992A06">
              <w:rPr>
                <w:noProof/>
                <w:lang w:bidi="ar-SA"/>
              </w:rPr>
              <w:tab/>
            </w:r>
            <w:r w:rsidR="00992A06" w:rsidRPr="00BE76B8">
              <w:rPr>
                <w:rStyle w:val="Hyperlink"/>
                <w:noProof/>
              </w:rPr>
              <w:t>CONTEXT COVERAGE</w:t>
            </w:r>
            <w:r w:rsidR="00992A06">
              <w:rPr>
                <w:noProof/>
                <w:webHidden/>
              </w:rPr>
              <w:tab/>
            </w:r>
            <w:r w:rsidR="00992A06">
              <w:rPr>
                <w:noProof/>
                <w:webHidden/>
              </w:rPr>
              <w:fldChar w:fldCharType="begin"/>
            </w:r>
            <w:r w:rsidR="00992A06">
              <w:rPr>
                <w:noProof/>
                <w:webHidden/>
              </w:rPr>
              <w:instrText xml:space="preserve"> PAGEREF _Toc439685698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699" w:history="1">
            <w:r w:rsidR="00992A06" w:rsidRPr="00BE76B8">
              <w:rPr>
                <w:rStyle w:val="Hyperlink"/>
                <w:noProof/>
              </w:rPr>
              <w:t>2.5.1</w:t>
            </w:r>
            <w:r w:rsidR="00992A06">
              <w:rPr>
                <w:noProof/>
                <w:lang w:bidi="ar-SA"/>
              </w:rPr>
              <w:tab/>
            </w:r>
            <w:r w:rsidR="00992A06" w:rsidRPr="00BE76B8">
              <w:rPr>
                <w:rStyle w:val="Hyperlink"/>
                <w:noProof/>
              </w:rPr>
              <w:t>Context completeness</w:t>
            </w:r>
            <w:r w:rsidR="00992A06">
              <w:rPr>
                <w:noProof/>
                <w:webHidden/>
              </w:rPr>
              <w:tab/>
            </w:r>
            <w:r w:rsidR="00992A06">
              <w:rPr>
                <w:noProof/>
                <w:webHidden/>
              </w:rPr>
              <w:fldChar w:fldCharType="begin"/>
            </w:r>
            <w:r w:rsidR="00992A06">
              <w:rPr>
                <w:noProof/>
                <w:webHidden/>
              </w:rPr>
              <w:instrText xml:space="preserve"> PAGEREF _Toc439685699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992A06" w:rsidRDefault="00855638">
          <w:pPr>
            <w:pStyle w:val="TOC3"/>
            <w:tabs>
              <w:tab w:val="left" w:pos="1320"/>
              <w:tab w:val="right" w:leader="dot" w:pos="9350"/>
            </w:tabs>
            <w:rPr>
              <w:noProof/>
              <w:lang w:bidi="ar-SA"/>
            </w:rPr>
          </w:pPr>
          <w:hyperlink w:anchor="_Toc439685700" w:history="1">
            <w:r w:rsidR="00992A06" w:rsidRPr="00BE76B8">
              <w:rPr>
                <w:rStyle w:val="Hyperlink"/>
                <w:noProof/>
              </w:rPr>
              <w:t>2.5.2</w:t>
            </w:r>
            <w:r w:rsidR="00992A06">
              <w:rPr>
                <w:noProof/>
                <w:lang w:bidi="ar-SA"/>
              </w:rPr>
              <w:tab/>
            </w:r>
            <w:r w:rsidR="00992A06" w:rsidRPr="00BE76B8">
              <w:rPr>
                <w:rStyle w:val="Hyperlink"/>
                <w:noProof/>
              </w:rPr>
              <w:t>Flexibility</w:t>
            </w:r>
            <w:r w:rsidR="00992A06">
              <w:rPr>
                <w:noProof/>
                <w:webHidden/>
              </w:rPr>
              <w:tab/>
            </w:r>
            <w:r w:rsidR="00992A06">
              <w:rPr>
                <w:noProof/>
                <w:webHidden/>
              </w:rPr>
              <w:fldChar w:fldCharType="begin"/>
            </w:r>
            <w:r w:rsidR="00992A06">
              <w:rPr>
                <w:noProof/>
                <w:webHidden/>
              </w:rPr>
              <w:instrText xml:space="preserve"> PAGEREF _Toc439685700 \h </w:instrText>
            </w:r>
            <w:r w:rsidR="00992A06">
              <w:rPr>
                <w:noProof/>
                <w:webHidden/>
              </w:rPr>
            </w:r>
            <w:r w:rsidR="00992A06">
              <w:rPr>
                <w:noProof/>
                <w:webHidden/>
              </w:rPr>
              <w:fldChar w:fldCharType="separate"/>
            </w:r>
            <w:r w:rsidR="00992A06">
              <w:rPr>
                <w:noProof/>
                <w:webHidden/>
              </w:rPr>
              <w:t>16</w:t>
            </w:r>
            <w:r w:rsidR="00992A06">
              <w:rPr>
                <w:noProof/>
                <w:webHidden/>
              </w:rPr>
              <w:fldChar w:fldCharType="end"/>
            </w:r>
          </w:hyperlink>
        </w:p>
        <w:p w:rsidR="003A5B0D" w:rsidRDefault="00FA34F9">
          <w:r>
            <w:fldChar w:fldCharType="end"/>
          </w:r>
        </w:p>
      </w:sdtContent>
    </w:sdt>
    <w:p w:rsidR="00B44CF2" w:rsidRDefault="00B44CF2" w:rsidP="00B44CF2">
      <w:pPr>
        <w:rPr>
          <w:rFonts w:asciiTheme="majorHAnsi" w:eastAsiaTheme="majorEastAsia" w:hAnsiTheme="majorHAnsi" w:cstheme="majorBidi"/>
          <w:b/>
          <w:bCs/>
          <w:sz w:val="28"/>
          <w:szCs w:val="28"/>
        </w:rPr>
      </w:pPr>
      <w:r>
        <w:br w:type="page"/>
      </w:r>
    </w:p>
    <w:p w:rsidR="00FA0E6D" w:rsidRDefault="00FD3C0E" w:rsidP="00316426">
      <w:pPr>
        <w:pStyle w:val="Heading1"/>
      </w:pPr>
      <w:bookmarkStart w:id="1" w:name="_Toc439685623"/>
      <w:r>
        <w:lastRenderedPageBreak/>
        <w:t>1</w:t>
      </w:r>
      <w:r>
        <w:tab/>
      </w:r>
      <w:r w:rsidR="00316426">
        <w:t>OVERVIEW</w:t>
      </w:r>
      <w:bookmarkEnd w:id="1"/>
    </w:p>
    <w:p w:rsidR="00316426" w:rsidRDefault="009E2C4F" w:rsidP="00316426">
      <w:pPr>
        <w:pStyle w:val="Heading2"/>
      </w:pPr>
      <w:bookmarkStart w:id="2" w:name="_Toc439685624"/>
      <w:r>
        <w:t>1.1</w:t>
      </w:r>
      <w:r>
        <w:tab/>
      </w:r>
      <w:r w:rsidR="00316426">
        <w:t>Introduction</w:t>
      </w:r>
      <w:bookmarkEnd w:id="2"/>
    </w:p>
    <w:p w:rsidR="0083209D" w:rsidRDefault="00013756" w:rsidP="0083209D">
      <w:r>
        <w:t>I</w:t>
      </w:r>
      <w:r w:rsidR="00C57AE7">
        <w:t>n [GAP ANALYSIS]</w:t>
      </w:r>
      <w:r w:rsidR="0051197E">
        <w:t xml:space="preserve"> </w:t>
      </w:r>
      <w:r>
        <w:t xml:space="preserve">the similarities and differences </w:t>
      </w:r>
      <w:r w:rsidR="0051197E">
        <w:t xml:space="preserve">between </w:t>
      </w:r>
      <w:r w:rsidR="00D32750">
        <w:t xml:space="preserve">the </w:t>
      </w:r>
      <w:r w:rsidR="0051197E">
        <w:t xml:space="preserve">S-100 framework and </w:t>
      </w:r>
      <w:r w:rsidR="00E54284">
        <w:t xml:space="preserve">the </w:t>
      </w:r>
      <w:r w:rsidR="0051197E">
        <w:t>streaming data service</w:t>
      </w:r>
      <w:r w:rsidR="00E54284">
        <w:t xml:space="preserve"> </w:t>
      </w:r>
      <w:r w:rsidR="0051197E">
        <w:t>IVEF</w:t>
      </w:r>
      <w:r w:rsidR="0083209D">
        <w:t xml:space="preserve"> (Intersystem Vessel traffic image Exchange Format)</w:t>
      </w:r>
      <w:r w:rsidR="00E54284">
        <w:t xml:space="preserve"> has been set out. </w:t>
      </w:r>
      <w:r w:rsidR="0083209D">
        <w:t>IVEF has been selected as use case to see how to make S-100 fit for streaming data services.</w:t>
      </w:r>
    </w:p>
    <w:p w:rsidR="0051197E" w:rsidRDefault="00013756" w:rsidP="0051197E">
      <w:r>
        <w:t>I</w:t>
      </w:r>
      <w:r w:rsidR="001876DD">
        <w:t xml:space="preserve">n this document </w:t>
      </w:r>
      <w:r w:rsidR="0051197E">
        <w:t xml:space="preserve">a recommendation </w:t>
      </w:r>
      <w:r w:rsidR="001876DD">
        <w:t xml:space="preserve">is given </w:t>
      </w:r>
      <w:r w:rsidR="00FD3671">
        <w:t xml:space="preserve">on </w:t>
      </w:r>
      <w:r w:rsidR="001876DD">
        <w:t xml:space="preserve">how </w:t>
      </w:r>
      <w:r w:rsidR="00FD3671">
        <w:t xml:space="preserve">to </w:t>
      </w:r>
      <w:r w:rsidR="00D450AD">
        <w:t xml:space="preserve">extend the S-100 framework to </w:t>
      </w:r>
      <w:r w:rsidR="001876DD">
        <w:t>bridge the gap</w:t>
      </w:r>
      <w:r w:rsidR="003759EC">
        <w:t xml:space="preserve"> </w:t>
      </w:r>
      <w:r w:rsidR="0083209D">
        <w:t>between S-100 and IVEF</w:t>
      </w:r>
      <w:r w:rsidR="00D450AD">
        <w:t>.</w:t>
      </w:r>
    </w:p>
    <w:p w:rsidR="00316426" w:rsidRDefault="009E2C4F" w:rsidP="00316426">
      <w:pPr>
        <w:pStyle w:val="Heading2"/>
      </w:pPr>
      <w:bookmarkStart w:id="3" w:name="_Toc439685625"/>
      <w:r>
        <w:t>1</w:t>
      </w:r>
      <w:r w:rsidR="00A6448E">
        <w:t>.</w:t>
      </w:r>
      <w:r>
        <w:t>2</w:t>
      </w:r>
      <w:r>
        <w:tab/>
      </w:r>
      <w:r w:rsidR="00316426">
        <w:t>References</w:t>
      </w:r>
      <w:bookmarkEnd w:id="3"/>
    </w:p>
    <w:p w:rsidR="00316426" w:rsidRDefault="00C808A9" w:rsidP="00316426">
      <w:pPr>
        <w:pStyle w:val="Heading3"/>
      </w:pPr>
      <w:bookmarkStart w:id="4" w:name="_Toc439685626"/>
      <w:r>
        <w:t>1.</w:t>
      </w:r>
      <w:r w:rsidR="00DA454B">
        <w:t>2</w:t>
      </w:r>
      <w:r w:rsidR="00160BAA">
        <w:t>.1</w:t>
      </w:r>
      <w:r w:rsidR="00FD3C0E">
        <w:tab/>
      </w:r>
      <w:r w:rsidR="00316426">
        <w:t>Normative references</w:t>
      </w:r>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308"/>
      </w:tblGrid>
      <w:tr w:rsidR="00634086" w:rsidTr="00127507">
        <w:tc>
          <w:tcPr>
            <w:tcW w:w="2268" w:type="dxa"/>
          </w:tcPr>
          <w:p w:rsidR="00634086" w:rsidRDefault="00CF4CBE" w:rsidP="00087088">
            <w:pPr>
              <w:tabs>
                <w:tab w:val="left" w:pos="1133"/>
              </w:tabs>
            </w:pPr>
            <w:r>
              <w:t>[</w:t>
            </w:r>
            <w:r w:rsidR="00634086">
              <w:t>IVEF</w:t>
            </w:r>
            <w:r>
              <w:t>]</w:t>
            </w:r>
          </w:p>
        </w:tc>
        <w:tc>
          <w:tcPr>
            <w:tcW w:w="7308" w:type="dxa"/>
          </w:tcPr>
          <w:p w:rsidR="00634086" w:rsidRDefault="00634086" w:rsidP="00087088">
            <w:r>
              <w:t>IALA Recommendation V-145 on the Inter-VTS Exchange Format Service</w:t>
            </w:r>
          </w:p>
          <w:p w:rsidR="00634086" w:rsidRDefault="00634086" w:rsidP="00087088">
            <w:r>
              <w:t>Edition 1</w:t>
            </w:r>
          </w:p>
          <w:p w:rsidR="00634086" w:rsidRDefault="00634086" w:rsidP="00087088">
            <w:r>
              <w:t>June 2011</w:t>
            </w:r>
          </w:p>
          <w:p w:rsidR="009E3A95" w:rsidRDefault="009E3A95" w:rsidP="00087088"/>
        </w:tc>
      </w:tr>
      <w:tr w:rsidR="00634086" w:rsidTr="00127507">
        <w:tc>
          <w:tcPr>
            <w:tcW w:w="2268" w:type="dxa"/>
          </w:tcPr>
          <w:p w:rsidR="00634086" w:rsidRDefault="00CF4CBE" w:rsidP="00087088">
            <w:pPr>
              <w:tabs>
                <w:tab w:val="left" w:pos="1133"/>
              </w:tabs>
            </w:pPr>
            <w:r>
              <w:t>[</w:t>
            </w:r>
            <w:r w:rsidR="00634086">
              <w:t>S-100</w:t>
            </w:r>
            <w:r>
              <w:t>]</w:t>
            </w:r>
          </w:p>
        </w:tc>
        <w:tc>
          <w:tcPr>
            <w:tcW w:w="7308" w:type="dxa"/>
          </w:tcPr>
          <w:p w:rsidR="00634086" w:rsidRDefault="00634086" w:rsidP="00087088">
            <w:r>
              <w:t>S-100 IHO Universal Hydrographic Data Model</w:t>
            </w:r>
          </w:p>
          <w:p w:rsidR="00634086" w:rsidRDefault="00634086" w:rsidP="00087088">
            <w:r>
              <w:t>Edition 2.0.0</w:t>
            </w:r>
          </w:p>
          <w:p w:rsidR="00634086" w:rsidRDefault="00634086" w:rsidP="00087088">
            <w:r>
              <w:t>June 2015</w:t>
            </w:r>
          </w:p>
          <w:p w:rsidR="009E3A95" w:rsidRDefault="009E3A95" w:rsidP="00087088"/>
        </w:tc>
      </w:tr>
      <w:tr w:rsidR="00634086" w:rsidTr="00127507">
        <w:tc>
          <w:tcPr>
            <w:tcW w:w="2268" w:type="dxa"/>
          </w:tcPr>
          <w:p w:rsidR="00634086" w:rsidRDefault="00CF4CBE" w:rsidP="00087088">
            <w:pPr>
              <w:tabs>
                <w:tab w:val="left" w:pos="1133"/>
              </w:tabs>
            </w:pPr>
            <w:bookmarkStart w:id="5" w:name="IVEF"/>
            <w:r>
              <w:t>[</w:t>
            </w:r>
            <w:r w:rsidR="00634086">
              <w:t>IALA S-100</w:t>
            </w:r>
            <w:bookmarkEnd w:id="5"/>
            <w:r>
              <w:t>]</w:t>
            </w:r>
          </w:p>
        </w:tc>
        <w:tc>
          <w:tcPr>
            <w:tcW w:w="7308" w:type="dxa"/>
          </w:tcPr>
          <w:p w:rsidR="00634086" w:rsidRDefault="00992A06" w:rsidP="00087088">
            <w:r>
              <w:t xml:space="preserve">IALA Guideline No. 1106 on </w:t>
            </w:r>
            <w:r w:rsidR="00634086">
              <w:t>Producing an IALA S100 Product Specification</w:t>
            </w:r>
          </w:p>
          <w:p w:rsidR="00634086" w:rsidRDefault="00634086" w:rsidP="00087088">
            <w:r>
              <w:t>Edition 1</w:t>
            </w:r>
          </w:p>
          <w:p w:rsidR="00634086" w:rsidRDefault="00634086" w:rsidP="00087088">
            <w:r>
              <w:t>December 2013</w:t>
            </w:r>
          </w:p>
          <w:p w:rsidR="009E3A95" w:rsidRDefault="009E3A95" w:rsidP="00087088"/>
        </w:tc>
      </w:tr>
      <w:tr w:rsidR="00B94E0C" w:rsidTr="00127507">
        <w:tc>
          <w:tcPr>
            <w:tcW w:w="2268" w:type="dxa"/>
          </w:tcPr>
          <w:p w:rsidR="00B94E0C" w:rsidRDefault="00B94E0C" w:rsidP="00087088">
            <w:pPr>
              <w:tabs>
                <w:tab w:val="left" w:pos="1133"/>
              </w:tabs>
            </w:pPr>
            <w:r>
              <w:t>[GAP ANALYSIS]</w:t>
            </w:r>
          </w:p>
        </w:tc>
        <w:tc>
          <w:tcPr>
            <w:tcW w:w="7308" w:type="dxa"/>
          </w:tcPr>
          <w:p w:rsidR="00B94E0C" w:rsidRDefault="00B94E0C" w:rsidP="00087088">
            <w:r>
              <w:t>IVEF - S100 Gap Analysis</w:t>
            </w:r>
          </w:p>
          <w:p w:rsidR="00B94E0C" w:rsidRDefault="00B94E0C" w:rsidP="00087088">
            <w:r>
              <w:t>Author: S. Ha</w:t>
            </w:r>
          </w:p>
          <w:p w:rsidR="00B94E0C" w:rsidRDefault="00B94E0C" w:rsidP="00087088">
            <w:r>
              <w:t>Status: Author Approved</w:t>
            </w:r>
          </w:p>
          <w:p w:rsidR="00B94E0C" w:rsidRDefault="00B94E0C" w:rsidP="00087088">
            <w:r>
              <w:t>Date: 04 January 2016</w:t>
            </w:r>
          </w:p>
        </w:tc>
      </w:tr>
    </w:tbl>
    <w:p w:rsidR="008E3A5B" w:rsidRDefault="008E3A5B" w:rsidP="00FD3C0E"/>
    <w:p w:rsidR="00FD3C0E" w:rsidRDefault="00FD3C0E" w:rsidP="00FD3C0E">
      <w:pPr>
        <w:pStyle w:val="Heading3"/>
      </w:pPr>
      <w:bookmarkStart w:id="6" w:name="_Toc439685627"/>
      <w:r>
        <w:t>1.</w:t>
      </w:r>
      <w:r w:rsidR="00DA454B">
        <w:t>2</w:t>
      </w:r>
      <w:r>
        <w:t>.2</w:t>
      </w:r>
      <w:r>
        <w:tab/>
        <w:t>Informative references</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7308"/>
      </w:tblGrid>
      <w:tr w:rsidR="008E3A5B" w:rsidTr="00C51CFF">
        <w:tc>
          <w:tcPr>
            <w:tcW w:w="2268" w:type="dxa"/>
          </w:tcPr>
          <w:p w:rsidR="008E3A5B" w:rsidRDefault="00767181" w:rsidP="00087088">
            <w:pPr>
              <w:tabs>
                <w:tab w:val="left" w:pos="1133"/>
              </w:tabs>
            </w:pPr>
            <w:r>
              <w:t>[</w:t>
            </w:r>
            <w:r w:rsidR="008E3A5B">
              <w:t>ISO</w:t>
            </w:r>
            <w:r w:rsidR="001F581B">
              <w:t>/IEC</w:t>
            </w:r>
            <w:r w:rsidR="008E3A5B">
              <w:t xml:space="preserve"> 25010</w:t>
            </w:r>
            <w:r w:rsidR="001F581B">
              <w:t>:2011</w:t>
            </w:r>
            <w:r>
              <w:t>]</w:t>
            </w:r>
          </w:p>
          <w:p w:rsidR="001F581B" w:rsidRDefault="001F581B" w:rsidP="00087088">
            <w:pPr>
              <w:tabs>
                <w:tab w:val="left" w:pos="1133"/>
              </w:tabs>
            </w:pPr>
          </w:p>
        </w:tc>
        <w:tc>
          <w:tcPr>
            <w:tcW w:w="7308" w:type="dxa"/>
          </w:tcPr>
          <w:p w:rsidR="008E3A5B" w:rsidRDefault="008E3A5B" w:rsidP="00087088">
            <w:r w:rsidRPr="00821D4E">
              <w:t>http://www.iso.org/iso/iso_catalogue/catalogue_tc/catalogue_detail.htm?csnumber=35733</w:t>
            </w:r>
          </w:p>
        </w:tc>
      </w:tr>
      <w:tr w:rsidR="00AD00BD" w:rsidTr="00C51CFF">
        <w:tc>
          <w:tcPr>
            <w:tcW w:w="2268" w:type="dxa"/>
          </w:tcPr>
          <w:p w:rsidR="00AD00BD" w:rsidRDefault="00767181" w:rsidP="00087088">
            <w:pPr>
              <w:tabs>
                <w:tab w:val="left" w:pos="1133"/>
              </w:tabs>
            </w:pPr>
            <w:r>
              <w:t>[</w:t>
            </w:r>
            <w:r w:rsidR="00AD00BD">
              <w:t>ISO</w:t>
            </w:r>
            <w:r w:rsidR="00DF6485">
              <w:t>/IEC</w:t>
            </w:r>
            <w:r w:rsidR="00AD00BD">
              <w:t xml:space="preserve"> 12207</w:t>
            </w:r>
            <w:r w:rsidR="001F581B">
              <w:t>:2008</w:t>
            </w:r>
            <w:r>
              <w:t>]</w:t>
            </w:r>
          </w:p>
        </w:tc>
        <w:tc>
          <w:tcPr>
            <w:tcW w:w="7308" w:type="dxa"/>
          </w:tcPr>
          <w:p w:rsidR="00AD00BD" w:rsidRPr="00821D4E" w:rsidRDefault="00AE4B88" w:rsidP="00087088">
            <w:r w:rsidRPr="00AE4B88">
              <w:t>http://www.iso.org/iso/catalogue_detail?csnumber=43447</w:t>
            </w:r>
          </w:p>
        </w:tc>
      </w:tr>
    </w:tbl>
    <w:p w:rsidR="00FD3C0E" w:rsidRDefault="00FD3C0E" w:rsidP="00FD3C0E"/>
    <w:p w:rsidR="00FD3C0E" w:rsidRDefault="0037741E" w:rsidP="00FD3C0E">
      <w:pPr>
        <w:pStyle w:val="Heading2"/>
      </w:pPr>
      <w:bookmarkStart w:id="7" w:name="_Toc439685628"/>
      <w:r>
        <w:t>1.3</w:t>
      </w:r>
      <w:r>
        <w:tab/>
      </w:r>
      <w:r w:rsidR="00FD3C0E">
        <w:t>Terms, definitions and abbreviations</w:t>
      </w:r>
      <w:bookmarkEnd w:id="7"/>
    </w:p>
    <w:p w:rsidR="00FD3C0E" w:rsidRPr="00FD3C0E" w:rsidRDefault="00FD3C0E" w:rsidP="00FD3C0E">
      <w:pPr>
        <w:pStyle w:val="Heading3"/>
      </w:pPr>
      <w:bookmarkStart w:id="8" w:name="_Toc439685629"/>
      <w:r>
        <w:t>1.</w:t>
      </w:r>
      <w:r w:rsidR="0037741E">
        <w:t>3</w:t>
      </w:r>
      <w:r>
        <w:t>.</w:t>
      </w:r>
      <w:r w:rsidR="0037741E">
        <w:t>1</w:t>
      </w:r>
      <w:r>
        <w:tab/>
        <w:t>Terms and Definitions</w:t>
      </w:r>
      <w:bookmarkEnd w:id="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308"/>
      </w:tblGrid>
      <w:tr w:rsidR="00A9632B" w:rsidTr="002F7CC9">
        <w:tc>
          <w:tcPr>
            <w:tcW w:w="2268" w:type="dxa"/>
          </w:tcPr>
          <w:p w:rsidR="00A9632B" w:rsidRDefault="00A9632B" w:rsidP="00087088"/>
        </w:tc>
        <w:tc>
          <w:tcPr>
            <w:tcW w:w="7308" w:type="dxa"/>
          </w:tcPr>
          <w:p w:rsidR="00A9632B" w:rsidRDefault="00A9632B" w:rsidP="00087088"/>
        </w:tc>
      </w:tr>
      <w:tr w:rsidR="003106A9" w:rsidTr="00644B43">
        <w:tc>
          <w:tcPr>
            <w:tcW w:w="2268" w:type="dxa"/>
          </w:tcPr>
          <w:p w:rsidR="003106A9" w:rsidRDefault="003106A9" w:rsidP="00644B43">
            <w:r>
              <w:t>J-STD-016</w:t>
            </w:r>
          </w:p>
        </w:tc>
        <w:tc>
          <w:tcPr>
            <w:tcW w:w="7308" w:type="dxa"/>
          </w:tcPr>
          <w:p w:rsidR="003106A9" w:rsidRDefault="003106A9" w:rsidP="00644B43">
            <w:r>
              <w:t xml:space="preserve">Standard for Information Technology, Software Life Cycle Processes - Software Development. This standard </w:t>
            </w:r>
            <w:r w:rsidR="001535EA">
              <w:t xml:space="preserve">is the demilitarized version of the </w:t>
            </w:r>
            <w:r w:rsidR="001E50D6">
              <w:t>military standard named</w:t>
            </w:r>
            <w:r>
              <w:t xml:space="preserve"> MIL-STD-498.</w:t>
            </w:r>
          </w:p>
          <w:p w:rsidR="003106A9" w:rsidRDefault="003106A9" w:rsidP="00644B43"/>
        </w:tc>
      </w:tr>
      <w:tr w:rsidR="003106A9" w:rsidTr="00644B43">
        <w:tc>
          <w:tcPr>
            <w:tcW w:w="2268" w:type="dxa"/>
          </w:tcPr>
          <w:p w:rsidR="003106A9" w:rsidRDefault="003106A9" w:rsidP="00644B43">
            <w:r>
              <w:t xml:space="preserve">Quality requirements / non-functional </w:t>
            </w:r>
            <w:r>
              <w:lastRenderedPageBreak/>
              <w:t>requirements</w:t>
            </w:r>
          </w:p>
        </w:tc>
        <w:tc>
          <w:tcPr>
            <w:tcW w:w="7308" w:type="dxa"/>
          </w:tcPr>
          <w:p w:rsidR="003106A9" w:rsidRDefault="003106A9" w:rsidP="00644B43">
            <w:r>
              <w:lastRenderedPageBreak/>
              <w:t xml:space="preserve">The term "quality requirements" is also used for "non-functional requirement". These quality or non-functional </w:t>
            </w:r>
            <w:proofErr w:type="gramStart"/>
            <w:r>
              <w:t>requirements,</w:t>
            </w:r>
            <w:proofErr w:type="gramEnd"/>
            <w:r>
              <w:t xml:space="preserve"> are requirements which do not </w:t>
            </w:r>
            <w:r>
              <w:lastRenderedPageBreak/>
              <w:t>address a functionality for the user. It addresses requirements on the system which are necessary to support the functionalities. Example quality requirements: requirements on maintainability, requirements on reliability, requirements on timeliness, requirements on testability and requirements on security for example.</w:t>
            </w:r>
          </w:p>
        </w:tc>
      </w:tr>
      <w:tr w:rsidR="003106A9" w:rsidTr="002F7CC9">
        <w:tc>
          <w:tcPr>
            <w:tcW w:w="2268" w:type="dxa"/>
          </w:tcPr>
          <w:p w:rsidR="003106A9" w:rsidRDefault="003106A9" w:rsidP="00087088"/>
        </w:tc>
        <w:tc>
          <w:tcPr>
            <w:tcW w:w="7308" w:type="dxa"/>
          </w:tcPr>
          <w:p w:rsidR="003106A9" w:rsidRDefault="003106A9" w:rsidP="00087088"/>
        </w:tc>
      </w:tr>
      <w:tr w:rsidR="003106A9" w:rsidTr="002F7CC9">
        <w:tc>
          <w:tcPr>
            <w:tcW w:w="2268" w:type="dxa"/>
          </w:tcPr>
          <w:p w:rsidR="003106A9" w:rsidRDefault="003106A9" w:rsidP="00087088">
            <w:r>
              <w:t>Levels (IVEF)</w:t>
            </w:r>
          </w:p>
        </w:tc>
        <w:tc>
          <w:tcPr>
            <w:tcW w:w="7308" w:type="dxa"/>
          </w:tcPr>
          <w:p w:rsidR="003106A9" w:rsidRDefault="003106A9" w:rsidP="00087088">
            <w:r>
              <w:t xml:space="preserve">For IVEF data, three levels </w:t>
            </w:r>
            <w:r w:rsidR="003A73C1">
              <w:t xml:space="preserve">of data </w:t>
            </w:r>
            <w:r>
              <w:t>have been defined:</w:t>
            </w:r>
          </w:p>
          <w:p w:rsidR="003106A9" w:rsidRDefault="003106A9" w:rsidP="003106A9">
            <w:pPr>
              <w:pStyle w:val="ListParagraph"/>
              <w:numPr>
                <w:ilvl w:val="0"/>
                <w:numId w:val="10"/>
              </w:numPr>
            </w:pPr>
            <w:r>
              <w:t>Message level data: Data which is exchanged in messages containing Vessel Traffic Image data.</w:t>
            </w:r>
            <w:r w:rsidR="00B72D6F">
              <w:t xml:space="preserve"> This data contains metadata as well as data.</w:t>
            </w:r>
          </w:p>
          <w:p w:rsidR="003106A9" w:rsidRDefault="003106A9" w:rsidP="003106A9">
            <w:pPr>
              <w:ind w:firstLine="45"/>
            </w:pPr>
          </w:p>
          <w:p w:rsidR="003106A9" w:rsidRDefault="003106A9" w:rsidP="003106A9">
            <w:pPr>
              <w:pStyle w:val="ListParagraph"/>
              <w:numPr>
                <w:ilvl w:val="0"/>
                <w:numId w:val="10"/>
              </w:numPr>
            </w:pPr>
            <w:r>
              <w:t>Dataset level: Vessel Traffic Image data which is available at the IVEF service.</w:t>
            </w:r>
            <w:r w:rsidR="00302265">
              <w:t xml:space="preserve"> This data is exchanged with users, using messages.</w:t>
            </w:r>
          </w:p>
          <w:p w:rsidR="003106A9" w:rsidRDefault="003106A9" w:rsidP="00087088"/>
          <w:p w:rsidR="003106A9" w:rsidRDefault="003106A9" w:rsidP="008F3CB5">
            <w:pPr>
              <w:pStyle w:val="ListParagraph"/>
              <w:numPr>
                <w:ilvl w:val="0"/>
                <w:numId w:val="10"/>
              </w:numPr>
            </w:pPr>
            <w:r>
              <w:t>Service level</w:t>
            </w:r>
            <w:r w:rsidR="008F3CB5">
              <w:t xml:space="preserve"> data: Data which is exchanged</w:t>
            </w:r>
            <w:r w:rsidR="0069444F">
              <w:t xml:space="preserve">, </w:t>
            </w:r>
            <w:r>
              <w:t>con</w:t>
            </w:r>
            <w:r w:rsidR="0069444F">
              <w:t xml:space="preserve">taining information on </w:t>
            </w:r>
            <w:r>
              <w:t xml:space="preserve">the IVEF service. </w:t>
            </w:r>
          </w:p>
        </w:tc>
      </w:tr>
      <w:tr w:rsidR="003106A9" w:rsidTr="002F7CC9">
        <w:tc>
          <w:tcPr>
            <w:tcW w:w="2268" w:type="dxa"/>
          </w:tcPr>
          <w:p w:rsidR="003106A9" w:rsidRDefault="003106A9" w:rsidP="00087088"/>
        </w:tc>
        <w:tc>
          <w:tcPr>
            <w:tcW w:w="7308" w:type="dxa"/>
          </w:tcPr>
          <w:p w:rsidR="003106A9" w:rsidRDefault="003106A9" w:rsidP="00087088"/>
        </w:tc>
      </w:tr>
      <w:tr w:rsidR="003106A9" w:rsidTr="002F7CC9">
        <w:tc>
          <w:tcPr>
            <w:tcW w:w="2268" w:type="dxa"/>
          </w:tcPr>
          <w:p w:rsidR="003106A9" w:rsidRDefault="003106A9" w:rsidP="00087088">
            <w:r>
              <w:t>Service (IVEF)</w:t>
            </w:r>
          </w:p>
        </w:tc>
        <w:tc>
          <w:tcPr>
            <w:tcW w:w="7308" w:type="dxa"/>
          </w:tcPr>
          <w:p w:rsidR="003106A9" w:rsidRDefault="003106A9" w:rsidP="00087088">
            <w:r>
              <w:t>A service is a collection of functionality which is served to its users. Users only have to know what functionality is offered and how they can make use of the services.</w:t>
            </w:r>
          </w:p>
          <w:p w:rsidR="003106A9" w:rsidRDefault="003106A9" w:rsidP="00087088">
            <w:r>
              <w:t>In this document we use "IVEF service/system", as the IVEF specification contains service as well as system specifications.</w:t>
            </w:r>
          </w:p>
          <w:p w:rsidR="003106A9" w:rsidRDefault="003106A9" w:rsidP="00087088"/>
        </w:tc>
      </w:tr>
      <w:tr w:rsidR="003106A9" w:rsidTr="002F7CC9">
        <w:tc>
          <w:tcPr>
            <w:tcW w:w="2268" w:type="dxa"/>
          </w:tcPr>
          <w:p w:rsidR="003106A9" w:rsidRDefault="003106A9" w:rsidP="00087088">
            <w:r>
              <w:t>Software (IVEF)</w:t>
            </w:r>
          </w:p>
        </w:tc>
        <w:tc>
          <w:tcPr>
            <w:tcW w:w="7308" w:type="dxa"/>
          </w:tcPr>
          <w:p w:rsidR="003106A9" w:rsidRDefault="003106A9" w:rsidP="00087088">
            <w:r>
              <w:t xml:space="preserve">Software and system are sometimes used for the same thing. Usually when we consider software, the scope is somewhat </w:t>
            </w:r>
            <w:proofErr w:type="gramStart"/>
            <w:r>
              <w:t>more narrow</w:t>
            </w:r>
            <w:proofErr w:type="gramEnd"/>
            <w:r>
              <w:t xml:space="preserve"> than when considering systems (for example when talking about network protocols). In this document we use the term system for IVEF rather than software.</w:t>
            </w:r>
          </w:p>
          <w:p w:rsidR="003106A9" w:rsidRDefault="003106A9" w:rsidP="00087088"/>
        </w:tc>
      </w:tr>
      <w:tr w:rsidR="003106A9" w:rsidTr="002F7CC9">
        <w:tc>
          <w:tcPr>
            <w:tcW w:w="2268" w:type="dxa"/>
          </w:tcPr>
          <w:p w:rsidR="003106A9" w:rsidRDefault="003106A9" w:rsidP="00087088">
            <w:r>
              <w:t>System (IVEF)</w:t>
            </w:r>
          </w:p>
        </w:tc>
        <w:tc>
          <w:tcPr>
            <w:tcW w:w="7308" w:type="dxa"/>
          </w:tcPr>
          <w:p w:rsidR="003106A9" w:rsidRDefault="003106A9" w:rsidP="00087088">
            <w:r>
              <w:t>A system is the collection of software which together provide certain functionality (can be described in services), but also includes aspects on maintenance, modularity, efficiency, security, reliability, etc. These are not directly functionalities to users. Requirements on systems contain a part which describe functionalities and a part which describe non-functionalities, also called quality requirements.</w:t>
            </w:r>
          </w:p>
          <w:p w:rsidR="003106A9" w:rsidRDefault="003106A9" w:rsidP="00087088">
            <w:r>
              <w:t>In this document we use "IVEF service/system", as the IVEF specification contains service as well as system specifications.</w:t>
            </w:r>
          </w:p>
          <w:p w:rsidR="003106A9" w:rsidRDefault="003106A9" w:rsidP="00087088"/>
        </w:tc>
      </w:tr>
      <w:tr w:rsidR="003106A9" w:rsidTr="00644B43">
        <w:tc>
          <w:tcPr>
            <w:tcW w:w="2268" w:type="dxa"/>
          </w:tcPr>
          <w:p w:rsidR="003106A9" w:rsidRDefault="003106A9" w:rsidP="00644B43">
            <w:r>
              <w:t>Vessel Traffic Image</w:t>
            </w:r>
          </w:p>
        </w:tc>
        <w:tc>
          <w:tcPr>
            <w:tcW w:w="7308" w:type="dxa"/>
          </w:tcPr>
          <w:p w:rsidR="003106A9" w:rsidRDefault="003106A9" w:rsidP="00644B43">
            <w:r>
              <w:t>The consolidated information about vessels and their movements in a particular area of interest.</w:t>
            </w:r>
          </w:p>
          <w:p w:rsidR="003106A9" w:rsidRDefault="003106A9" w:rsidP="00644B43"/>
        </w:tc>
      </w:tr>
    </w:tbl>
    <w:p w:rsidR="00A9632B" w:rsidRDefault="00A9632B" w:rsidP="00FD3C0E"/>
    <w:p w:rsidR="00FD3C0E" w:rsidRDefault="00FD3C0E" w:rsidP="00FD3C0E">
      <w:pPr>
        <w:pStyle w:val="Heading3"/>
      </w:pPr>
      <w:bookmarkStart w:id="9" w:name="_Toc439685630"/>
      <w:r>
        <w:t>1.</w:t>
      </w:r>
      <w:r w:rsidR="0037741E">
        <w:t>3.2</w:t>
      </w:r>
      <w:r>
        <w:tab/>
        <w:t>Abbreviations</w:t>
      </w:r>
      <w:bookmarkEnd w:id="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7218"/>
      </w:tblGrid>
      <w:tr w:rsidR="00FD3C0E" w:rsidTr="002F7CC9">
        <w:tc>
          <w:tcPr>
            <w:tcW w:w="2358" w:type="dxa"/>
          </w:tcPr>
          <w:p w:rsidR="00FD3C0E" w:rsidRDefault="00FD3C0E" w:rsidP="00FD3C0E">
            <w:pPr>
              <w:tabs>
                <w:tab w:val="left" w:pos="1133"/>
              </w:tabs>
            </w:pPr>
            <w:r w:rsidRPr="00FD3C0E">
              <w:t>IALA-AISM</w:t>
            </w:r>
          </w:p>
        </w:tc>
        <w:tc>
          <w:tcPr>
            <w:tcW w:w="7218" w:type="dxa"/>
          </w:tcPr>
          <w:p w:rsidR="00FD3C0E" w:rsidRDefault="00FD3C0E" w:rsidP="00FD3C0E">
            <w:r w:rsidRPr="00FD3C0E">
              <w:t>International Association of marine aids to navigation and Lighthouse Authorities</w:t>
            </w:r>
          </w:p>
        </w:tc>
      </w:tr>
      <w:tr w:rsidR="00FD3C0E" w:rsidTr="002F7CC9">
        <w:tc>
          <w:tcPr>
            <w:tcW w:w="2358" w:type="dxa"/>
          </w:tcPr>
          <w:p w:rsidR="00FD3C0E" w:rsidRDefault="00FD3C0E" w:rsidP="00FD3C0E">
            <w:r>
              <w:t>CRS</w:t>
            </w:r>
          </w:p>
        </w:tc>
        <w:tc>
          <w:tcPr>
            <w:tcW w:w="7218" w:type="dxa"/>
          </w:tcPr>
          <w:p w:rsidR="00FD3C0E" w:rsidRDefault="00FD3C0E" w:rsidP="00FD3C0E">
            <w:r w:rsidRPr="00FD3C0E">
              <w:t>Coordinate Reference System</w:t>
            </w:r>
          </w:p>
        </w:tc>
      </w:tr>
      <w:tr w:rsidR="00FD3C0E" w:rsidTr="002F7CC9">
        <w:tc>
          <w:tcPr>
            <w:tcW w:w="2358" w:type="dxa"/>
          </w:tcPr>
          <w:p w:rsidR="00FD3C0E" w:rsidRDefault="00FD3C0E" w:rsidP="00FD3C0E">
            <w:r>
              <w:t>ECDIS</w:t>
            </w:r>
          </w:p>
        </w:tc>
        <w:tc>
          <w:tcPr>
            <w:tcW w:w="7218" w:type="dxa"/>
          </w:tcPr>
          <w:p w:rsidR="00FD3C0E" w:rsidRDefault="00FD3C0E" w:rsidP="00FD3C0E">
            <w:r w:rsidRPr="00FD3C0E">
              <w:t>Electronic Chart Display Information System</w:t>
            </w:r>
          </w:p>
        </w:tc>
      </w:tr>
      <w:tr w:rsidR="00FD3C0E" w:rsidTr="002F7CC9">
        <w:tc>
          <w:tcPr>
            <w:tcW w:w="2358" w:type="dxa"/>
          </w:tcPr>
          <w:p w:rsidR="00FD3C0E" w:rsidRDefault="00FD3C0E" w:rsidP="00FD3C0E">
            <w:r>
              <w:t>EPSG</w:t>
            </w:r>
          </w:p>
        </w:tc>
        <w:tc>
          <w:tcPr>
            <w:tcW w:w="7218" w:type="dxa"/>
          </w:tcPr>
          <w:p w:rsidR="00FD3C0E" w:rsidRDefault="00FD3C0E" w:rsidP="00FD3C0E">
            <w:r w:rsidRPr="00FD3C0E">
              <w:t>European Petroleum Survey Group</w:t>
            </w:r>
          </w:p>
        </w:tc>
      </w:tr>
      <w:tr w:rsidR="00FD3C0E" w:rsidTr="002F7CC9">
        <w:tc>
          <w:tcPr>
            <w:tcW w:w="2358" w:type="dxa"/>
          </w:tcPr>
          <w:p w:rsidR="00FD3C0E" w:rsidRDefault="00FD3C0E" w:rsidP="00FD3C0E">
            <w:r>
              <w:t>ENC</w:t>
            </w:r>
          </w:p>
        </w:tc>
        <w:tc>
          <w:tcPr>
            <w:tcW w:w="7218" w:type="dxa"/>
          </w:tcPr>
          <w:p w:rsidR="00FD3C0E" w:rsidRDefault="00FD3C0E" w:rsidP="00FD3C0E">
            <w:r w:rsidRPr="00FD3C0E">
              <w:t>Electronic Navigational Chart</w:t>
            </w:r>
          </w:p>
        </w:tc>
      </w:tr>
      <w:tr w:rsidR="00FD3C0E" w:rsidTr="002F7CC9">
        <w:tc>
          <w:tcPr>
            <w:tcW w:w="2358" w:type="dxa"/>
          </w:tcPr>
          <w:p w:rsidR="00FD3C0E" w:rsidRDefault="00FD3C0E" w:rsidP="00FD3C0E">
            <w:r>
              <w:lastRenderedPageBreak/>
              <w:t>IHO</w:t>
            </w:r>
          </w:p>
        </w:tc>
        <w:tc>
          <w:tcPr>
            <w:tcW w:w="7218" w:type="dxa"/>
          </w:tcPr>
          <w:p w:rsidR="00FD3C0E" w:rsidRDefault="00FD3C0E" w:rsidP="00FD3C0E">
            <w:pPr>
              <w:tabs>
                <w:tab w:val="left" w:pos="4508"/>
              </w:tabs>
            </w:pPr>
            <w:r w:rsidRPr="00FD3C0E">
              <w:t>International Hydrographic Organization</w:t>
            </w:r>
          </w:p>
        </w:tc>
      </w:tr>
      <w:tr w:rsidR="00FD3C0E" w:rsidTr="002F7CC9">
        <w:tc>
          <w:tcPr>
            <w:tcW w:w="2358" w:type="dxa"/>
          </w:tcPr>
          <w:p w:rsidR="00FD3C0E" w:rsidRDefault="00FD3C0E" w:rsidP="00FD3C0E">
            <w:r>
              <w:t>IMO</w:t>
            </w:r>
          </w:p>
        </w:tc>
        <w:tc>
          <w:tcPr>
            <w:tcW w:w="7218" w:type="dxa"/>
          </w:tcPr>
          <w:p w:rsidR="00FD3C0E" w:rsidRDefault="00FD3C0E" w:rsidP="00FD3C0E">
            <w:pPr>
              <w:tabs>
                <w:tab w:val="left" w:pos="1058"/>
              </w:tabs>
            </w:pPr>
            <w:r w:rsidRPr="00FD3C0E">
              <w:t>International Maritime Organization</w:t>
            </w:r>
          </w:p>
        </w:tc>
      </w:tr>
      <w:tr w:rsidR="00592045" w:rsidTr="002F7CC9">
        <w:tc>
          <w:tcPr>
            <w:tcW w:w="2358" w:type="dxa"/>
          </w:tcPr>
          <w:p w:rsidR="00592045" w:rsidRDefault="00592045" w:rsidP="00087088">
            <w:r>
              <w:t>ISO</w:t>
            </w:r>
          </w:p>
        </w:tc>
        <w:tc>
          <w:tcPr>
            <w:tcW w:w="7218" w:type="dxa"/>
          </w:tcPr>
          <w:p w:rsidR="00592045" w:rsidRDefault="00592045" w:rsidP="00087088">
            <w:r w:rsidRPr="00FD3C0E">
              <w:t>International Organization for Standardization</w:t>
            </w:r>
          </w:p>
        </w:tc>
      </w:tr>
      <w:tr w:rsidR="00592045" w:rsidTr="002F7CC9">
        <w:tc>
          <w:tcPr>
            <w:tcW w:w="2358" w:type="dxa"/>
          </w:tcPr>
          <w:p w:rsidR="00592045" w:rsidRDefault="00592045" w:rsidP="00087088">
            <w:r>
              <w:t>IVEF</w:t>
            </w:r>
          </w:p>
        </w:tc>
        <w:tc>
          <w:tcPr>
            <w:tcW w:w="7218" w:type="dxa"/>
          </w:tcPr>
          <w:p w:rsidR="00592045" w:rsidRPr="00FD3C0E" w:rsidRDefault="00592045" w:rsidP="00087088">
            <w:r>
              <w:t>Intersystem Vessel traffic image Exchange Format</w:t>
            </w:r>
          </w:p>
        </w:tc>
      </w:tr>
      <w:tr w:rsidR="00592045" w:rsidTr="002F7CC9">
        <w:tc>
          <w:tcPr>
            <w:tcW w:w="2358" w:type="dxa"/>
          </w:tcPr>
          <w:p w:rsidR="00592045" w:rsidRDefault="00592045" w:rsidP="00087088">
            <w:r>
              <w:t>VTI</w:t>
            </w:r>
          </w:p>
        </w:tc>
        <w:tc>
          <w:tcPr>
            <w:tcW w:w="7218" w:type="dxa"/>
          </w:tcPr>
          <w:p w:rsidR="00592045" w:rsidRDefault="00592045" w:rsidP="00087088">
            <w:r>
              <w:t>Vessel Traffic Image</w:t>
            </w:r>
          </w:p>
        </w:tc>
      </w:tr>
      <w:tr w:rsidR="00592045" w:rsidTr="002F7CC9">
        <w:tc>
          <w:tcPr>
            <w:tcW w:w="2358" w:type="dxa"/>
          </w:tcPr>
          <w:p w:rsidR="00592045" w:rsidRDefault="00592045" w:rsidP="00087088">
            <w:r>
              <w:t>VTS</w:t>
            </w:r>
          </w:p>
        </w:tc>
        <w:tc>
          <w:tcPr>
            <w:tcW w:w="7218" w:type="dxa"/>
          </w:tcPr>
          <w:p w:rsidR="00592045" w:rsidRPr="00FD3C0E" w:rsidRDefault="00592045" w:rsidP="00087088">
            <w:r>
              <w:t>Vessel Traffic Service</w:t>
            </w:r>
          </w:p>
        </w:tc>
      </w:tr>
      <w:tr w:rsidR="00592045" w:rsidTr="002F7CC9">
        <w:tc>
          <w:tcPr>
            <w:tcW w:w="2358" w:type="dxa"/>
          </w:tcPr>
          <w:p w:rsidR="00592045" w:rsidRDefault="00592045" w:rsidP="00087088">
            <w:r>
              <w:t>XML</w:t>
            </w:r>
          </w:p>
        </w:tc>
        <w:tc>
          <w:tcPr>
            <w:tcW w:w="7218" w:type="dxa"/>
          </w:tcPr>
          <w:p w:rsidR="00592045" w:rsidRPr="00FD3C0E" w:rsidRDefault="00592045" w:rsidP="00087088">
            <w:proofErr w:type="spellStart"/>
            <w:r>
              <w:t>eXtensible</w:t>
            </w:r>
            <w:proofErr w:type="spellEnd"/>
            <w:r>
              <w:t xml:space="preserve"> Markup Language</w:t>
            </w:r>
          </w:p>
        </w:tc>
      </w:tr>
    </w:tbl>
    <w:p w:rsidR="00FD3C0E" w:rsidRDefault="00FD3C0E" w:rsidP="00FD3C0E"/>
    <w:p w:rsidR="00821D4E" w:rsidRDefault="00821D4E" w:rsidP="00821D4E"/>
    <w:p w:rsidR="00821D4E" w:rsidRDefault="00821D4E" w:rsidP="00821D4E"/>
    <w:p w:rsidR="00F845C4" w:rsidRDefault="00F845C4">
      <w:r>
        <w:br w:type="page"/>
      </w:r>
    </w:p>
    <w:p w:rsidR="0037067E" w:rsidRDefault="0037067E"/>
    <w:p w:rsidR="00767D1C" w:rsidRDefault="00767D1C" w:rsidP="00767D1C">
      <w:pPr>
        <w:pStyle w:val="Heading1"/>
      </w:pPr>
      <w:bookmarkStart w:id="10" w:name="_Toc439685631"/>
      <w:r>
        <w:t>2</w:t>
      </w:r>
      <w:r>
        <w:tab/>
        <w:t>SUMMARY: CLOSING THE GAP BETWEEN S-100 AND IVEF</w:t>
      </w:r>
      <w:bookmarkEnd w:id="10"/>
      <w:r>
        <w:t xml:space="preserve"> </w:t>
      </w:r>
    </w:p>
    <w:p w:rsidR="00767D1C" w:rsidRDefault="00767D1C" w:rsidP="00767D1C">
      <w:r>
        <w:t>In [GAP ANALYSIS], two main challenges have been identified</w:t>
      </w:r>
      <w:r w:rsidR="00A80C08">
        <w:t xml:space="preserve">, using the </w:t>
      </w:r>
      <w:r>
        <w:t>S-100 standard</w:t>
      </w:r>
      <w:r w:rsidR="00A80C08">
        <w:t xml:space="preserve"> to describe the IVEF specification</w:t>
      </w:r>
      <w:r>
        <w:t>.</w:t>
      </w:r>
    </w:p>
    <w:p w:rsidR="00767D1C" w:rsidRDefault="00767D1C" w:rsidP="00767D1C">
      <w:pPr>
        <w:pStyle w:val="ListParagraph"/>
        <w:numPr>
          <w:ilvl w:val="0"/>
          <w:numId w:val="5"/>
        </w:numPr>
      </w:pPr>
      <w:r>
        <w:t>IVEF standard specifies a service/system, it does not specify datasets.</w:t>
      </w:r>
    </w:p>
    <w:p w:rsidR="00767D1C" w:rsidRDefault="00767D1C" w:rsidP="00767D1C">
      <w:pPr>
        <w:pStyle w:val="ListParagraph"/>
        <w:numPr>
          <w:ilvl w:val="0"/>
          <w:numId w:val="5"/>
        </w:numPr>
      </w:pPr>
      <w:r>
        <w:t>IVEF is all about live data and does not do anything with (static) datasets.</w:t>
      </w:r>
    </w:p>
    <w:p w:rsidR="00767D1C" w:rsidRDefault="006173B3" w:rsidP="00767D1C">
      <w:r>
        <w:t xml:space="preserve">In </w:t>
      </w:r>
      <w:r w:rsidR="00767D1C">
        <w:t xml:space="preserve">next two sections a </w:t>
      </w:r>
      <w:r>
        <w:t xml:space="preserve">short </w:t>
      </w:r>
      <w:r w:rsidR="00767D1C">
        <w:t>recommendation is given per issue.</w:t>
      </w:r>
      <w:r>
        <w:t xml:space="preserve"> In chapter 3, the recommendations (and</w:t>
      </w:r>
      <w:r w:rsidR="008C5056">
        <w:t xml:space="preserve"> explanation</w:t>
      </w:r>
      <w:r>
        <w:t xml:space="preserve"> how we got there) are given in more detail.</w:t>
      </w:r>
    </w:p>
    <w:p w:rsidR="0081035A" w:rsidRPr="00D4719B" w:rsidRDefault="0081035A" w:rsidP="00767D1C"/>
    <w:p w:rsidR="006173B3" w:rsidRDefault="0081035A" w:rsidP="006173B3">
      <w:pPr>
        <w:pStyle w:val="Heading2"/>
      </w:pPr>
      <w:bookmarkStart w:id="11" w:name="_Toc439685632"/>
      <w:r>
        <w:t>2</w:t>
      </w:r>
      <w:r w:rsidR="006173B3">
        <w:t>.1</w:t>
      </w:r>
      <w:r w:rsidR="006173B3">
        <w:tab/>
        <w:t>Fitting service/system specification into S-100</w:t>
      </w:r>
      <w:bookmarkEnd w:id="11"/>
      <w:r w:rsidR="006173B3">
        <w:t xml:space="preserve"> </w:t>
      </w:r>
    </w:p>
    <w:p w:rsidR="00E93461" w:rsidRDefault="00E93461" w:rsidP="006173B3">
      <w:r>
        <w:t xml:space="preserve">Currently in the S-100 framework, there is no room for service/system specifications. </w:t>
      </w:r>
      <w:r w:rsidR="006173B3">
        <w:t xml:space="preserve">If S-100 is intended to contain all information of a product such as IVEF, S-100 </w:t>
      </w:r>
      <w:r w:rsidR="008606A2">
        <w:t xml:space="preserve">should be extended so </w:t>
      </w:r>
      <w:r w:rsidR="006173B3">
        <w:t>service/system specifications can be addressed.</w:t>
      </w:r>
      <w:r>
        <w:t xml:space="preserve"> The </w:t>
      </w:r>
      <w:r w:rsidR="00E21562">
        <w:t xml:space="preserve">system or service which provides the </w:t>
      </w:r>
      <w:r>
        <w:t xml:space="preserve">dataset </w:t>
      </w:r>
      <w:r w:rsidR="00E21562">
        <w:t>(</w:t>
      </w:r>
      <w:r w:rsidR="006A26D0">
        <w:t xml:space="preserve">dataset can already be </w:t>
      </w:r>
      <w:r w:rsidR="00A61A5C">
        <w:t xml:space="preserve">described in </w:t>
      </w:r>
      <w:r>
        <w:t>the S-100 framework</w:t>
      </w:r>
      <w:r w:rsidR="00E21562">
        <w:t>),</w:t>
      </w:r>
      <w:r>
        <w:t xml:space="preserve"> can then </w:t>
      </w:r>
      <w:r w:rsidR="00E21562">
        <w:t xml:space="preserve">be </w:t>
      </w:r>
      <w:r>
        <w:t>part of the S-100</w:t>
      </w:r>
      <w:r w:rsidR="00A61A5C">
        <w:t xml:space="preserve"> specification too</w:t>
      </w:r>
      <w:r>
        <w:t>.</w:t>
      </w:r>
      <w:r w:rsidR="00DA0894">
        <w:t xml:space="preserve"> So not only the description of the data, but also the description of the data provider should fit into the S-100 framework.</w:t>
      </w:r>
    </w:p>
    <w:p w:rsidR="006173B3" w:rsidRDefault="00C04785" w:rsidP="006173B3">
      <w:r>
        <w:t>This could be achieved by adding an extra chapter/annex to the S-100 framework. A</w:t>
      </w:r>
      <w:r w:rsidR="006173B3">
        <w:t xml:space="preserve"> choice would be to use the ISO 25010:2011 standard for this </w:t>
      </w:r>
      <w:r w:rsidR="006D2E15">
        <w:t xml:space="preserve">extra </w:t>
      </w:r>
      <w:r w:rsidR="006173B3">
        <w:t xml:space="preserve">chapter/annex. </w:t>
      </w:r>
      <w:r w:rsidR="000B08DD">
        <w:t xml:space="preserve">In chapter 3.1, some </w:t>
      </w:r>
      <w:r w:rsidR="00813AC8">
        <w:t xml:space="preserve">known </w:t>
      </w:r>
      <w:r w:rsidR="000B08DD">
        <w:t>standards have been considered for extending the S-100 framework with.</w:t>
      </w:r>
    </w:p>
    <w:p w:rsidR="006173B3" w:rsidRDefault="007143EC" w:rsidP="006173B3">
      <w:r>
        <w:t>Specific l</w:t>
      </w:r>
      <w:r w:rsidR="00FA7D9E">
        <w:t xml:space="preserve">ocation </w:t>
      </w:r>
      <w:r w:rsidR="002F2C58">
        <w:t xml:space="preserve">of the extra chapter/annex </w:t>
      </w:r>
      <w:r w:rsidR="00FA7D9E">
        <w:t xml:space="preserve">in [IALA </w:t>
      </w:r>
      <w:r w:rsidR="006173B3">
        <w:t>S-100</w:t>
      </w:r>
      <w:r w:rsidR="00FA7D9E">
        <w:t>]</w:t>
      </w:r>
      <w:r w:rsidR="006173B3">
        <w:t>:</w:t>
      </w:r>
      <w:r w:rsidR="00F34EC7">
        <w:t xml:space="preserve"> </w:t>
      </w:r>
      <w:r w:rsidR="006173B3">
        <w:t xml:space="preserve">Put the service/system specification into a separate chapter, </w:t>
      </w:r>
      <w:r w:rsidR="006173B3" w:rsidRPr="0047029F">
        <w:rPr>
          <w:b/>
        </w:rPr>
        <w:t>Chapter 13: Data service</w:t>
      </w:r>
      <w:r w:rsidR="006173B3">
        <w:rPr>
          <w:b/>
        </w:rPr>
        <w:t>/system specification</w:t>
      </w:r>
      <w:r w:rsidR="006173B3">
        <w:t>. In this chapter the system/service</w:t>
      </w:r>
      <w:r w:rsidR="00E53D37">
        <w:t xml:space="preserve"> of the provider of the data</w:t>
      </w:r>
      <w:r w:rsidR="00A95F7E">
        <w:t>,</w:t>
      </w:r>
      <w:r w:rsidR="006173B3">
        <w:t xml:space="preserve"> can be specified. This chapter 13 would be an optional chapter. The template holding the chapters of ISO 25010 could be added as </w:t>
      </w:r>
      <w:r w:rsidR="006173B3" w:rsidRPr="0047029F">
        <w:rPr>
          <w:b/>
        </w:rPr>
        <w:t xml:space="preserve">Annex </w:t>
      </w:r>
      <w:r w:rsidR="006173B3">
        <w:rPr>
          <w:b/>
        </w:rPr>
        <w:t>F Data service/system specification</w:t>
      </w:r>
      <w:r w:rsidR="006173B3">
        <w:t>.</w:t>
      </w:r>
      <w:r w:rsidR="00B026B8">
        <w:t xml:space="preserve"> In chapter 13 a reference to Annex F Data service/system specification should be added.</w:t>
      </w:r>
    </w:p>
    <w:p w:rsidR="00EA5FAA" w:rsidRDefault="00695093" w:rsidP="006173B3">
      <w:r>
        <w:t xml:space="preserve">At the </w:t>
      </w:r>
      <w:r w:rsidR="00CF032A">
        <w:t xml:space="preserve">end of this document, an example for the Annex F </w:t>
      </w:r>
      <w:r>
        <w:t xml:space="preserve">Data service/system specification </w:t>
      </w:r>
      <w:r w:rsidR="00CF032A">
        <w:t>has been provided.</w:t>
      </w:r>
    </w:p>
    <w:p w:rsidR="0040105F" w:rsidRDefault="0040105F"/>
    <w:p w:rsidR="006173B3" w:rsidRDefault="0081035A" w:rsidP="006173B3">
      <w:pPr>
        <w:pStyle w:val="Heading2"/>
      </w:pPr>
      <w:bookmarkStart w:id="12" w:name="_Toc439685633"/>
      <w:r>
        <w:t>2</w:t>
      </w:r>
      <w:r w:rsidR="006173B3">
        <w:t>.2</w:t>
      </w:r>
      <w:r w:rsidR="006173B3">
        <w:tab/>
        <w:t>Fitting IVEF live (meta</w:t>
      </w:r>
      <w:proofErr w:type="gramStart"/>
      <w:r w:rsidR="006173B3">
        <w:t>)data</w:t>
      </w:r>
      <w:proofErr w:type="gramEnd"/>
      <w:r w:rsidR="006173B3">
        <w:t xml:space="preserve"> into S-100</w:t>
      </w:r>
      <w:bookmarkEnd w:id="12"/>
    </w:p>
    <w:p w:rsidR="003A22E8" w:rsidRDefault="003A22E8" w:rsidP="00761DDC">
      <w:r>
        <w:t>At first the live IVEF data does seem to fit badly into the S-100</w:t>
      </w:r>
      <w:r w:rsidR="00A75F3B">
        <w:t xml:space="preserve"> framework</w:t>
      </w:r>
      <w:r w:rsidR="00B7692A">
        <w:t>, especially for metadata</w:t>
      </w:r>
      <w:r>
        <w:t xml:space="preserve">. It is quite confusing which fields in S-100 should be filled </w:t>
      </w:r>
      <w:r w:rsidR="00BA243A">
        <w:t xml:space="preserve">in and with </w:t>
      </w:r>
      <w:r>
        <w:t xml:space="preserve">what data, since IVEF </w:t>
      </w:r>
      <w:r w:rsidR="00BA243A">
        <w:t xml:space="preserve">is </w:t>
      </w:r>
      <w:r w:rsidR="00125F7D">
        <w:t>live system</w:t>
      </w:r>
      <w:r w:rsidR="00BA243A">
        <w:t xml:space="preserve"> and </w:t>
      </w:r>
      <w:r>
        <w:t xml:space="preserve">has different data on different levels. </w:t>
      </w:r>
    </w:p>
    <w:p w:rsidR="00DE0F3E" w:rsidRDefault="006B6DEE" w:rsidP="00761DDC">
      <w:r>
        <w:t>But b</w:t>
      </w:r>
      <w:r w:rsidR="00761DDC">
        <w:t>y separati</w:t>
      </w:r>
      <w:r w:rsidR="003A22E8">
        <w:t>ng</w:t>
      </w:r>
      <w:r w:rsidR="00761DDC">
        <w:t xml:space="preserve"> the different data levels which are contained in the IVEF services, it seems providing metadata is not that impo</w:t>
      </w:r>
      <w:r w:rsidR="00125F7D">
        <w:t>ssible</w:t>
      </w:r>
      <w:r w:rsidR="008B5F40">
        <w:t>.</w:t>
      </w:r>
      <w:r w:rsidR="00761DDC">
        <w:t xml:space="preserve"> </w:t>
      </w:r>
      <w:r w:rsidR="00AB4749">
        <w:t xml:space="preserve">The following levels have been specified: IVEF message level, IVEF </w:t>
      </w:r>
      <w:r w:rsidR="00AB4749">
        <w:lastRenderedPageBreak/>
        <w:t>dataset level, IVEF service level.</w:t>
      </w:r>
      <w:r w:rsidR="00DE0F3E">
        <w:t xml:space="preserve"> Most of the mandatory fields of the minimal </w:t>
      </w:r>
      <w:r w:rsidR="003E7636">
        <w:t xml:space="preserve">metadata </w:t>
      </w:r>
      <w:r w:rsidR="00DE0F3E">
        <w:t>set can be filled in for the IVEF dataset level, with a slight redefinition of "dataset".</w:t>
      </w:r>
      <w:r w:rsidR="00E32315">
        <w:t xml:space="preserve"> </w:t>
      </w:r>
    </w:p>
    <w:p w:rsidR="00FA7617" w:rsidRDefault="00FA7617" w:rsidP="00FA7617">
      <w:r>
        <w:t xml:space="preserve">The dataset level is described as the follows: The Vessel Traffic Image data which is available at the IVEF service. This is an ever changing (continuously updated) "dataset". Users get updates </w:t>
      </w:r>
      <w:r w:rsidR="00CE6CDC">
        <w:t xml:space="preserve">via messages </w:t>
      </w:r>
      <w:r>
        <w:t>when the dataset is updated or can request a snapshot (of an intersection) of the dataset at that moment</w:t>
      </w:r>
      <w:r w:rsidR="00AF1A12">
        <w:t>.</w:t>
      </w:r>
    </w:p>
    <w:p w:rsidR="00DE0F3E" w:rsidRDefault="00DE0F3E" w:rsidP="00761DDC">
      <w:r>
        <w:t xml:space="preserve">More problematic was the metadata information which are provided by IVEF but </w:t>
      </w:r>
      <w:r w:rsidR="00EB6C25">
        <w:t xml:space="preserve">do not fit the fields of the </w:t>
      </w:r>
      <w:r>
        <w:t xml:space="preserve">ISO 19115 standard. </w:t>
      </w:r>
      <w:r w:rsidR="00CE6169">
        <w:t>F</w:t>
      </w:r>
      <w:r>
        <w:t xml:space="preserve">or this metadata, it seems to be better to describe </w:t>
      </w:r>
      <w:r w:rsidR="00735003">
        <w:t>each of the</w:t>
      </w:r>
      <w:r w:rsidR="004D4F65">
        <w:t xml:space="preserve"> </w:t>
      </w:r>
      <w:r w:rsidR="00A614CB">
        <w:t xml:space="preserve">metadata </w:t>
      </w:r>
      <w:r w:rsidR="004D4F65">
        <w:t>fields</w:t>
      </w:r>
      <w:r>
        <w:t xml:space="preserve"> in the DATA QUALITY chapter</w:t>
      </w:r>
      <w:r w:rsidR="00735003">
        <w:t>. F</w:t>
      </w:r>
      <w:r w:rsidR="007A0D3A">
        <w:t xml:space="preserve">rom there </w:t>
      </w:r>
      <w:r w:rsidR="00735003">
        <w:t xml:space="preserve">a reference can be made to chapter 13 </w:t>
      </w:r>
      <w:r w:rsidR="007A0D3A">
        <w:t>"Data service/system specification"</w:t>
      </w:r>
      <w:r>
        <w:t xml:space="preserve"> in which it </w:t>
      </w:r>
      <w:r w:rsidR="00735003">
        <w:t xml:space="preserve">should be </w:t>
      </w:r>
      <w:r>
        <w:t>described how to retrieve this</w:t>
      </w:r>
      <w:r w:rsidR="00735003">
        <w:t xml:space="preserve"> meta</w:t>
      </w:r>
      <w:r>
        <w:t>data.</w:t>
      </w:r>
    </w:p>
    <w:p w:rsidR="004A3486" w:rsidRPr="00C26AF3" w:rsidRDefault="00D85695" w:rsidP="00761DDC">
      <w:r>
        <w:t xml:space="preserve">What to do with </w:t>
      </w:r>
      <w:r w:rsidR="003B5072">
        <w:t>meta</w:t>
      </w:r>
      <w:r>
        <w:t>data per level</w:t>
      </w:r>
      <w:r w:rsidR="004A3486">
        <w:t>:</w:t>
      </w:r>
    </w:p>
    <w:p w:rsidR="00761DDC" w:rsidRDefault="00761DDC" w:rsidP="00761DDC">
      <w:pPr>
        <w:pStyle w:val="ListParagraph"/>
        <w:numPr>
          <w:ilvl w:val="0"/>
          <w:numId w:val="4"/>
        </w:numPr>
      </w:pPr>
      <w:r>
        <w:t xml:space="preserve">On message level the fields containing quality information can be described in chapter 6 "DATA QUALITY" of S-100. </w:t>
      </w:r>
      <w:proofErr w:type="gramStart"/>
      <w:r>
        <w:t>This chapter need</w:t>
      </w:r>
      <w:proofErr w:type="gramEnd"/>
      <w:r>
        <w:t xml:space="preserve"> not to be extended. </w:t>
      </w:r>
      <w:r w:rsidR="00037818">
        <w:t>The description on h</w:t>
      </w:r>
      <w:r>
        <w:t>ow to retrieve the fields containing quality data is to be descri</w:t>
      </w:r>
      <w:r w:rsidR="008945F3">
        <w:t xml:space="preserve">bed in chapter 13 </w:t>
      </w:r>
      <w:r w:rsidR="00B61270">
        <w:t>"</w:t>
      </w:r>
      <w:r>
        <w:t>Data service/system specification</w:t>
      </w:r>
      <w:r w:rsidR="00B61270">
        <w:t>"</w:t>
      </w:r>
      <w:r>
        <w:t xml:space="preserve"> (to be added to S-100). </w:t>
      </w:r>
      <w:r w:rsidR="009223DA">
        <w:t>With a</w:t>
      </w:r>
      <w:r>
        <w:t xml:space="preserve"> reference from chapter 6 to the specific parts in </w:t>
      </w:r>
      <w:r w:rsidR="00DB1AFF">
        <w:t>chapter 13</w:t>
      </w:r>
      <w:r w:rsidR="009223DA">
        <w:t xml:space="preserve">, a link </w:t>
      </w:r>
      <w:r w:rsidR="00AE0D71">
        <w:t>can</w:t>
      </w:r>
      <w:r w:rsidR="009223DA">
        <w:t xml:space="preserve"> </w:t>
      </w:r>
      <w:r w:rsidR="00AE0D71">
        <w:t>be made</w:t>
      </w:r>
      <w:r w:rsidR="009223DA">
        <w:t xml:space="preserve"> between the explanation of the data and the description on how to </w:t>
      </w:r>
      <w:r w:rsidR="00AE0D71">
        <w:t xml:space="preserve">retrieve </w:t>
      </w:r>
      <w:r w:rsidR="009223DA">
        <w:t>the data</w:t>
      </w:r>
      <w:r>
        <w:t>.</w:t>
      </w:r>
    </w:p>
    <w:p w:rsidR="00761DDC" w:rsidRDefault="00761DDC" w:rsidP="00761DDC">
      <w:pPr>
        <w:pStyle w:val="ListParagraph"/>
      </w:pPr>
      <w:r>
        <w:t xml:space="preserve"> </w:t>
      </w:r>
    </w:p>
    <w:p w:rsidR="00761DDC" w:rsidRDefault="00761DDC" w:rsidP="00761DDC">
      <w:pPr>
        <w:pStyle w:val="ListParagraph"/>
        <w:numPr>
          <w:ilvl w:val="0"/>
          <w:numId w:val="4"/>
        </w:numPr>
      </w:pPr>
      <w:r>
        <w:t xml:space="preserve">On dataset level a static metadata document with the minimal fields which have to be filled in can be provided. Chapter 12 can be used for this purpose and need not to be extended. It is recommendable to add a description to chapter 12 </w:t>
      </w:r>
      <w:r w:rsidR="00037818">
        <w:t xml:space="preserve">which explains the </w:t>
      </w:r>
      <w:r>
        <w:t xml:space="preserve">IVEF </w:t>
      </w:r>
      <w:r w:rsidR="00037818">
        <w:t xml:space="preserve">definition of </w:t>
      </w:r>
      <w:r>
        <w:t xml:space="preserve">"dataset" (a live dataset </w:t>
      </w:r>
      <w:r w:rsidR="0048509C">
        <w:t>rather than a static dataset</w:t>
      </w:r>
      <w:r>
        <w:t xml:space="preserve">). </w:t>
      </w:r>
    </w:p>
    <w:p w:rsidR="00761DDC" w:rsidRDefault="00761DDC" w:rsidP="00761DDC">
      <w:pPr>
        <w:pStyle w:val="ListParagraph"/>
      </w:pPr>
    </w:p>
    <w:p w:rsidR="00761DDC" w:rsidRDefault="00761DDC" w:rsidP="00761DDC">
      <w:pPr>
        <w:pStyle w:val="ListParagraph"/>
        <w:numPr>
          <w:ilvl w:val="0"/>
          <w:numId w:val="4"/>
        </w:numPr>
      </w:pPr>
      <w:r>
        <w:t xml:space="preserve">On service level the fields containing quality information can be described in chapter 6 "DATA QUALITY" of S-100. </w:t>
      </w:r>
      <w:proofErr w:type="gramStart"/>
      <w:r>
        <w:t>This chapter need</w:t>
      </w:r>
      <w:proofErr w:type="gramEnd"/>
      <w:r>
        <w:t xml:space="preserve"> not to be extended. </w:t>
      </w:r>
      <w:r w:rsidR="00CE0CB1">
        <w:t>The description on h</w:t>
      </w:r>
      <w:r>
        <w:t xml:space="preserve">ow to retrieve the fields containing quality data is to be described </w:t>
      </w:r>
      <w:r w:rsidR="00B61270">
        <w:t>in chapter 13 "Data service/system specification"</w:t>
      </w:r>
      <w:r>
        <w:t xml:space="preserve"> (to be added to S-100). </w:t>
      </w:r>
      <w:r w:rsidR="00CD65BD">
        <w:t>With a reference from chapter 6 to the specific parts in chapter 13, a link can be made</w:t>
      </w:r>
    </w:p>
    <w:p w:rsidR="00495A9E" w:rsidRDefault="00495A9E" w:rsidP="0081035A">
      <w:pPr>
        <w:pStyle w:val="ListParagraph"/>
      </w:pPr>
    </w:p>
    <w:p w:rsidR="00B405A1" w:rsidRDefault="0081035A" w:rsidP="00B405A1">
      <w:pPr>
        <w:pStyle w:val="Heading2"/>
      </w:pPr>
      <w:bookmarkStart w:id="13" w:name="_Toc439685634"/>
      <w:r>
        <w:t>2</w:t>
      </w:r>
      <w:r w:rsidR="00B405A1">
        <w:t>.3</w:t>
      </w:r>
      <w:r w:rsidR="00B405A1">
        <w:tab/>
        <w:t>Overall conclusion</w:t>
      </w:r>
      <w:bookmarkEnd w:id="13"/>
    </w:p>
    <w:p w:rsidR="00853284" w:rsidRDefault="00910533" w:rsidP="00853284">
      <w:r>
        <w:t>By separation o</w:t>
      </w:r>
      <w:r w:rsidR="00853284">
        <w:t xml:space="preserve">n what and how, it seems we </w:t>
      </w:r>
      <w:r w:rsidR="00853284" w:rsidRPr="00B62F73">
        <w:rPr>
          <w:b/>
        </w:rPr>
        <w:t>can</w:t>
      </w:r>
      <w:r w:rsidR="00853284">
        <w:t xml:space="preserve"> fit IVEF into S-100.</w:t>
      </w:r>
    </w:p>
    <w:p w:rsidR="00853284" w:rsidRDefault="00853284" w:rsidP="00C90986">
      <w:pPr>
        <w:pStyle w:val="ListParagraph"/>
        <w:numPr>
          <w:ilvl w:val="0"/>
          <w:numId w:val="9"/>
        </w:numPr>
      </w:pPr>
      <w:r w:rsidRPr="00853284">
        <w:rPr>
          <w:b/>
        </w:rPr>
        <w:t>W</w:t>
      </w:r>
      <w:r w:rsidR="00910533" w:rsidRPr="00853284">
        <w:rPr>
          <w:b/>
        </w:rPr>
        <w:t>hat</w:t>
      </w:r>
      <w:r w:rsidR="00910533">
        <w:t xml:space="preserve"> data </w:t>
      </w:r>
      <w:r w:rsidR="00221478">
        <w:t xml:space="preserve">do </w:t>
      </w:r>
      <w:r w:rsidR="00910533">
        <w:t xml:space="preserve">we have (description of </w:t>
      </w:r>
      <w:r w:rsidR="00687D26">
        <w:t>meta</w:t>
      </w:r>
      <w:r w:rsidR="00910533">
        <w:t>data fields</w:t>
      </w:r>
      <w:r w:rsidR="00687D26">
        <w:t xml:space="preserve"> in chapter 6</w:t>
      </w:r>
      <w:r w:rsidR="00B46674">
        <w:t xml:space="preserve"> and chapter 12</w:t>
      </w:r>
      <w:r w:rsidR="00910533">
        <w:t xml:space="preserve">) </w:t>
      </w:r>
    </w:p>
    <w:p w:rsidR="00853284" w:rsidRDefault="00853284" w:rsidP="00C90986">
      <w:pPr>
        <w:pStyle w:val="ListParagraph"/>
        <w:numPr>
          <w:ilvl w:val="0"/>
          <w:numId w:val="9"/>
        </w:numPr>
      </w:pPr>
      <w:r w:rsidRPr="00A308E1">
        <w:rPr>
          <w:b/>
        </w:rPr>
        <w:t>H</w:t>
      </w:r>
      <w:r w:rsidR="00910533" w:rsidRPr="00853284">
        <w:rPr>
          <w:b/>
        </w:rPr>
        <w:t>ow</w:t>
      </w:r>
      <w:r w:rsidR="00910533">
        <w:t xml:space="preserve"> we can retrieve </w:t>
      </w:r>
      <w:r w:rsidR="00221478">
        <w:t>the data</w:t>
      </w:r>
      <w:r w:rsidR="00910533">
        <w:t xml:space="preserve"> (</w:t>
      </w:r>
      <w:r w:rsidR="001C0429">
        <w:t xml:space="preserve">chapter 13 </w:t>
      </w:r>
      <w:r w:rsidR="00910533">
        <w:t xml:space="preserve">Data service/system </w:t>
      </w:r>
      <w:r w:rsidR="008945F3">
        <w:t>specification</w:t>
      </w:r>
      <w:r w:rsidR="00910959">
        <w:t xml:space="preserve"> and references to it from chapter 6</w:t>
      </w:r>
      <w:r w:rsidR="00910533">
        <w:t>)</w:t>
      </w:r>
    </w:p>
    <w:p w:rsidR="0081035A" w:rsidRDefault="00B405A1">
      <w:r>
        <w:t xml:space="preserve">A prerequisite is </w:t>
      </w:r>
      <w:r w:rsidR="005127C0">
        <w:t xml:space="preserve">that </w:t>
      </w:r>
      <w:r>
        <w:t xml:space="preserve">the </w:t>
      </w:r>
      <w:r w:rsidR="00926F42">
        <w:t xml:space="preserve">new chapter 13, Data service/system specification </w:t>
      </w:r>
      <w:r w:rsidR="00926F42" w:rsidRPr="00812105">
        <w:rPr>
          <w:b/>
        </w:rPr>
        <w:t>is</w:t>
      </w:r>
      <w:r w:rsidR="00926F42">
        <w:t xml:space="preserve"> added t</w:t>
      </w:r>
      <w:r w:rsidR="00812105">
        <w:t>o S-100.</w:t>
      </w:r>
      <w:r w:rsidR="001238B7">
        <w:t xml:space="preserve"> </w:t>
      </w:r>
      <w:r w:rsidR="002F74AF">
        <w:t>What st</w:t>
      </w:r>
      <w:r w:rsidR="007D28ED">
        <w:t>andard</w:t>
      </w:r>
      <w:r w:rsidR="002F74AF">
        <w:t xml:space="preserve"> is used </w:t>
      </w:r>
      <w:r w:rsidR="007D28ED">
        <w:t xml:space="preserve">exactly </w:t>
      </w:r>
      <w:r w:rsidR="001238B7">
        <w:t>as a standard for chapter 13 (</w:t>
      </w:r>
      <w:r w:rsidR="002F74AF">
        <w:t>Annex F</w:t>
      </w:r>
      <w:r w:rsidR="001238B7">
        <w:t>)</w:t>
      </w:r>
      <w:r w:rsidR="002F74AF">
        <w:t xml:space="preserve"> </w:t>
      </w:r>
      <w:r w:rsidR="00217052">
        <w:t>is less important, but as earlier said: ISO 25010 seems to be quite a good fit.</w:t>
      </w:r>
      <w:r w:rsidR="00DA72DB">
        <w:t xml:space="preserve"> See chapter 3.1 for more details on standards which can hold service/system specifications.</w:t>
      </w:r>
      <w:r w:rsidR="0081035A">
        <w:br w:type="page"/>
      </w:r>
    </w:p>
    <w:p w:rsidR="00337E2D" w:rsidRDefault="00767D1C" w:rsidP="00337E2D">
      <w:pPr>
        <w:pStyle w:val="Heading1"/>
      </w:pPr>
      <w:bookmarkStart w:id="14" w:name="_Toc439685635"/>
      <w:r>
        <w:lastRenderedPageBreak/>
        <w:t>3</w:t>
      </w:r>
      <w:r w:rsidR="00337E2D">
        <w:tab/>
      </w:r>
      <w:r>
        <w:t>DETAIL</w:t>
      </w:r>
      <w:r w:rsidR="008E4723">
        <w:t>ED</w:t>
      </w:r>
      <w:r>
        <w:t xml:space="preserve">: CLOSING THE </w:t>
      </w:r>
      <w:r w:rsidR="0037067E">
        <w:t>G</w:t>
      </w:r>
      <w:r w:rsidR="00337E2D">
        <w:t xml:space="preserve">AP </w:t>
      </w:r>
      <w:r>
        <w:t xml:space="preserve">BETWEEN </w:t>
      </w:r>
      <w:r w:rsidR="00337E2D">
        <w:t xml:space="preserve">S-100 </w:t>
      </w:r>
      <w:r>
        <w:t xml:space="preserve">AND </w:t>
      </w:r>
      <w:r w:rsidR="00337E2D">
        <w:t>IVEF</w:t>
      </w:r>
      <w:bookmarkEnd w:id="14"/>
      <w:r>
        <w:t xml:space="preserve"> </w:t>
      </w:r>
    </w:p>
    <w:p w:rsidR="00D4719B" w:rsidRDefault="00D4719B" w:rsidP="00D4719B">
      <w:r>
        <w:t>In [</w:t>
      </w:r>
      <w:r w:rsidR="00747E6E">
        <w:t xml:space="preserve">GAP </w:t>
      </w:r>
      <w:r>
        <w:t xml:space="preserve">ANALYSIS], two main </w:t>
      </w:r>
      <w:r w:rsidR="00714EBB">
        <w:t>challenges have been identified</w:t>
      </w:r>
      <w:r>
        <w:t xml:space="preserve"> fitting IVEF standard into</w:t>
      </w:r>
      <w:r w:rsidR="00747E6E">
        <w:t xml:space="preserve"> the S-100 stan</w:t>
      </w:r>
      <w:r>
        <w:t>dard.</w:t>
      </w:r>
    </w:p>
    <w:p w:rsidR="00D4719B" w:rsidRDefault="00D4719B" w:rsidP="00392DBD">
      <w:pPr>
        <w:pStyle w:val="ListParagraph"/>
        <w:numPr>
          <w:ilvl w:val="0"/>
          <w:numId w:val="7"/>
        </w:numPr>
      </w:pPr>
      <w:r>
        <w:t>IVEF standard specifies a service/system, it does not specify datasets.</w:t>
      </w:r>
    </w:p>
    <w:p w:rsidR="00D4719B" w:rsidRDefault="00D4719B" w:rsidP="00392DBD">
      <w:pPr>
        <w:pStyle w:val="ListParagraph"/>
        <w:numPr>
          <w:ilvl w:val="0"/>
          <w:numId w:val="7"/>
        </w:numPr>
      </w:pPr>
      <w:r>
        <w:t>IVEF is all about live data and does not do anything with (static) datasets.</w:t>
      </w:r>
    </w:p>
    <w:p w:rsidR="00747E6E" w:rsidRPr="00D4719B" w:rsidRDefault="00747E6E" w:rsidP="00747E6E">
      <w:r>
        <w:t xml:space="preserve">In the next two sections </w:t>
      </w:r>
      <w:r w:rsidR="00637C99">
        <w:t xml:space="preserve">a </w:t>
      </w:r>
      <w:r w:rsidR="00E349DC">
        <w:t xml:space="preserve">detailed </w:t>
      </w:r>
      <w:r w:rsidR="00637C99">
        <w:t xml:space="preserve">recommendation </w:t>
      </w:r>
      <w:r w:rsidR="00012DF1">
        <w:t xml:space="preserve">is given </w:t>
      </w:r>
      <w:r w:rsidR="0008596C">
        <w:t>per issue</w:t>
      </w:r>
      <w:r>
        <w:t>.</w:t>
      </w:r>
    </w:p>
    <w:p w:rsidR="00637839" w:rsidRDefault="00392DBD" w:rsidP="00637839">
      <w:pPr>
        <w:pStyle w:val="Heading2"/>
      </w:pPr>
      <w:bookmarkStart w:id="15" w:name="_Toc439685636"/>
      <w:r>
        <w:t>3</w:t>
      </w:r>
      <w:r w:rsidR="005E7A60">
        <w:t>.1</w:t>
      </w:r>
      <w:r w:rsidR="005E7A60">
        <w:tab/>
      </w:r>
      <w:r w:rsidR="00D4719B">
        <w:t>Fitting service/system</w:t>
      </w:r>
      <w:r w:rsidR="00C037F7">
        <w:t xml:space="preserve"> </w:t>
      </w:r>
      <w:r w:rsidR="00D4719B">
        <w:t>specification</w:t>
      </w:r>
      <w:r w:rsidR="00C037F7">
        <w:t xml:space="preserve"> into </w:t>
      </w:r>
      <w:r w:rsidR="00637839">
        <w:t>S-100</w:t>
      </w:r>
      <w:bookmarkEnd w:id="15"/>
      <w:r w:rsidR="00E372B9">
        <w:t xml:space="preserve"> </w:t>
      </w:r>
    </w:p>
    <w:p w:rsidR="006E6818" w:rsidRDefault="002956AE" w:rsidP="006E6818">
      <w:r>
        <w:t>As stated in</w:t>
      </w:r>
      <w:r w:rsidR="006E6818">
        <w:t xml:space="preserve"> </w:t>
      </w:r>
      <w:r w:rsidR="00F9509F">
        <w:t>[</w:t>
      </w:r>
      <w:r w:rsidR="006E6818">
        <w:t>GAP ANALYSIS</w:t>
      </w:r>
      <w:r w:rsidR="00F9509F">
        <w:t>]</w:t>
      </w:r>
      <w:r w:rsidR="006E6818">
        <w:t>, the S</w:t>
      </w:r>
      <w:r w:rsidR="00052E78">
        <w:t>-</w:t>
      </w:r>
      <w:r w:rsidR="006E6818">
        <w:t xml:space="preserve">100 Product Specification </w:t>
      </w:r>
      <w:r w:rsidR="00637C99">
        <w:t xml:space="preserve">is meant for </w:t>
      </w:r>
      <w:r w:rsidR="00EF5D4B">
        <w:t>specifying</w:t>
      </w:r>
      <w:r w:rsidR="006E6818">
        <w:t xml:space="preserve"> a data product</w:t>
      </w:r>
      <w:r w:rsidR="00637C99">
        <w:t>/dataset</w:t>
      </w:r>
      <w:r w:rsidR="006E6818">
        <w:t xml:space="preserve"> while </w:t>
      </w:r>
      <w:r w:rsidR="00637C99">
        <w:t xml:space="preserve">the </w:t>
      </w:r>
      <w:r w:rsidR="006E6818">
        <w:t xml:space="preserve">IVEF specification describes a </w:t>
      </w:r>
      <w:r w:rsidR="00637C99">
        <w:t>system/</w:t>
      </w:r>
      <w:r w:rsidR="006E6818">
        <w:t xml:space="preserve">service. </w:t>
      </w:r>
    </w:p>
    <w:p w:rsidR="00DF7082" w:rsidRDefault="006E6818" w:rsidP="00BA6EE9">
      <w:r>
        <w:t xml:space="preserve">The </w:t>
      </w:r>
      <w:r w:rsidR="001829FB">
        <w:t xml:space="preserve">parts of the </w:t>
      </w:r>
      <w:r>
        <w:t xml:space="preserve">IVEF </w:t>
      </w:r>
      <w:r w:rsidR="001829FB">
        <w:t xml:space="preserve">specification </w:t>
      </w:r>
      <w:r>
        <w:t xml:space="preserve">which currently cannot be fit into the S-100 standard </w:t>
      </w:r>
      <w:r w:rsidR="000D7421">
        <w:t>can be described as</w:t>
      </w:r>
      <w:r>
        <w:t xml:space="preserve"> </w:t>
      </w:r>
      <w:r w:rsidR="00DF7082">
        <w:t>service/system specification</w:t>
      </w:r>
      <w:r w:rsidR="001F4FC0">
        <w:t>s</w:t>
      </w:r>
      <w:r w:rsidR="00DF7082">
        <w:t xml:space="preserve">. </w:t>
      </w:r>
      <w:r w:rsidR="001F4FC0">
        <w:t xml:space="preserve">[IVEF] </w:t>
      </w:r>
      <w:r w:rsidR="00DF7082">
        <w:t xml:space="preserve">contains interface specification, </w:t>
      </w:r>
      <w:r>
        <w:t xml:space="preserve">design </w:t>
      </w:r>
      <w:r w:rsidR="00DF7082">
        <w:t xml:space="preserve">aspects </w:t>
      </w:r>
      <w:r>
        <w:t>of the system</w:t>
      </w:r>
      <w:r w:rsidR="00DF7082">
        <w:t xml:space="preserve"> and many more </w:t>
      </w:r>
      <w:r w:rsidR="008D1C9F">
        <w:t xml:space="preserve">other </w:t>
      </w:r>
      <w:r w:rsidR="00DF7082">
        <w:t>system requirements</w:t>
      </w:r>
      <w:r>
        <w:t xml:space="preserve">. </w:t>
      </w:r>
    </w:p>
    <w:p w:rsidR="00DF7082" w:rsidRDefault="001829FB" w:rsidP="00BA6EE9">
      <w:r>
        <w:t xml:space="preserve">Currently the S-100 specification incorporates the ISO 19100-series, which handle data standards. </w:t>
      </w:r>
      <w:r w:rsidR="00DF7082">
        <w:t xml:space="preserve">To be able to address the service/system specifications of IVEF, the S-100 standard should be extended with an annex or a chapter in which </w:t>
      </w:r>
      <w:r>
        <w:t>service/</w:t>
      </w:r>
      <w:r w:rsidR="00DF7082">
        <w:t xml:space="preserve">system specifications can be addressed. </w:t>
      </w:r>
    </w:p>
    <w:p w:rsidR="00D17ECE" w:rsidRDefault="00D17ECE" w:rsidP="00BA6EE9">
      <w:r>
        <w:t>Also noticed in [GAP ANALYSIS], the IVEF specification actually specifies more than services</w:t>
      </w:r>
      <w:r w:rsidR="00C125C0">
        <w:t xml:space="preserve"> alone, it contains system specifications. So w</w:t>
      </w:r>
      <w:r>
        <w:t xml:space="preserve">e need a template </w:t>
      </w:r>
      <w:r w:rsidR="00C125C0">
        <w:t xml:space="preserve">which can </w:t>
      </w:r>
      <w:r>
        <w:t>hold the system specifications</w:t>
      </w:r>
      <w:r w:rsidR="00C125C0">
        <w:t xml:space="preserve"> </w:t>
      </w:r>
      <w:r w:rsidR="00852BB7">
        <w:t xml:space="preserve">and </w:t>
      </w:r>
      <w:r>
        <w:t xml:space="preserve">service specifications. In the world of Information Technology, a service specification is best described as "interface specification". This interface specification is that part of the system which other systems need to know of in order to </w:t>
      </w:r>
      <w:proofErr w:type="gramStart"/>
      <w:r>
        <w:t>communicates</w:t>
      </w:r>
      <w:proofErr w:type="gramEnd"/>
      <w:r>
        <w:t xml:space="preserve"> with it. </w:t>
      </w:r>
      <w:r w:rsidR="00852BB7">
        <w:t>An interface specification is often part of a systems specification.</w:t>
      </w:r>
    </w:p>
    <w:p w:rsidR="008E14A0" w:rsidRDefault="0078274C" w:rsidP="008E14A0">
      <w:pPr>
        <w:pStyle w:val="Heading3"/>
      </w:pPr>
      <w:bookmarkStart w:id="16" w:name="_Toc439685637"/>
      <w:r>
        <w:t>3.1.1</w:t>
      </w:r>
      <w:r>
        <w:tab/>
      </w:r>
      <w:r w:rsidR="008E14A0">
        <w:t>J-STD-016</w:t>
      </w:r>
      <w:r w:rsidR="00DF68E8">
        <w:t xml:space="preserve"> standard</w:t>
      </w:r>
      <w:bookmarkEnd w:id="16"/>
    </w:p>
    <w:p w:rsidR="009F33CA" w:rsidRDefault="00D17ECE" w:rsidP="00BA6EE9">
      <w:r>
        <w:t xml:space="preserve">In the software standard "J-STD-016" (a well known standard in the Information Technology), </w:t>
      </w:r>
      <w:r w:rsidR="008E14A0">
        <w:t>interface specification</w:t>
      </w:r>
      <w:r w:rsidR="000A310D">
        <w:t>s</w:t>
      </w:r>
      <w:r w:rsidR="008E14A0">
        <w:t xml:space="preserve"> can be addressed in </w:t>
      </w:r>
      <w:r w:rsidR="0087452A">
        <w:t xml:space="preserve">an </w:t>
      </w:r>
      <w:r w:rsidR="008E14A0">
        <w:t xml:space="preserve">"Interface Requirements Specification" document. Other system </w:t>
      </w:r>
      <w:r w:rsidR="00050870">
        <w:t>specifications</w:t>
      </w:r>
      <w:r w:rsidR="008E14A0">
        <w:t xml:space="preserve"> can be addressed in a document such as the "System/Subsystem Specification". Design aspects can be addressed in a "System/Subsystem Design Description".</w:t>
      </w:r>
      <w:r w:rsidR="00EE1F94">
        <w:t xml:space="preserve"> For each place</w:t>
      </w:r>
      <w:r w:rsidR="00E92D8E">
        <w:t xml:space="preserve"> in the software lifecycle a document</w:t>
      </w:r>
      <w:r w:rsidR="0083519D">
        <w:t xml:space="preserve"> </w:t>
      </w:r>
      <w:r w:rsidR="009F33CA">
        <w:t>is available.</w:t>
      </w:r>
    </w:p>
    <w:p w:rsidR="00D17ECE" w:rsidRDefault="00743DE9" w:rsidP="00BA6EE9">
      <w:r>
        <w:t>T</w:t>
      </w:r>
      <w:r w:rsidR="009F33CA">
        <w:t xml:space="preserve">he J-STD-016 standard can be somewhat too large for embedding into the S-100 specification. J-STD-016 has strict separation of </w:t>
      </w:r>
      <w:r w:rsidR="00F12DED">
        <w:t>specification</w:t>
      </w:r>
      <w:r w:rsidR="007C0BD2">
        <w:t xml:space="preserve"> (requirements)</w:t>
      </w:r>
      <w:r w:rsidR="009F33CA">
        <w:t xml:space="preserve">, design, interface, user manual, </w:t>
      </w:r>
      <w:r w:rsidR="00FE63CB">
        <w:t xml:space="preserve">install manual, </w:t>
      </w:r>
      <w:r w:rsidR="009F33CA">
        <w:t xml:space="preserve">etc. </w:t>
      </w:r>
      <w:r w:rsidR="009E3522">
        <w:t>[</w:t>
      </w:r>
      <w:r w:rsidR="009F33CA">
        <w:t>IVEF</w:t>
      </w:r>
      <w:r w:rsidR="009E3522">
        <w:t>]</w:t>
      </w:r>
      <w:r w:rsidR="009F33CA">
        <w:t xml:space="preserve"> </w:t>
      </w:r>
      <w:r w:rsidR="009E3522">
        <w:t xml:space="preserve">contains </w:t>
      </w:r>
      <w:r w:rsidR="00F12DED">
        <w:t>specifications</w:t>
      </w:r>
      <w:r w:rsidR="009F33CA">
        <w:t xml:space="preserve">, </w:t>
      </w:r>
      <w:r w:rsidR="009E3522">
        <w:t xml:space="preserve">context </w:t>
      </w:r>
      <w:r w:rsidR="009F33CA">
        <w:t>design</w:t>
      </w:r>
      <w:r w:rsidR="00F12DED">
        <w:t>s</w:t>
      </w:r>
      <w:r w:rsidR="009F33CA">
        <w:t xml:space="preserve">, </w:t>
      </w:r>
      <w:r w:rsidR="009E3522">
        <w:t>detailed design</w:t>
      </w:r>
      <w:r w:rsidR="00F12DED">
        <w:t>s</w:t>
      </w:r>
      <w:r w:rsidR="009E3522">
        <w:t xml:space="preserve">, </w:t>
      </w:r>
      <w:r w:rsidR="009F33CA">
        <w:t>interface description</w:t>
      </w:r>
      <w:r w:rsidR="00F12DED">
        <w:t>s</w:t>
      </w:r>
      <w:r w:rsidR="009E3522">
        <w:t xml:space="preserve"> and more</w:t>
      </w:r>
      <w:r w:rsidR="00036F65">
        <w:t>. In order to specify IVEF properly,</w:t>
      </w:r>
      <w:r w:rsidR="009F33CA">
        <w:t xml:space="preserve"> we would have to use multiple documents</w:t>
      </w:r>
      <w:r w:rsidR="009E3522">
        <w:t xml:space="preserve"> from the </w:t>
      </w:r>
      <w:r w:rsidR="00036F65">
        <w:t xml:space="preserve">J-STD-016 </w:t>
      </w:r>
      <w:r w:rsidR="009E3522">
        <w:t>standard.</w:t>
      </w:r>
      <w:r w:rsidR="009F33CA">
        <w:t xml:space="preserve"> </w:t>
      </w:r>
    </w:p>
    <w:p w:rsidR="00105EDD" w:rsidRDefault="009E3522" w:rsidP="00105EDD">
      <w:r>
        <w:t>If</w:t>
      </w:r>
      <w:r w:rsidR="006C2324">
        <w:t>,</w:t>
      </w:r>
      <w:r>
        <w:t xml:space="preserve"> </w:t>
      </w:r>
      <w:r w:rsidR="006C2324">
        <w:t xml:space="preserve">for practical reasons, </w:t>
      </w:r>
      <w:r>
        <w:t xml:space="preserve">we would want to fit </w:t>
      </w:r>
      <w:r w:rsidR="00831F41">
        <w:t xml:space="preserve">the service/system part of </w:t>
      </w:r>
      <w:r>
        <w:t xml:space="preserve">IVEF into one J-STD-016 document, this </w:t>
      </w:r>
      <w:r w:rsidR="006C2324">
        <w:t xml:space="preserve">could </w:t>
      </w:r>
      <w:r>
        <w:t xml:space="preserve">be </w:t>
      </w:r>
      <w:r w:rsidR="006C2324">
        <w:t xml:space="preserve">possible using </w:t>
      </w:r>
      <w:r>
        <w:t>the S</w:t>
      </w:r>
      <w:r w:rsidR="00105EDD">
        <w:t xml:space="preserve">oftware Requirements </w:t>
      </w:r>
      <w:r w:rsidR="001043FC">
        <w:t>Specification</w:t>
      </w:r>
      <w:r w:rsidR="00D30D98">
        <w:t xml:space="preserve"> (SRS)</w:t>
      </w:r>
      <w:r>
        <w:t>.</w:t>
      </w:r>
      <w:r w:rsidR="001043FC">
        <w:t xml:space="preserve"> This document holds the </w:t>
      </w:r>
      <w:r w:rsidR="006C2324">
        <w:t xml:space="preserve">specifications </w:t>
      </w:r>
      <w:r w:rsidR="001043FC">
        <w:t>of a system</w:t>
      </w:r>
      <w:r w:rsidR="001E2752">
        <w:t xml:space="preserve"> (</w:t>
      </w:r>
      <w:r w:rsidR="006C2324">
        <w:t>wh</w:t>
      </w:r>
      <w:r w:rsidR="002326F7">
        <w:t xml:space="preserve">ose purpose is to </w:t>
      </w:r>
      <w:r w:rsidR="001E2752">
        <w:t>serve</w:t>
      </w:r>
      <w:r w:rsidR="006C2324">
        <w:t>s</w:t>
      </w:r>
      <w:r w:rsidR="001E2752">
        <w:t xml:space="preserve"> </w:t>
      </w:r>
      <w:r w:rsidR="002326F7">
        <w:t xml:space="preserve">certain </w:t>
      </w:r>
      <w:r w:rsidR="001E2752">
        <w:t>services)</w:t>
      </w:r>
      <w:r w:rsidR="001043FC">
        <w:t>.</w:t>
      </w:r>
      <w:r w:rsidR="00903E94">
        <w:t xml:space="preserve"> </w:t>
      </w:r>
      <w:r w:rsidR="00126D5B">
        <w:t>For s</w:t>
      </w:r>
      <w:r w:rsidR="00D30D98">
        <w:t xml:space="preserve">ome parts of </w:t>
      </w:r>
      <w:r w:rsidR="00126D5B">
        <w:t xml:space="preserve">the </w:t>
      </w:r>
      <w:r w:rsidR="00D30D98">
        <w:t>IVEF system</w:t>
      </w:r>
      <w:r w:rsidR="00126D5B">
        <w:t>, a design has been given</w:t>
      </w:r>
      <w:r w:rsidR="00D30D98">
        <w:t xml:space="preserve">. </w:t>
      </w:r>
      <w:r w:rsidR="00903E94">
        <w:t>The</w:t>
      </w:r>
      <w:r w:rsidR="00126D5B">
        <w:t>se</w:t>
      </w:r>
      <w:r w:rsidR="00903E94">
        <w:t xml:space="preserve"> </w:t>
      </w:r>
      <w:r w:rsidR="00D30D98">
        <w:t xml:space="preserve">(detailed) </w:t>
      </w:r>
      <w:r w:rsidR="00903E94">
        <w:t xml:space="preserve">designs parts in the IVEF specification would in </w:t>
      </w:r>
      <w:r w:rsidR="00903E94">
        <w:lastRenderedPageBreak/>
        <w:t>that case be design re</w:t>
      </w:r>
      <w:r w:rsidR="0016340C">
        <w:t>strictions/design requirements</w:t>
      </w:r>
      <w:r w:rsidR="00126D5B">
        <w:t xml:space="preserve"> in the specification document</w:t>
      </w:r>
      <w:r w:rsidR="0016340C">
        <w:t xml:space="preserve">. The interface </w:t>
      </w:r>
      <w:r w:rsidR="00A82FC8">
        <w:t>part of IVEF can be put into the interface specification</w:t>
      </w:r>
      <w:r w:rsidR="0016340C">
        <w:t xml:space="preserve"> part </w:t>
      </w:r>
      <w:r w:rsidR="00A82FC8">
        <w:t xml:space="preserve">of </w:t>
      </w:r>
      <w:r w:rsidR="0016340C">
        <w:t xml:space="preserve">the </w:t>
      </w:r>
      <w:r w:rsidR="00F82AD5">
        <w:t>Software Requirements Spe</w:t>
      </w:r>
      <w:r w:rsidR="0016340C">
        <w:t xml:space="preserve">cification. </w:t>
      </w:r>
    </w:p>
    <w:p w:rsidR="00785FFD" w:rsidRDefault="00157232" w:rsidP="00D27944">
      <w:r>
        <w:t>The System/Subsystem</w:t>
      </w:r>
      <w:r w:rsidR="00105EDD">
        <w:t xml:space="preserve"> Design Description (S</w:t>
      </w:r>
      <w:r>
        <w:t>S</w:t>
      </w:r>
      <w:r w:rsidR="00105EDD">
        <w:t>DD)</w:t>
      </w:r>
      <w:r w:rsidR="00BF5174">
        <w:t xml:space="preserve"> </w:t>
      </w:r>
      <w:r w:rsidR="00021216">
        <w:t xml:space="preserve">would be a candidate too, in holding the service/system part of the IVEF specification. </w:t>
      </w:r>
      <w:r w:rsidR="00BF5174">
        <w:t>This</w:t>
      </w:r>
      <w:r w:rsidR="00105EDD">
        <w:t xml:space="preserve"> is a lower level document in the J-STD-016 standard</w:t>
      </w:r>
      <w:r w:rsidR="0079090D">
        <w:t xml:space="preserve"> compared to the </w:t>
      </w:r>
      <w:r w:rsidR="00A8188B">
        <w:t>Software Requirements Specification</w:t>
      </w:r>
      <w:r w:rsidR="00105EDD">
        <w:t xml:space="preserve">. </w:t>
      </w:r>
      <w:r w:rsidR="001E2752">
        <w:t>In this</w:t>
      </w:r>
      <w:r w:rsidR="00652F7F">
        <w:t xml:space="preserve"> Design Description</w:t>
      </w:r>
      <w:r w:rsidR="001E2752">
        <w:t xml:space="preserve"> document</w:t>
      </w:r>
      <w:r w:rsidR="00652F7F">
        <w:t>,</w:t>
      </w:r>
      <w:r w:rsidR="004C0D51">
        <w:t xml:space="preserve"> the subsystems are described together with </w:t>
      </w:r>
      <w:r w:rsidR="001E2752">
        <w:t>their interfaces. But this is somewhat too low level for IVEF. In [IVEF]</w:t>
      </w:r>
      <w:r w:rsidR="00310CCD">
        <w:t>,</w:t>
      </w:r>
      <w:r w:rsidR="001E2752">
        <w:t xml:space="preserve"> models are described, but these don't have to be actual subsystems (likely </w:t>
      </w:r>
      <w:r w:rsidR="00310CCD">
        <w:t>it would, but this is not required by the IVEF specification)</w:t>
      </w:r>
      <w:r w:rsidR="001E2752">
        <w:t>.</w:t>
      </w:r>
    </w:p>
    <w:p w:rsidR="008E14A0" w:rsidRDefault="0016340C" w:rsidP="00D27944">
      <w:r>
        <w:t xml:space="preserve">Hence the choice </w:t>
      </w:r>
      <w:r w:rsidR="00AF4FFC">
        <w:t xml:space="preserve">for </w:t>
      </w:r>
      <w:r w:rsidR="00105EDD">
        <w:t>Software Requirements Specification</w:t>
      </w:r>
      <w:r w:rsidR="006D4AFA">
        <w:t xml:space="preserve"> (SRS)</w:t>
      </w:r>
      <w:r w:rsidR="00BE20AA">
        <w:t xml:space="preserve"> in case J-STD-016 standard is to be used for holding IVEF service/system specifications</w:t>
      </w:r>
      <w:r w:rsidR="00BF5174">
        <w:t>.</w:t>
      </w:r>
    </w:p>
    <w:p w:rsidR="00217C8B" w:rsidRPr="00217C8B" w:rsidRDefault="0078274C" w:rsidP="00217C8B">
      <w:pPr>
        <w:pStyle w:val="Heading3"/>
      </w:pPr>
      <w:bookmarkStart w:id="17" w:name="_Toc439685638"/>
      <w:r>
        <w:t>3.1.2</w:t>
      </w:r>
      <w:r>
        <w:tab/>
      </w:r>
      <w:r w:rsidR="004B61C8">
        <w:t>ISO</w:t>
      </w:r>
      <w:r w:rsidR="00DF68E8">
        <w:t xml:space="preserve"> standard</w:t>
      </w:r>
      <w:bookmarkEnd w:id="17"/>
    </w:p>
    <w:p w:rsidR="006D111C" w:rsidRDefault="0025289F" w:rsidP="006E6818">
      <w:r>
        <w:t>ISO/IEC 12207:2008 is the ISO variant</w:t>
      </w:r>
      <w:r w:rsidR="009D4D53">
        <w:t xml:space="preserve"> </w:t>
      </w:r>
      <w:r w:rsidR="00332B25">
        <w:t xml:space="preserve">of J-STD-016 </w:t>
      </w:r>
      <w:r w:rsidR="009D4D53">
        <w:t xml:space="preserve">and is called: </w:t>
      </w:r>
      <w:proofErr w:type="gramStart"/>
      <w:r w:rsidR="009D4D53">
        <w:t>"</w:t>
      </w:r>
      <w:r>
        <w:t xml:space="preserve"> Systems</w:t>
      </w:r>
      <w:proofErr w:type="gramEnd"/>
      <w:r>
        <w:t xml:space="preserve"> and software engineering</w:t>
      </w:r>
      <w:r w:rsidR="009D4D53">
        <w:t xml:space="preserve"> - Software l</w:t>
      </w:r>
      <w:r w:rsidR="00912A86">
        <w:t>ife cycle processes</w:t>
      </w:r>
      <w:r w:rsidR="000E5F03">
        <w:t>"</w:t>
      </w:r>
      <w:r>
        <w:t xml:space="preserve">. </w:t>
      </w:r>
      <w:r w:rsidR="006D111C">
        <w:t>ISO</w:t>
      </w:r>
      <w:r w:rsidR="003D3590">
        <w:t>/IEC 12207 describes the system analysis,</w:t>
      </w:r>
      <w:r w:rsidR="00B6649E">
        <w:t xml:space="preserve"> phase and</w:t>
      </w:r>
      <w:r w:rsidR="003D3590">
        <w:t xml:space="preserve"> the systems architectural design</w:t>
      </w:r>
      <w:r w:rsidR="00B6649E">
        <w:t xml:space="preserve"> phase</w:t>
      </w:r>
      <w:r w:rsidR="003D3590">
        <w:t>.</w:t>
      </w:r>
      <w:r w:rsidR="00096561">
        <w:t xml:space="preserve"> </w:t>
      </w:r>
      <w:r w:rsidR="00753712">
        <w:t>I</w:t>
      </w:r>
      <w:r w:rsidR="006D111C">
        <w:t>n ISO/IEC 12207 it seems the system requirements analysis phase, which results in system requirements specifications</w:t>
      </w:r>
      <w:r w:rsidR="00A3682A">
        <w:t xml:space="preserve">, the place </w:t>
      </w:r>
      <w:r w:rsidR="00BC20BA">
        <w:t>where</w:t>
      </w:r>
      <w:r w:rsidR="00A3682A">
        <w:t xml:space="preserve"> </w:t>
      </w:r>
      <w:r w:rsidR="00BC20BA">
        <w:t>t</w:t>
      </w:r>
      <w:r w:rsidR="00A3682A">
        <w:t xml:space="preserve">he [IVEF] specification </w:t>
      </w:r>
      <w:r w:rsidR="00BC20BA">
        <w:t xml:space="preserve">can be placed </w:t>
      </w:r>
      <w:r w:rsidR="00A3682A">
        <w:t>into</w:t>
      </w:r>
      <w:r w:rsidR="006D111C">
        <w:t>.</w:t>
      </w:r>
    </w:p>
    <w:p w:rsidR="00096561" w:rsidRDefault="00912A86" w:rsidP="006E6818">
      <w:r>
        <w:t xml:space="preserve">ISO also </w:t>
      </w:r>
      <w:r w:rsidR="00AA7CF2">
        <w:t>defines the</w:t>
      </w:r>
      <w:r>
        <w:t xml:space="preserve"> ISO 25000 series</w:t>
      </w:r>
      <w:r w:rsidR="00AA7CF2">
        <w:t xml:space="preserve"> which is called: "Software engineering - Product quality"</w:t>
      </w:r>
      <w:r>
        <w:t>.</w:t>
      </w:r>
      <w:r w:rsidR="006D111C">
        <w:t xml:space="preserve"> </w:t>
      </w:r>
      <w:proofErr w:type="gramStart"/>
      <w:r w:rsidR="004B61C8">
        <w:t>ISO</w:t>
      </w:r>
      <w:r w:rsidR="00BD684E">
        <w:t>/IEC</w:t>
      </w:r>
      <w:r w:rsidR="004B61C8">
        <w:t xml:space="preserve"> 25010</w:t>
      </w:r>
      <w:r w:rsidR="00A27F4C">
        <w:t>:2011</w:t>
      </w:r>
      <w:r w:rsidR="006D111C">
        <w:t>, "System and S</w:t>
      </w:r>
      <w:r w:rsidR="004B61C8">
        <w:t>oftware Quality Requirements and Evaluation (</w:t>
      </w:r>
      <w:proofErr w:type="spellStart"/>
      <w:r w:rsidR="00882906">
        <w:t>SQua</w:t>
      </w:r>
      <w:r w:rsidR="004B61C8">
        <w:t>RE</w:t>
      </w:r>
      <w:proofErr w:type="spellEnd"/>
      <w:r w:rsidR="004B61C8">
        <w:t>)"</w:t>
      </w:r>
      <w:r w:rsidR="00882906">
        <w:t>.</w:t>
      </w:r>
      <w:proofErr w:type="gramEnd"/>
      <w:r w:rsidR="00096561">
        <w:t xml:space="preserve"> </w:t>
      </w:r>
      <w:r w:rsidR="00233A65">
        <w:t>So which of the ISO standards would fit best? T</w:t>
      </w:r>
      <w:r w:rsidR="006D111C">
        <w:t xml:space="preserve">he </w:t>
      </w:r>
      <w:r w:rsidR="00233A65">
        <w:t xml:space="preserve">content of </w:t>
      </w:r>
      <w:r w:rsidR="004E6AF4">
        <w:t>ISO 12207 "S</w:t>
      </w:r>
      <w:r w:rsidR="00233A65">
        <w:t xml:space="preserve">ystems </w:t>
      </w:r>
      <w:r w:rsidR="004E6AF4">
        <w:t>R</w:t>
      </w:r>
      <w:r w:rsidR="00233A65">
        <w:t>equirements specification</w:t>
      </w:r>
      <w:r w:rsidR="004E6AF4">
        <w:t>"</w:t>
      </w:r>
      <w:r w:rsidR="00233A65">
        <w:t xml:space="preserve"> and the </w:t>
      </w:r>
      <w:r w:rsidR="004E6AF4">
        <w:t>ISO 25000 "Systems</w:t>
      </w:r>
      <w:r w:rsidR="00233A65">
        <w:t xml:space="preserve"> </w:t>
      </w:r>
      <w:r w:rsidR="004E6AF4">
        <w:t>Q</w:t>
      </w:r>
      <w:r w:rsidR="00233A65">
        <w:t xml:space="preserve">uality </w:t>
      </w:r>
      <w:proofErr w:type="gramStart"/>
      <w:r w:rsidR="004E6AF4">
        <w:t>R</w:t>
      </w:r>
      <w:r w:rsidR="00233A65">
        <w:t>equirements</w:t>
      </w:r>
      <w:r w:rsidR="004E6AF4">
        <w:t xml:space="preserve"> "</w:t>
      </w:r>
      <w:proofErr w:type="gramEnd"/>
      <w:r w:rsidR="00233A65">
        <w:t xml:space="preserve"> </w:t>
      </w:r>
      <w:r w:rsidR="006D111C">
        <w:t xml:space="preserve">seem to </w:t>
      </w:r>
      <w:r w:rsidR="00233A65">
        <w:t xml:space="preserve">have a lot </w:t>
      </w:r>
      <w:r w:rsidR="004E6AF4">
        <w:t xml:space="preserve">of </w:t>
      </w:r>
      <w:r w:rsidR="00233A65">
        <w:t>overlap.</w:t>
      </w:r>
    </w:p>
    <w:p w:rsidR="00272657" w:rsidRDefault="00233A65" w:rsidP="006E6818">
      <w:r>
        <w:t>So we look at</w:t>
      </w:r>
      <w:r w:rsidR="006D111C">
        <w:t xml:space="preserve"> the names of the standards</w:t>
      </w:r>
      <w:r>
        <w:t>:</w:t>
      </w:r>
      <w:r w:rsidR="006D111C">
        <w:t xml:space="preserve"> "</w:t>
      </w:r>
      <w:r>
        <w:t xml:space="preserve">ISO 12207 </w:t>
      </w:r>
      <w:r w:rsidR="006D111C">
        <w:t xml:space="preserve">system </w:t>
      </w:r>
      <w:r w:rsidR="00C16D8B">
        <w:t>and software engineering - software life cycle</w:t>
      </w:r>
      <w:r w:rsidR="006D111C">
        <w:t>" versus "</w:t>
      </w:r>
      <w:r>
        <w:t xml:space="preserve">ISO 25010 system </w:t>
      </w:r>
      <w:r w:rsidR="006D111C">
        <w:t>quality requirements</w:t>
      </w:r>
      <w:r>
        <w:t xml:space="preserve"> and evaluation</w:t>
      </w:r>
      <w:r w:rsidR="006D111C">
        <w:t>"</w:t>
      </w:r>
      <w:r>
        <w:t>.</w:t>
      </w:r>
    </w:p>
    <w:p w:rsidR="00233A65" w:rsidRDefault="00233A65" w:rsidP="00272657">
      <w:pPr>
        <w:pStyle w:val="ListParagraph"/>
        <w:numPr>
          <w:ilvl w:val="0"/>
          <w:numId w:val="12"/>
        </w:numPr>
      </w:pPr>
      <w:r>
        <w:t>The latter focuses more on the quality (non-functional) requirements</w:t>
      </w:r>
      <w:r w:rsidR="00073CA2">
        <w:t xml:space="preserve"> (but has space for functional requirements)</w:t>
      </w:r>
      <w:r>
        <w:t>, while the first contains systems requirements (thus functional and quality requirements)</w:t>
      </w:r>
      <w:r w:rsidR="006D111C">
        <w:t>.</w:t>
      </w:r>
    </w:p>
    <w:p w:rsidR="006D111C" w:rsidRDefault="00233A65" w:rsidP="00272657">
      <w:pPr>
        <w:pStyle w:val="ListParagraph"/>
        <w:numPr>
          <w:ilvl w:val="0"/>
          <w:numId w:val="12"/>
        </w:numPr>
      </w:pPr>
      <w:r>
        <w:t xml:space="preserve">ISO 12207 is a very extensive standard </w:t>
      </w:r>
      <w:r w:rsidR="005C4B09">
        <w:t xml:space="preserve">(just as J-STD-016) </w:t>
      </w:r>
      <w:r>
        <w:t>where the system requirements</w:t>
      </w:r>
      <w:r w:rsidR="009D3BD8">
        <w:t xml:space="preserve"> are only</w:t>
      </w:r>
      <w:r>
        <w:t xml:space="preserve"> part of, while ISO 25010 seems to be a standard which can be used </w:t>
      </w:r>
      <w:r w:rsidR="00436BC4">
        <w:t>by itself</w:t>
      </w:r>
      <w:r>
        <w:t>.</w:t>
      </w:r>
      <w:r w:rsidR="006A6286">
        <w:t xml:space="preserve"> </w:t>
      </w:r>
    </w:p>
    <w:p w:rsidR="0021163B" w:rsidRDefault="005C4B09" w:rsidP="00272657">
      <w:pPr>
        <w:pStyle w:val="ListParagraph"/>
        <w:numPr>
          <w:ilvl w:val="0"/>
          <w:numId w:val="12"/>
        </w:numPr>
      </w:pPr>
      <w:r>
        <w:t>T</w:t>
      </w:r>
      <w:r w:rsidR="008D0525">
        <w:t xml:space="preserve">he ISO/IEC 25010:2011 seems </w:t>
      </w:r>
      <w:r w:rsidR="00DF68E8">
        <w:t xml:space="preserve">to be suitable for usage </w:t>
      </w:r>
      <w:r w:rsidR="008D0525">
        <w:t>f</w:t>
      </w:r>
      <w:r w:rsidR="00DF68E8">
        <w:t>rom</w:t>
      </w:r>
      <w:r w:rsidR="008D0525">
        <w:t xml:space="preserve"> different perspectives</w:t>
      </w:r>
      <w:r>
        <w:t xml:space="preserve"> according to its description</w:t>
      </w:r>
      <w:r w:rsidR="008D0525">
        <w:t>.</w:t>
      </w:r>
      <w:r w:rsidR="00DF68E8">
        <w:t xml:space="preserve"> </w:t>
      </w:r>
      <w:r w:rsidR="00400A4A">
        <w:t xml:space="preserve">Its purpose is also </w:t>
      </w:r>
      <w:proofErr w:type="gramStart"/>
      <w:r w:rsidR="00400A4A">
        <w:t>more wide</w:t>
      </w:r>
      <w:proofErr w:type="gramEnd"/>
      <w:r w:rsidR="00400A4A">
        <w:t xml:space="preserve"> than the document of the J-STD-016</w:t>
      </w:r>
      <w:r w:rsidR="000E0626">
        <w:t xml:space="preserve"> standard, so it gives more space</w:t>
      </w:r>
      <w:r w:rsidR="00400A4A">
        <w:t xml:space="preserve"> to </w:t>
      </w:r>
      <w:r w:rsidR="000E0626">
        <w:t>use it according to our needs</w:t>
      </w:r>
      <w:r w:rsidR="00331281">
        <w:t xml:space="preserve"> (fit in the IVEF specification)</w:t>
      </w:r>
      <w:r w:rsidR="00400A4A">
        <w:t xml:space="preserve">. </w:t>
      </w:r>
    </w:p>
    <w:p w:rsidR="00400A4A" w:rsidRDefault="0078274C" w:rsidP="00400A4A">
      <w:pPr>
        <w:pStyle w:val="Heading3"/>
      </w:pPr>
      <w:bookmarkStart w:id="18" w:name="_Toc439685639"/>
      <w:r>
        <w:t>3.1.3</w:t>
      </w:r>
      <w:r>
        <w:tab/>
      </w:r>
      <w:r w:rsidR="00400A4A">
        <w:t>Conclusion</w:t>
      </w:r>
      <w:r w:rsidR="002B67BE">
        <w:t xml:space="preserve"> &amp; recommendation</w:t>
      </w:r>
      <w:bookmarkEnd w:id="18"/>
    </w:p>
    <w:p w:rsidR="0021163B" w:rsidRDefault="00B81F20" w:rsidP="0021163B">
      <w:r>
        <w:t xml:space="preserve">If S-100 is intended to contain all information </w:t>
      </w:r>
      <w:r w:rsidR="008626EE">
        <w:t>of a product such as IVEF</w:t>
      </w:r>
      <w:r>
        <w:t>, there should be an extra chapter</w:t>
      </w:r>
      <w:r w:rsidR="004F6372">
        <w:t>/annex</w:t>
      </w:r>
      <w:r>
        <w:t xml:space="preserve"> in </w:t>
      </w:r>
      <w:r w:rsidR="00DF68E8">
        <w:t xml:space="preserve">S-100 in which the IVEF service/system specifications </w:t>
      </w:r>
      <w:r w:rsidR="004F6372">
        <w:t>can be addressed. A choice would be to use</w:t>
      </w:r>
      <w:r>
        <w:t xml:space="preserve"> </w:t>
      </w:r>
      <w:r w:rsidR="004F6372">
        <w:t xml:space="preserve">the </w:t>
      </w:r>
      <w:r>
        <w:t>ISO 25010</w:t>
      </w:r>
      <w:r w:rsidR="001D793A">
        <w:t>:2011</w:t>
      </w:r>
      <w:r>
        <w:t xml:space="preserve"> standard</w:t>
      </w:r>
      <w:r w:rsidR="004F6372">
        <w:t xml:space="preserve"> for this chapter/annex</w:t>
      </w:r>
      <w:r>
        <w:t>. It is possible to use a template from another standard (J-STD-016</w:t>
      </w:r>
      <w:r w:rsidR="00AA7B08">
        <w:t xml:space="preserve"> or ISO 12207</w:t>
      </w:r>
      <w:r>
        <w:t xml:space="preserve">), but </w:t>
      </w:r>
      <w:r w:rsidR="001D793A">
        <w:t>those are made to be part of that other standard. The ISO 25010:2011 standard seems not to have that problem and can be used as a separate document/specification standard</w:t>
      </w:r>
      <w:r>
        <w:t>.</w:t>
      </w:r>
      <w:r w:rsidR="001D793A">
        <w:t xml:space="preserve"> </w:t>
      </w:r>
    </w:p>
    <w:p w:rsidR="00604E42" w:rsidRDefault="00EA5DC0" w:rsidP="00661857">
      <w:r>
        <w:lastRenderedPageBreak/>
        <w:t>Recommendation: Use ISO 25010 to describe service/system specifications of [IVEF].</w:t>
      </w:r>
      <w:r w:rsidR="00604E42">
        <w:t xml:space="preserve"> </w:t>
      </w:r>
    </w:p>
    <w:p w:rsidR="00DB4EA7" w:rsidRDefault="009C5A11" w:rsidP="00661857">
      <w:r>
        <w:t>T</w:t>
      </w:r>
      <w:r w:rsidR="00604E42">
        <w:t xml:space="preserve">he service/system specification </w:t>
      </w:r>
      <w:r w:rsidR="008B7331">
        <w:t>should</w:t>
      </w:r>
      <w:r>
        <w:t xml:space="preserve"> be put in </w:t>
      </w:r>
      <w:r w:rsidR="00604E42">
        <w:t xml:space="preserve">a </w:t>
      </w:r>
      <w:r>
        <w:t xml:space="preserve">new </w:t>
      </w:r>
      <w:r w:rsidR="00604E42">
        <w:t>chapter</w:t>
      </w:r>
      <w:r>
        <w:t xml:space="preserve"> in S-100:</w:t>
      </w:r>
      <w:r w:rsidR="00604E42">
        <w:t xml:space="preserve"> </w:t>
      </w:r>
      <w:r w:rsidR="00604E42" w:rsidRPr="0047029F">
        <w:rPr>
          <w:b/>
        </w:rPr>
        <w:t>Chapter 13: Data service</w:t>
      </w:r>
      <w:r w:rsidR="003A647C">
        <w:rPr>
          <w:b/>
        </w:rPr>
        <w:t>/</w:t>
      </w:r>
      <w:r w:rsidR="00626095">
        <w:rPr>
          <w:b/>
        </w:rPr>
        <w:t>system specification</w:t>
      </w:r>
      <w:r w:rsidR="00604E42">
        <w:t xml:space="preserve">. In this chapter, the system/service which </w:t>
      </w:r>
      <w:r w:rsidR="0047029F">
        <w:t>provide</w:t>
      </w:r>
      <w:r w:rsidR="009342A4">
        <w:t>s</w:t>
      </w:r>
      <w:r w:rsidR="00604E42">
        <w:t xml:space="preserve"> the described datasets can be specified</w:t>
      </w:r>
      <w:r w:rsidR="009342A4">
        <w:t>, according to ISO 25010</w:t>
      </w:r>
      <w:r w:rsidR="00604E42">
        <w:t xml:space="preserve">. This chapter </w:t>
      </w:r>
      <w:r w:rsidR="00EF2B76">
        <w:t xml:space="preserve">13 </w:t>
      </w:r>
      <w:r w:rsidR="00604E42">
        <w:t xml:space="preserve">would be </w:t>
      </w:r>
      <w:r w:rsidR="00EF2B76">
        <w:t xml:space="preserve">an </w:t>
      </w:r>
      <w:r w:rsidR="00604E42">
        <w:t>optional</w:t>
      </w:r>
      <w:r w:rsidR="00EF2B76">
        <w:t xml:space="preserve"> chapter</w:t>
      </w:r>
      <w:r w:rsidR="00604E42">
        <w:t xml:space="preserve">. The template holding the chapters of ISO 25010 </w:t>
      </w:r>
      <w:r w:rsidR="0053247D">
        <w:t>should</w:t>
      </w:r>
      <w:r w:rsidR="00604E42">
        <w:t xml:space="preserve"> be added as </w:t>
      </w:r>
      <w:r w:rsidR="00604E42" w:rsidRPr="0047029F">
        <w:rPr>
          <w:b/>
        </w:rPr>
        <w:t xml:space="preserve">Annex </w:t>
      </w:r>
      <w:r w:rsidR="00626095">
        <w:rPr>
          <w:b/>
        </w:rPr>
        <w:t xml:space="preserve">F </w:t>
      </w:r>
      <w:r w:rsidR="003A647C">
        <w:rPr>
          <w:b/>
        </w:rPr>
        <w:t>Data service/</w:t>
      </w:r>
      <w:r w:rsidR="00BA79B0">
        <w:rPr>
          <w:b/>
        </w:rPr>
        <w:t>s</w:t>
      </w:r>
      <w:r w:rsidR="00626095">
        <w:rPr>
          <w:b/>
        </w:rPr>
        <w:t>ystem specification</w:t>
      </w:r>
      <w:r w:rsidR="0053247D">
        <w:rPr>
          <w:b/>
        </w:rPr>
        <w:t xml:space="preserve"> </w:t>
      </w:r>
      <w:r w:rsidR="0053247D" w:rsidRPr="0053247D">
        <w:t>and</w:t>
      </w:r>
      <w:r w:rsidR="0053247D">
        <w:t xml:space="preserve"> referred to from chapter 13</w:t>
      </w:r>
      <w:r w:rsidR="00604E42" w:rsidRPr="0053247D">
        <w:t>.</w:t>
      </w:r>
      <w:r w:rsidR="0053247D">
        <w:t xml:space="preserve"> </w:t>
      </w:r>
    </w:p>
    <w:p w:rsidR="009A0985" w:rsidRDefault="009A0985" w:rsidP="00661857"/>
    <w:p w:rsidR="00637839" w:rsidRDefault="00392DBD" w:rsidP="00637839">
      <w:pPr>
        <w:pStyle w:val="Heading2"/>
      </w:pPr>
      <w:bookmarkStart w:id="19" w:name="_Toc439685640"/>
      <w:r>
        <w:t>3</w:t>
      </w:r>
      <w:r w:rsidR="008C28CA">
        <w:t>.2</w:t>
      </w:r>
      <w:r w:rsidR="008C28CA">
        <w:tab/>
      </w:r>
      <w:r w:rsidR="00625AD0">
        <w:t xml:space="preserve">Fitting </w:t>
      </w:r>
      <w:r w:rsidR="009A6B2E">
        <w:t xml:space="preserve">IVEF </w:t>
      </w:r>
      <w:r w:rsidR="001D793A">
        <w:t>live (</w:t>
      </w:r>
      <w:r w:rsidR="009A6B2E">
        <w:t>meta</w:t>
      </w:r>
      <w:proofErr w:type="gramStart"/>
      <w:r w:rsidR="001D793A">
        <w:t>)</w:t>
      </w:r>
      <w:r w:rsidR="009A6B2E">
        <w:t>data</w:t>
      </w:r>
      <w:proofErr w:type="gramEnd"/>
      <w:r w:rsidR="00625AD0">
        <w:t xml:space="preserve"> into S-100</w:t>
      </w:r>
      <w:bookmarkEnd w:id="19"/>
    </w:p>
    <w:p w:rsidR="00F9509F" w:rsidRDefault="00FA34F6" w:rsidP="00FA34F6">
      <w:r>
        <w:t xml:space="preserve">Currently the S-100 standard </w:t>
      </w:r>
      <w:r w:rsidR="00F9509F">
        <w:t xml:space="preserve">is most suitable </w:t>
      </w:r>
      <w:r w:rsidR="00B4478A">
        <w:t>in</w:t>
      </w:r>
      <w:r w:rsidR="00515990">
        <w:t xml:space="preserve"> describing</w:t>
      </w:r>
      <w:r>
        <w:t xml:space="preserve"> </w:t>
      </w:r>
      <w:r w:rsidR="00163680">
        <w:t>(</w:t>
      </w:r>
      <w:r>
        <w:t>meta</w:t>
      </w:r>
      <w:proofErr w:type="gramStart"/>
      <w:r w:rsidR="00163680">
        <w:t>)</w:t>
      </w:r>
      <w:r>
        <w:t>data</w:t>
      </w:r>
      <w:proofErr w:type="gramEnd"/>
      <w:r>
        <w:t xml:space="preserve"> on dataset level. S-100 does indicate more levels such as series and service, but does not provide details on those levels.</w:t>
      </w:r>
      <w:r w:rsidR="00453EAC">
        <w:t xml:space="preserve"> </w:t>
      </w:r>
    </w:p>
    <w:p w:rsidR="00A04FEE" w:rsidRDefault="00A04FEE" w:rsidP="00FA34F6">
      <w:r>
        <w:t xml:space="preserve">In IVEF there is actually no such thing as a "dataset" such as described in ISO 19115/S-100. The IVEF services deliver pieces of the Vessel Traffic Image data (in a message) to the users </w:t>
      </w:r>
      <w:r w:rsidR="00C4487E">
        <w:t>who</w:t>
      </w:r>
      <w:r>
        <w:t xml:space="preserve"> have subscribed to this data. After that, the data is "gone". A user cannot retrieve previous/historic data from an IVEF system.</w:t>
      </w:r>
    </w:p>
    <w:p w:rsidR="00D4280E" w:rsidRDefault="00397FA8" w:rsidP="00FA34F6">
      <w:r>
        <w:t xml:space="preserve">For </w:t>
      </w:r>
      <w:r w:rsidR="00FA34F6">
        <w:t xml:space="preserve">IVEF </w:t>
      </w:r>
      <w:r>
        <w:t xml:space="preserve">the </w:t>
      </w:r>
      <w:r w:rsidR="00FA34F6">
        <w:t xml:space="preserve">metadata on </w:t>
      </w:r>
      <w:r>
        <w:t>three</w:t>
      </w:r>
      <w:r w:rsidR="00FA34F6">
        <w:t xml:space="preserve"> levels</w:t>
      </w:r>
      <w:r>
        <w:t xml:space="preserve"> is filled </w:t>
      </w:r>
      <w:r w:rsidR="00D4280E">
        <w:t>at three levels</w:t>
      </w:r>
      <w:r w:rsidR="00FA34F6">
        <w:t>: Message level</w:t>
      </w:r>
      <w:r>
        <w:t>, dataset level (the Vessel Traffic Image data which is available at an IVEF service)</w:t>
      </w:r>
      <w:r w:rsidR="00FA34F6">
        <w:t xml:space="preserve"> and service level.</w:t>
      </w:r>
      <w:r w:rsidR="00F9509F">
        <w:t xml:space="preserve"> The IVEF dataset is somewhat different than a classic "dataset" as described in S-100</w:t>
      </w:r>
      <w:r w:rsidR="00D4280E">
        <w:t>.</w:t>
      </w:r>
    </w:p>
    <w:p w:rsidR="00FA34F6" w:rsidRDefault="00F9509F" w:rsidP="00FA34F6">
      <w:r>
        <w:t>The dataset level is described as</w:t>
      </w:r>
      <w:r w:rsidR="00D4280E">
        <w:t xml:space="preserve"> the follows</w:t>
      </w:r>
      <w:r>
        <w:t xml:space="preserve">: </w:t>
      </w:r>
      <w:r w:rsidR="00D4280E">
        <w:t xml:space="preserve">The Vessel Traffic Image data which is available at the IVEF service. This is an ever changing (continuously updated) "dataset". Users get updates when the dataset is updated or can request a snapshot </w:t>
      </w:r>
      <w:r w:rsidR="00281B6F">
        <w:t>(</w:t>
      </w:r>
      <w:r w:rsidR="00D4280E">
        <w:t>of an intersection</w:t>
      </w:r>
      <w:r w:rsidR="00281B6F">
        <w:t>)</w:t>
      </w:r>
      <w:r w:rsidR="00D4280E">
        <w:t xml:space="preserve"> of the dataset</w:t>
      </w:r>
      <w:r w:rsidR="001B0E7F">
        <w:t xml:space="preserve"> at that moment</w:t>
      </w:r>
      <w:r w:rsidR="00D4280E">
        <w:t>.</w:t>
      </w:r>
    </w:p>
    <w:p w:rsidR="00921188" w:rsidRDefault="001A596E" w:rsidP="00921188">
      <w:pPr>
        <w:pStyle w:val="Heading3"/>
      </w:pPr>
      <w:bookmarkStart w:id="20" w:name="_Toc439685641"/>
      <w:r>
        <w:t>3.2.1</w:t>
      </w:r>
      <w:r>
        <w:tab/>
      </w:r>
      <w:r w:rsidR="00DC7E41">
        <w:t xml:space="preserve">IVEF metadata </w:t>
      </w:r>
      <w:r w:rsidR="00921188">
        <w:t>on service level</w:t>
      </w:r>
      <w:bookmarkEnd w:id="20"/>
    </w:p>
    <w:p w:rsidR="003D41BA" w:rsidRDefault="00170E4A" w:rsidP="0068274A">
      <w:r>
        <w:t>The service level of IVEF does not say anything on the Vessel Traffic Image data</w:t>
      </w:r>
      <w:r w:rsidR="00D67A54">
        <w:t xml:space="preserve">. The metadata is therefore the metadata on the </w:t>
      </w:r>
      <w:r>
        <w:t>services (software) which provide the data.</w:t>
      </w:r>
      <w:r w:rsidR="00C015FF">
        <w:t xml:space="preserve"> Most </w:t>
      </w:r>
      <w:r w:rsidR="00B879F5">
        <w:t xml:space="preserve">metadata </w:t>
      </w:r>
      <w:r w:rsidR="00C015FF">
        <w:t>field</w:t>
      </w:r>
      <w:r w:rsidR="00B879F5">
        <w:t>s</w:t>
      </w:r>
      <w:r w:rsidR="00C015FF">
        <w:t xml:space="preserve"> seem to be NOT APPLICABLE, so at this level, it seems not very useful to describe the metadata according to ISO 19115. </w:t>
      </w:r>
    </w:p>
    <w:p w:rsidR="00E73B4D" w:rsidRDefault="00C015FF" w:rsidP="00DC0F68">
      <w:r>
        <w:t xml:space="preserve">The </w:t>
      </w:r>
      <w:r w:rsidR="003D41BA">
        <w:t>IVEF services do provide data which tells something about</w:t>
      </w:r>
      <w:r>
        <w:t xml:space="preserve"> the services themselves (whether it is available</w:t>
      </w:r>
      <w:r w:rsidR="003D41BA">
        <w:t xml:space="preserve"> or not</w:t>
      </w:r>
      <w:r w:rsidR="00E954BD">
        <w:t xml:space="preserve"> and who is the party to contact</w:t>
      </w:r>
      <w:r>
        <w:t>)</w:t>
      </w:r>
      <w:r w:rsidR="003D41BA">
        <w:t xml:space="preserve">. </w:t>
      </w:r>
      <w:r w:rsidR="00DC0F68">
        <w:t>It seems more useful to address those fields as metadata of a</w:t>
      </w:r>
      <w:r w:rsidR="00FA588A">
        <w:t>n IVEF</w:t>
      </w:r>
      <w:r w:rsidR="00DC0F68">
        <w:t xml:space="preserve"> service, instead of defining a static metadata document for the service level data. This way, metadata exists per IVEF service, albeit not according to the ISO 19115 standard.</w:t>
      </w:r>
    </w:p>
    <w:p w:rsidR="00921188" w:rsidRDefault="001A596E" w:rsidP="00921188">
      <w:pPr>
        <w:pStyle w:val="Heading3"/>
      </w:pPr>
      <w:bookmarkStart w:id="21" w:name="_Toc439685642"/>
      <w:r>
        <w:t>3.2.2</w:t>
      </w:r>
      <w:r>
        <w:tab/>
      </w:r>
      <w:r w:rsidR="00441B6B">
        <w:t>IVEF metadata on dataset level</w:t>
      </w:r>
      <w:bookmarkEnd w:id="21"/>
    </w:p>
    <w:p w:rsidR="00441B6B" w:rsidRDefault="00441B6B" w:rsidP="0068274A">
      <w:proofErr w:type="gramStart"/>
      <w:r>
        <w:t xml:space="preserve">The </w:t>
      </w:r>
      <w:r w:rsidR="00D67A54">
        <w:t xml:space="preserve">metadata of the Vessel Traffic Image data which exists on the </w:t>
      </w:r>
      <w:r>
        <w:t xml:space="preserve">IVEF </w:t>
      </w:r>
      <w:r w:rsidR="00D67A54">
        <w:t>service</w:t>
      </w:r>
      <w:r>
        <w:t>.</w:t>
      </w:r>
      <w:proofErr w:type="gramEnd"/>
      <w:r w:rsidR="00BB4BFB">
        <w:t xml:space="preserve"> At this level, we treat the IVEF dataset as if it was a </w:t>
      </w:r>
      <w:r w:rsidR="00350F31">
        <w:t>"</w:t>
      </w:r>
      <w:r w:rsidR="00BB4BFB">
        <w:t>classic</w:t>
      </w:r>
      <w:r w:rsidR="000E0A89">
        <w:t>"</w:t>
      </w:r>
      <w:r w:rsidR="00BB4BFB">
        <w:t xml:space="preserve"> dataset. </w:t>
      </w:r>
      <w:r w:rsidR="00CB2C5F">
        <w:t xml:space="preserve">A metadata document according to ISO 19115 </w:t>
      </w:r>
      <w:proofErr w:type="gramStart"/>
      <w:r w:rsidR="00CB2C5F">
        <w:t>standard</w:t>
      </w:r>
      <w:proofErr w:type="gramEnd"/>
      <w:r w:rsidR="00CB2C5F">
        <w:t xml:space="preserve"> can be provided at this level.</w:t>
      </w:r>
    </w:p>
    <w:p w:rsidR="00921188" w:rsidRDefault="001A596E" w:rsidP="00921188">
      <w:pPr>
        <w:pStyle w:val="Heading3"/>
      </w:pPr>
      <w:bookmarkStart w:id="22" w:name="_Toc439685643"/>
      <w:r>
        <w:t>3.2.3</w:t>
      </w:r>
      <w:r>
        <w:tab/>
      </w:r>
      <w:r w:rsidR="00DC7E41">
        <w:t xml:space="preserve">IVEF metadata </w:t>
      </w:r>
      <w:r w:rsidR="00E73B4D">
        <w:t xml:space="preserve">on </w:t>
      </w:r>
      <w:r w:rsidR="00FA34F6">
        <w:t xml:space="preserve">message </w:t>
      </w:r>
      <w:r w:rsidR="00E73B4D">
        <w:t>level</w:t>
      </w:r>
      <w:bookmarkEnd w:id="22"/>
    </w:p>
    <w:p w:rsidR="00921188" w:rsidRDefault="00CA6E9E" w:rsidP="0068274A">
      <w:proofErr w:type="gramStart"/>
      <w:r>
        <w:lastRenderedPageBreak/>
        <w:t xml:space="preserve">This </w:t>
      </w:r>
      <w:r w:rsidR="00D67A54">
        <w:t>metadata of the messages.</w:t>
      </w:r>
      <w:proofErr w:type="gramEnd"/>
      <w:r>
        <w:t xml:space="preserve"> A message contains a part of</w:t>
      </w:r>
      <w:r w:rsidR="00D67A54">
        <w:t xml:space="preserve">/an intersection of </w:t>
      </w:r>
      <w:r>
        <w:t xml:space="preserve">the Vessel Traffic Image </w:t>
      </w:r>
      <w:r w:rsidR="00D67A54">
        <w:t xml:space="preserve">data </w:t>
      </w:r>
      <w:r>
        <w:t>at that moment</w:t>
      </w:r>
      <w:r w:rsidR="00533CC3">
        <w:t xml:space="preserve">. The content of a message is </w:t>
      </w:r>
      <w:r w:rsidR="00D67A54">
        <w:t>dependent on the query/request of a user</w:t>
      </w:r>
      <w:r>
        <w:t>.</w:t>
      </w:r>
      <w:r w:rsidR="00533CC3">
        <w:t xml:space="preserve"> For this level it seems difficult to write down the metadata. Some fields are NOT APPLICABLE or it has the same content as the metadata field on dataset level.</w:t>
      </w:r>
    </w:p>
    <w:p w:rsidR="00533CC3" w:rsidRDefault="00921188" w:rsidP="0068274A">
      <w:r>
        <w:t xml:space="preserve">In the messages themselves, metadata </w:t>
      </w:r>
      <w:r w:rsidR="0032420F">
        <w:t xml:space="preserve">on the data in the messages </w:t>
      </w:r>
      <w:r>
        <w:t xml:space="preserve">is available. This metadata is </w:t>
      </w:r>
      <w:r w:rsidR="00F011CA">
        <w:t xml:space="preserve">should be </w:t>
      </w:r>
      <w:r>
        <w:t xml:space="preserve">described in the section "Data </w:t>
      </w:r>
      <w:r w:rsidR="00336DFD">
        <w:t>Q</w:t>
      </w:r>
      <w:r>
        <w:t>uality". It seems more useful to address those fields as metadata of a message, instead of defining a static metadata document for the message level data.</w:t>
      </w:r>
      <w:r w:rsidR="002B68BB">
        <w:t xml:space="preserve"> This way, metadata exists per message, albeit not according to the ISO 19115 standard.</w:t>
      </w:r>
    </w:p>
    <w:p w:rsidR="001E2046" w:rsidRDefault="001A596E" w:rsidP="001E2046">
      <w:pPr>
        <w:pStyle w:val="Heading3"/>
      </w:pPr>
      <w:bookmarkStart w:id="23" w:name="_Toc439685644"/>
      <w:r>
        <w:t>3.2.4</w:t>
      </w:r>
      <w:r>
        <w:tab/>
      </w:r>
      <w:r w:rsidR="001E2046">
        <w:t>Conclusion</w:t>
      </w:r>
      <w:r>
        <w:t xml:space="preserve"> &amp; recommendation</w:t>
      </w:r>
      <w:bookmarkEnd w:id="23"/>
    </w:p>
    <w:p w:rsidR="00C26AF3" w:rsidRDefault="00C26AF3" w:rsidP="00C26AF3">
      <w:r>
        <w:t xml:space="preserve">By a separation of the different data levels which are contained in the IVEF </w:t>
      </w:r>
      <w:proofErr w:type="gramStart"/>
      <w:r>
        <w:t>services,</w:t>
      </w:r>
      <w:proofErr w:type="gramEnd"/>
      <w:r>
        <w:t xml:space="preserve"> it seems like providing metadata is not that impossible, although IVEF is a live service. Most of the mandatory fields of the minimal set can be filled in.</w:t>
      </w:r>
    </w:p>
    <w:p w:rsidR="00C26AF3" w:rsidRPr="00C26AF3" w:rsidRDefault="00C26AF3" w:rsidP="00C26AF3">
      <w:r>
        <w:t xml:space="preserve">More problematic </w:t>
      </w:r>
      <w:r w:rsidR="008319C4">
        <w:t>is</w:t>
      </w:r>
      <w:r>
        <w:t xml:space="preserve"> the metadata information which </w:t>
      </w:r>
      <w:proofErr w:type="gramStart"/>
      <w:r>
        <w:t>are</w:t>
      </w:r>
      <w:proofErr w:type="gramEnd"/>
      <w:r>
        <w:t xml:space="preserve"> provided by IVEF but cannot be put in ISO 19115 standard. But for this metadata, it </w:t>
      </w:r>
      <w:r w:rsidR="002D0351">
        <w:t>is</w:t>
      </w:r>
      <w:r>
        <w:t xml:space="preserve"> better to describe </w:t>
      </w:r>
      <w:r w:rsidR="002D0351">
        <w:t xml:space="preserve">each field </w:t>
      </w:r>
      <w:r>
        <w:t>in the DATA QUALITY chapter</w:t>
      </w:r>
      <w:r w:rsidR="004D1EB2">
        <w:t xml:space="preserve">. A reference can made to chapter 13, </w:t>
      </w:r>
      <w:r>
        <w:t>D</w:t>
      </w:r>
      <w:r w:rsidR="004D1EB2">
        <w:t>ata</w:t>
      </w:r>
      <w:r>
        <w:t xml:space="preserve"> </w:t>
      </w:r>
      <w:r w:rsidR="004D1EB2">
        <w:t>service/system specification</w:t>
      </w:r>
      <w:r>
        <w:t xml:space="preserve">, in which it is described how to retrieve </w:t>
      </w:r>
      <w:r w:rsidR="00EC49BB">
        <w:t>this data</w:t>
      </w:r>
      <w:r>
        <w:t xml:space="preserve">. </w:t>
      </w:r>
    </w:p>
    <w:p w:rsidR="00767D1C" w:rsidRDefault="00767D1C" w:rsidP="0068274A">
      <w:r>
        <w:t>Recommendation</w:t>
      </w:r>
      <w:r w:rsidR="00552F2D">
        <w:t>s</w:t>
      </w:r>
      <w:r>
        <w:t>:</w:t>
      </w:r>
    </w:p>
    <w:p w:rsidR="007425F0" w:rsidRDefault="007425F0" w:rsidP="007425F0">
      <w:pPr>
        <w:pStyle w:val="ListParagraph"/>
        <w:numPr>
          <w:ilvl w:val="0"/>
          <w:numId w:val="11"/>
        </w:numPr>
      </w:pPr>
      <w:r>
        <w:t xml:space="preserve">On message level the fields containing quality information can be described in chapter 6 "DATA QUALITY" of S-100. </w:t>
      </w:r>
      <w:proofErr w:type="gramStart"/>
      <w:r>
        <w:t>This chapter need</w:t>
      </w:r>
      <w:proofErr w:type="gramEnd"/>
      <w:r>
        <w:t xml:space="preserve"> not to be extended. The description on how to retrieve the fields containing quality data is to be described in chapter 13 "Data service/system specification" (to be added to S-100). With a reference from chapter 6 to the specific parts in chapter 13, a link can be made between the explanation of the data and the description on how to retrieve the data.</w:t>
      </w:r>
    </w:p>
    <w:p w:rsidR="007425F0" w:rsidRDefault="007425F0" w:rsidP="007425F0">
      <w:pPr>
        <w:pStyle w:val="ListParagraph"/>
      </w:pPr>
      <w:r>
        <w:t xml:space="preserve"> </w:t>
      </w:r>
    </w:p>
    <w:p w:rsidR="007425F0" w:rsidRDefault="007425F0" w:rsidP="007425F0">
      <w:pPr>
        <w:pStyle w:val="ListParagraph"/>
        <w:numPr>
          <w:ilvl w:val="0"/>
          <w:numId w:val="11"/>
        </w:numPr>
      </w:pPr>
      <w:r>
        <w:t xml:space="preserve">On dataset level a static metadata document with the minimal fields which have to be filled in can be provided. Chapter 12 can be used for this purpose and need not to be extended. It is recommendable to add a description to chapter 12 which explains the IVEF definition of "dataset" (a live dataset rather than a static dataset). </w:t>
      </w:r>
    </w:p>
    <w:p w:rsidR="007425F0" w:rsidRDefault="007425F0" w:rsidP="007425F0">
      <w:pPr>
        <w:pStyle w:val="ListParagraph"/>
      </w:pPr>
    </w:p>
    <w:p w:rsidR="007425F0" w:rsidRDefault="007425F0" w:rsidP="007425F0">
      <w:pPr>
        <w:pStyle w:val="ListParagraph"/>
        <w:numPr>
          <w:ilvl w:val="0"/>
          <w:numId w:val="11"/>
        </w:numPr>
      </w:pPr>
      <w:r>
        <w:t xml:space="preserve">On service level the fields containing quality information can be described in chapter 6 "DATA QUALITY" of S-100. </w:t>
      </w:r>
      <w:proofErr w:type="gramStart"/>
      <w:r>
        <w:t>This chapter need</w:t>
      </w:r>
      <w:proofErr w:type="gramEnd"/>
      <w:r>
        <w:t xml:space="preserve"> not to be extended. The description on how to retrieve the fields containing quality data is to be described in chapter 13 "Data service/system specification" (to be added to S-100). With a reference from chapter 6 to the specific parts in chapter 13, a link can be made</w:t>
      </w:r>
      <w:r w:rsidR="00115B5D" w:rsidRPr="00115B5D">
        <w:t xml:space="preserve"> </w:t>
      </w:r>
      <w:r w:rsidR="00115B5D">
        <w:t>between the explanation of the data and the description on how to retrieve the data.</w:t>
      </w:r>
    </w:p>
    <w:p w:rsidR="00000324" w:rsidRDefault="00000324">
      <w:r>
        <w:br w:type="page"/>
      </w:r>
    </w:p>
    <w:p w:rsidR="00A73B5E" w:rsidRDefault="00A73B5E"/>
    <w:p w:rsidR="00821D4E" w:rsidRDefault="00821D4E" w:rsidP="00821D4E">
      <w:pPr>
        <w:pStyle w:val="Heading1"/>
      </w:pPr>
      <w:bookmarkStart w:id="24" w:name="_Toc439685645"/>
      <w:r>
        <w:t>ANNEX</w:t>
      </w:r>
      <w:r>
        <w:tab/>
      </w:r>
      <w:r w:rsidR="00EA5FAA">
        <w:t>DATA SERVICE/SYSTEM SPECIFICATION</w:t>
      </w:r>
      <w:bookmarkEnd w:id="24"/>
    </w:p>
    <w:p w:rsidR="00821D4E" w:rsidRDefault="00821D4E" w:rsidP="00821D4E"/>
    <w:p w:rsidR="00821D4E" w:rsidRDefault="00821D4E" w:rsidP="00821D4E">
      <w:pPr>
        <w:pStyle w:val="Heading1"/>
      </w:pPr>
      <w:bookmarkStart w:id="25" w:name="_Toc439685646"/>
      <w:r>
        <w:t>1</w:t>
      </w:r>
      <w:r>
        <w:tab/>
        <w:t>PRODUCT</w:t>
      </w:r>
      <w:bookmarkEnd w:id="25"/>
    </w:p>
    <w:p w:rsidR="00821D4E" w:rsidRDefault="00821D4E" w:rsidP="00821D4E">
      <w:pPr>
        <w:pStyle w:val="Heading2"/>
      </w:pPr>
      <w:bookmarkStart w:id="26" w:name="_Toc439685647"/>
      <w:r>
        <w:t>1.1</w:t>
      </w:r>
      <w:r>
        <w:tab/>
        <w:t>FUNCTIONAL SUITABILITY</w:t>
      </w:r>
      <w:bookmarkEnd w:id="26"/>
    </w:p>
    <w:p w:rsidR="00586441" w:rsidRDefault="00586441" w:rsidP="00586441">
      <w:pPr>
        <w:pStyle w:val="Heading3"/>
      </w:pPr>
      <w:bookmarkStart w:id="27" w:name="_Toc439685648"/>
      <w:r>
        <w:t>1.1.1</w:t>
      </w:r>
      <w:r>
        <w:tab/>
        <w:t>Functional completeness</w:t>
      </w:r>
      <w:bookmarkEnd w:id="27"/>
    </w:p>
    <w:p w:rsidR="00586441" w:rsidRDefault="00586441" w:rsidP="00586441">
      <w:pPr>
        <w:pStyle w:val="Heading3"/>
      </w:pPr>
      <w:bookmarkStart w:id="28" w:name="_Toc439685649"/>
      <w:r>
        <w:t>1.1.2</w:t>
      </w:r>
      <w:r>
        <w:tab/>
        <w:t>Functional correctness</w:t>
      </w:r>
      <w:bookmarkEnd w:id="28"/>
    </w:p>
    <w:p w:rsidR="00586441" w:rsidRDefault="00586441" w:rsidP="00586441">
      <w:pPr>
        <w:pStyle w:val="Heading3"/>
      </w:pPr>
      <w:bookmarkStart w:id="29" w:name="_Toc439685650"/>
      <w:r>
        <w:t>1.1.3</w:t>
      </w:r>
      <w:r>
        <w:tab/>
        <w:t>Functional appropriateness</w:t>
      </w:r>
      <w:bookmarkEnd w:id="29"/>
    </w:p>
    <w:p w:rsidR="00586441" w:rsidRPr="00586441" w:rsidRDefault="00586441" w:rsidP="00586441"/>
    <w:p w:rsidR="00821D4E" w:rsidRDefault="00821D4E" w:rsidP="00821D4E">
      <w:pPr>
        <w:pStyle w:val="Heading2"/>
      </w:pPr>
      <w:bookmarkStart w:id="30" w:name="_Toc439685651"/>
      <w:r>
        <w:t>1.2</w:t>
      </w:r>
      <w:r>
        <w:tab/>
        <w:t>PERFORMANCE EFFICIENCY</w:t>
      </w:r>
      <w:bookmarkEnd w:id="30"/>
    </w:p>
    <w:p w:rsidR="00586441" w:rsidRDefault="004C13E5" w:rsidP="004C13E5">
      <w:pPr>
        <w:pStyle w:val="Heading3"/>
      </w:pPr>
      <w:bookmarkStart w:id="31" w:name="_Toc439685652"/>
      <w:r>
        <w:t>1.2.1</w:t>
      </w:r>
      <w:r>
        <w:tab/>
        <w:t>Time-</w:t>
      </w:r>
      <w:r w:rsidR="00E558A5">
        <w:t>behavior</w:t>
      </w:r>
      <w:bookmarkEnd w:id="31"/>
    </w:p>
    <w:p w:rsidR="004C13E5" w:rsidRDefault="004C13E5" w:rsidP="004C13E5">
      <w:pPr>
        <w:pStyle w:val="Heading3"/>
      </w:pPr>
      <w:bookmarkStart w:id="32" w:name="_Toc439685653"/>
      <w:r>
        <w:t>1.2.2</w:t>
      </w:r>
      <w:r>
        <w:tab/>
        <w:t>Resource utilization</w:t>
      </w:r>
      <w:bookmarkEnd w:id="32"/>
    </w:p>
    <w:p w:rsidR="004C13E5" w:rsidRDefault="004C13E5" w:rsidP="004C13E5">
      <w:pPr>
        <w:pStyle w:val="Heading3"/>
      </w:pPr>
      <w:bookmarkStart w:id="33" w:name="_Toc439685654"/>
      <w:r>
        <w:t>1.2.3</w:t>
      </w:r>
      <w:r>
        <w:tab/>
        <w:t>Capacity</w:t>
      </w:r>
      <w:bookmarkEnd w:id="33"/>
    </w:p>
    <w:p w:rsidR="004C13E5" w:rsidRPr="004C13E5" w:rsidRDefault="004C13E5" w:rsidP="004C13E5"/>
    <w:p w:rsidR="00821D4E" w:rsidRDefault="00821D4E" w:rsidP="00821D4E">
      <w:pPr>
        <w:pStyle w:val="Heading2"/>
      </w:pPr>
      <w:bookmarkStart w:id="34" w:name="_Toc439685655"/>
      <w:r>
        <w:t>1.3</w:t>
      </w:r>
      <w:r>
        <w:tab/>
        <w:t>COMPATIBILITY</w:t>
      </w:r>
      <w:bookmarkEnd w:id="34"/>
    </w:p>
    <w:p w:rsidR="004C13E5" w:rsidRDefault="004C13E5" w:rsidP="004C13E5">
      <w:pPr>
        <w:pStyle w:val="Heading3"/>
      </w:pPr>
      <w:bookmarkStart w:id="35" w:name="_Toc439685656"/>
      <w:r>
        <w:t>1.3.1</w:t>
      </w:r>
      <w:r>
        <w:tab/>
        <w:t>Co-existence</w:t>
      </w:r>
      <w:bookmarkEnd w:id="35"/>
    </w:p>
    <w:p w:rsidR="004C13E5" w:rsidRDefault="004C13E5" w:rsidP="004C13E5">
      <w:pPr>
        <w:pStyle w:val="Heading3"/>
      </w:pPr>
      <w:bookmarkStart w:id="36" w:name="_Toc439685657"/>
      <w:r>
        <w:t>1.3.2</w:t>
      </w:r>
      <w:r>
        <w:tab/>
        <w:t>Interoperability</w:t>
      </w:r>
      <w:bookmarkEnd w:id="36"/>
    </w:p>
    <w:p w:rsidR="004C13E5" w:rsidRPr="004C13E5" w:rsidRDefault="004C13E5" w:rsidP="004C13E5"/>
    <w:p w:rsidR="00821D4E" w:rsidRDefault="00821D4E" w:rsidP="00821D4E">
      <w:pPr>
        <w:pStyle w:val="Heading2"/>
      </w:pPr>
      <w:bookmarkStart w:id="37" w:name="_Toc439685658"/>
      <w:r>
        <w:t>1.4</w:t>
      </w:r>
      <w:r>
        <w:tab/>
        <w:t>USABILITY</w:t>
      </w:r>
      <w:bookmarkEnd w:id="37"/>
    </w:p>
    <w:p w:rsidR="008A345E" w:rsidRDefault="008A345E" w:rsidP="008A345E">
      <w:pPr>
        <w:pStyle w:val="Heading3"/>
      </w:pPr>
      <w:bookmarkStart w:id="38" w:name="_Toc439685659"/>
      <w:r>
        <w:t>1.4.1</w:t>
      </w:r>
      <w:r>
        <w:tab/>
        <w:t xml:space="preserve">Appropriateness </w:t>
      </w:r>
      <w:proofErr w:type="spellStart"/>
      <w:r>
        <w:t>recognisability</w:t>
      </w:r>
      <w:bookmarkEnd w:id="38"/>
      <w:proofErr w:type="spellEnd"/>
    </w:p>
    <w:p w:rsidR="008A345E" w:rsidRDefault="008A345E" w:rsidP="008A345E">
      <w:pPr>
        <w:pStyle w:val="Heading3"/>
      </w:pPr>
      <w:bookmarkStart w:id="39" w:name="_Toc439685660"/>
      <w:r>
        <w:t>1.4.2</w:t>
      </w:r>
      <w:r>
        <w:tab/>
        <w:t>Learnability</w:t>
      </w:r>
      <w:bookmarkEnd w:id="39"/>
    </w:p>
    <w:p w:rsidR="008A345E" w:rsidRDefault="008A345E" w:rsidP="008A345E">
      <w:pPr>
        <w:pStyle w:val="Heading3"/>
      </w:pPr>
      <w:bookmarkStart w:id="40" w:name="_Toc439685661"/>
      <w:r>
        <w:t>1.4.3</w:t>
      </w:r>
      <w:r>
        <w:tab/>
        <w:t>Operability</w:t>
      </w:r>
      <w:bookmarkEnd w:id="40"/>
    </w:p>
    <w:p w:rsidR="008A345E" w:rsidRDefault="008A345E" w:rsidP="008A345E">
      <w:pPr>
        <w:pStyle w:val="Heading3"/>
      </w:pPr>
      <w:bookmarkStart w:id="41" w:name="_Toc439685662"/>
      <w:r>
        <w:t>1.4.3</w:t>
      </w:r>
      <w:r>
        <w:tab/>
        <w:t>User error protection</w:t>
      </w:r>
      <w:bookmarkEnd w:id="41"/>
    </w:p>
    <w:p w:rsidR="008A345E" w:rsidRDefault="008A345E" w:rsidP="008A345E">
      <w:pPr>
        <w:pStyle w:val="Heading3"/>
      </w:pPr>
      <w:bookmarkStart w:id="42" w:name="_Toc439685663"/>
      <w:r>
        <w:t>1.4.4</w:t>
      </w:r>
      <w:r>
        <w:tab/>
        <w:t>User interface aesthetics</w:t>
      </w:r>
      <w:bookmarkEnd w:id="42"/>
    </w:p>
    <w:p w:rsidR="008A345E" w:rsidRDefault="008A345E" w:rsidP="008A345E">
      <w:pPr>
        <w:pStyle w:val="Heading3"/>
      </w:pPr>
      <w:bookmarkStart w:id="43" w:name="_Toc439685664"/>
      <w:r>
        <w:t>1.4.5</w:t>
      </w:r>
      <w:r>
        <w:tab/>
        <w:t>Accessibility</w:t>
      </w:r>
      <w:bookmarkEnd w:id="43"/>
    </w:p>
    <w:p w:rsidR="008A345E" w:rsidRPr="008A345E" w:rsidRDefault="008A345E" w:rsidP="008A345E"/>
    <w:p w:rsidR="00821D4E" w:rsidRDefault="00821D4E" w:rsidP="00821D4E">
      <w:pPr>
        <w:pStyle w:val="Heading2"/>
      </w:pPr>
      <w:bookmarkStart w:id="44" w:name="_Toc439685665"/>
      <w:r>
        <w:lastRenderedPageBreak/>
        <w:t>1.5</w:t>
      </w:r>
      <w:r>
        <w:tab/>
        <w:t>RELIABILITY</w:t>
      </w:r>
      <w:bookmarkEnd w:id="44"/>
    </w:p>
    <w:p w:rsidR="008A345E" w:rsidRDefault="008A345E" w:rsidP="008A345E">
      <w:pPr>
        <w:pStyle w:val="Heading3"/>
      </w:pPr>
      <w:bookmarkStart w:id="45" w:name="_Toc439685666"/>
      <w:r>
        <w:t>1.5.1</w:t>
      </w:r>
      <w:r>
        <w:tab/>
        <w:t>Maturity</w:t>
      </w:r>
      <w:bookmarkEnd w:id="45"/>
    </w:p>
    <w:p w:rsidR="008A345E" w:rsidRDefault="008A345E" w:rsidP="008A345E">
      <w:pPr>
        <w:pStyle w:val="Heading3"/>
      </w:pPr>
      <w:bookmarkStart w:id="46" w:name="_Toc439685667"/>
      <w:r>
        <w:t>1.5.2</w:t>
      </w:r>
      <w:r>
        <w:tab/>
        <w:t>Availability</w:t>
      </w:r>
      <w:bookmarkEnd w:id="46"/>
    </w:p>
    <w:p w:rsidR="008A345E" w:rsidRDefault="008A345E" w:rsidP="008A345E">
      <w:pPr>
        <w:pStyle w:val="Heading3"/>
      </w:pPr>
      <w:bookmarkStart w:id="47" w:name="_Toc439685668"/>
      <w:r>
        <w:t>1.5.3</w:t>
      </w:r>
      <w:r>
        <w:tab/>
        <w:t>Fault tolerance</w:t>
      </w:r>
      <w:bookmarkEnd w:id="47"/>
    </w:p>
    <w:p w:rsidR="008A345E" w:rsidRDefault="008A345E" w:rsidP="008A345E">
      <w:pPr>
        <w:pStyle w:val="Heading3"/>
      </w:pPr>
      <w:bookmarkStart w:id="48" w:name="_Toc439685669"/>
      <w:r>
        <w:t>1.5.4</w:t>
      </w:r>
      <w:r>
        <w:tab/>
        <w:t>Recoverability</w:t>
      </w:r>
      <w:bookmarkEnd w:id="48"/>
    </w:p>
    <w:p w:rsidR="008A345E" w:rsidRPr="008A345E" w:rsidRDefault="008A345E" w:rsidP="008A345E"/>
    <w:p w:rsidR="00821D4E" w:rsidRDefault="00821D4E" w:rsidP="00821D4E">
      <w:pPr>
        <w:pStyle w:val="Heading2"/>
      </w:pPr>
      <w:bookmarkStart w:id="49" w:name="_Toc439685670"/>
      <w:r>
        <w:t>1.6</w:t>
      </w:r>
      <w:r>
        <w:tab/>
        <w:t>SECURITY</w:t>
      </w:r>
      <w:bookmarkEnd w:id="49"/>
    </w:p>
    <w:p w:rsidR="008443FD" w:rsidRDefault="008443FD" w:rsidP="00730EF6">
      <w:pPr>
        <w:pStyle w:val="Heading3"/>
      </w:pPr>
      <w:bookmarkStart w:id="50" w:name="_Toc439685671"/>
      <w:r>
        <w:t>1.6.1</w:t>
      </w:r>
      <w:r>
        <w:tab/>
        <w:t>Confidentiality</w:t>
      </w:r>
      <w:bookmarkEnd w:id="50"/>
    </w:p>
    <w:p w:rsidR="008443FD" w:rsidRDefault="008443FD" w:rsidP="00730EF6">
      <w:pPr>
        <w:pStyle w:val="Heading3"/>
      </w:pPr>
      <w:bookmarkStart w:id="51" w:name="_Toc439685672"/>
      <w:r>
        <w:t>1.6.2</w:t>
      </w:r>
      <w:r>
        <w:tab/>
        <w:t>Integrity</w:t>
      </w:r>
      <w:bookmarkEnd w:id="51"/>
    </w:p>
    <w:p w:rsidR="008443FD" w:rsidRDefault="008443FD" w:rsidP="00730EF6">
      <w:pPr>
        <w:pStyle w:val="Heading3"/>
      </w:pPr>
      <w:bookmarkStart w:id="52" w:name="_Toc439685673"/>
      <w:r>
        <w:t>1.6.3</w:t>
      </w:r>
      <w:r>
        <w:tab/>
        <w:t>Non-repudiation</w:t>
      </w:r>
      <w:bookmarkEnd w:id="52"/>
    </w:p>
    <w:p w:rsidR="008443FD" w:rsidRDefault="008443FD" w:rsidP="00730EF6">
      <w:pPr>
        <w:pStyle w:val="Heading3"/>
      </w:pPr>
      <w:bookmarkStart w:id="53" w:name="_Toc439685674"/>
      <w:r>
        <w:t>1.6.4</w:t>
      </w:r>
      <w:r>
        <w:tab/>
        <w:t>Accountability</w:t>
      </w:r>
      <w:bookmarkEnd w:id="53"/>
    </w:p>
    <w:p w:rsidR="008443FD" w:rsidRPr="008443FD" w:rsidRDefault="008443FD" w:rsidP="00730EF6">
      <w:pPr>
        <w:pStyle w:val="Heading3"/>
      </w:pPr>
      <w:bookmarkStart w:id="54" w:name="_Toc439685675"/>
      <w:r>
        <w:t>1.6.6</w:t>
      </w:r>
      <w:r>
        <w:tab/>
        <w:t>Authenticity</w:t>
      </w:r>
      <w:bookmarkEnd w:id="54"/>
    </w:p>
    <w:p w:rsidR="008A345E" w:rsidRPr="008A345E" w:rsidRDefault="008A345E" w:rsidP="008A345E"/>
    <w:p w:rsidR="00821D4E" w:rsidRDefault="00821D4E" w:rsidP="00821D4E">
      <w:pPr>
        <w:pStyle w:val="Heading2"/>
      </w:pPr>
      <w:bookmarkStart w:id="55" w:name="_Toc439685676"/>
      <w:r>
        <w:t>1.7</w:t>
      </w:r>
      <w:r>
        <w:tab/>
        <w:t>MAINTAINABILITY</w:t>
      </w:r>
      <w:bookmarkEnd w:id="55"/>
    </w:p>
    <w:p w:rsidR="00691AB2" w:rsidRDefault="00026930" w:rsidP="00026930">
      <w:pPr>
        <w:pStyle w:val="Heading3"/>
      </w:pPr>
      <w:bookmarkStart w:id="56" w:name="_Toc439685677"/>
      <w:r>
        <w:t>1.7.1</w:t>
      </w:r>
      <w:r>
        <w:tab/>
        <w:t>Modularity</w:t>
      </w:r>
      <w:bookmarkEnd w:id="56"/>
    </w:p>
    <w:p w:rsidR="00026930" w:rsidRDefault="00026930" w:rsidP="00026930">
      <w:pPr>
        <w:pStyle w:val="Heading3"/>
      </w:pPr>
      <w:bookmarkStart w:id="57" w:name="_Toc439685678"/>
      <w:r>
        <w:t>1.7.2</w:t>
      </w:r>
      <w:r>
        <w:tab/>
        <w:t>Reusability</w:t>
      </w:r>
      <w:bookmarkEnd w:id="57"/>
    </w:p>
    <w:p w:rsidR="00026930" w:rsidRDefault="00026930" w:rsidP="00026930">
      <w:pPr>
        <w:pStyle w:val="Heading3"/>
      </w:pPr>
      <w:bookmarkStart w:id="58" w:name="_Toc439685679"/>
      <w:r>
        <w:t>1.7.3</w:t>
      </w:r>
      <w:r>
        <w:tab/>
        <w:t>Analyzability</w:t>
      </w:r>
      <w:bookmarkEnd w:id="58"/>
    </w:p>
    <w:p w:rsidR="00026930" w:rsidRDefault="00026930" w:rsidP="00026930">
      <w:pPr>
        <w:pStyle w:val="Heading3"/>
      </w:pPr>
      <w:bookmarkStart w:id="59" w:name="_Toc439685680"/>
      <w:r>
        <w:t>1.7.4</w:t>
      </w:r>
      <w:r>
        <w:tab/>
        <w:t>Modifiability</w:t>
      </w:r>
      <w:bookmarkEnd w:id="59"/>
    </w:p>
    <w:p w:rsidR="00026930" w:rsidRDefault="00026930" w:rsidP="00026930">
      <w:pPr>
        <w:pStyle w:val="Heading3"/>
      </w:pPr>
      <w:bookmarkStart w:id="60" w:name="_Toc439685681"/>
      <w:r>
        <w:t>1.7.5</w:t>
      </w:r>
      <w:r>
        <w:tab/>
        <w:t>Testability</w:t>
      </w:r>
      <w:bookmarkEnd w:id="60"/>
    </w:p>
    <w:p w:rsidR="00691AB2" w:rsidRPr="00691AB2" w:rsidRDefault="00691AB2" w:rsidP="00691AB2"/>
    <w:p w:rsidR="00821D4E" w:rsidRDefault="00821D4E" w:rsidP="00821D4E">
      <w:pPr>
        <w:pStyle w:val="Heading2"/>
      </w:pPr>
      <w:bookmarkStart w:id="61" w:name="_Toc439685682"/>
      <w:r>
        <w:t>1.8</w:t>
      </w:r>
      <w:r>
        <w:tab/>
        <w:t>PORTABILITY</w:t>
      </w:r>
      <w:bookmarkEnd w:id="61"/>
    </w:p>
    <w:p w:rsidR="00026930" w:rsidRDefault="003430F0" w:rsidP="00165688">
      <w:pPr>
        <w:pStyle w:val="Heading3"/>
      </w:pPr>
      <w:bookmarkStart w:id="62" w:name="_Toc439685683"/>
      <w:r>
        <w:t>1.8.1</w:t>
      </w:r>
      <w:r>
        <w:tab/>
        <w:t>Adaptability</w:t>
      </w:r>
      <w:bookmarkEnd w:id="62"/>
    </w:p>
    <w:p w:rsidR="003430F0" w:rsidRDefault="003430F0" w:rsidP="00165688">
      <w:pPr>
        <w:pStyle w:val="Heading3"/>
      </w:pPr>
      <w:bookmarkStart w:id="63" w:name="_Toc439685684"/>
      <w:r>
        <w:t>1.8.2</w:t>
      </w:r>
      <w:r>
        <w:tab/>
      </w:r>
      <w:proofErr w:type="spellStart"/>
      <w:r>
        <w:t>Installability</w:t>
      </w:r>
      <w:bookmarkEnd w:id="63"/>
      <w:proofErr w:type="spellEnd"/>
    </w:p>
    <w:p w:rsidR="003430F0" w:rsidRPr="00026930" w:rsidRDefault="003430F0" w:rsidP="00165688">
      <w:pPr>
        <w:pStyle w:val="Heading3"/>
      </w:pPr>
      <w:bookmarkStart w:id="64" w:name="_Toc439685685"/>
      <w:r>
        <w:t>1.8.3</w:t>
      </w:r>
      <w:r>
        <w:tab/>
      </w:r>
      <w:proofErr w:type="spellStart"/>
      <w:r>
        <w:t>Replaceability</w:t>
      </w:r>
      <w:bookmarkEnd w:id="64"/>
      <w:proofErr w:type="spellEnd"/>
    </w:p>
    <w:p w:rsidR="00821D4E" w:rsidRDefault="00821D4E" w:rsidP="00821D4E">
      <w:pPr>
        <w:pStyle w:val="Heading1"/>
      </w:pPr>
      <w:bookmarkStart w:id="65" w:name="_Toc439685686"/>
      <w:r>
        <w:t>2</w:t>
      </w:r>
      <w:r>
        <w:tab/>
        <w:t>US</w:t>
      </w:r>
      <w:r w:rsidR="00091DB0">
        <w:t>AGE</w:t>
      </w:r>
      <w:bookmarkEnd w:id="65"/>
    </w:p>
    <w:p w:rsidR="00821D4E" w:rsidRDefault="00821D4E" w:rsidP="00821D4E">
      <w:pPr>
        <w:pStyle w:val="Heading2"/>
      </w:pPr>
      <w:bookmarkStart w:id="66" w:name="_Toc439685687"/>
      <w:r>
        <w:t>2.1</w:t>
      </w:r>
      <w:r>
        <w:tab/>
        <w:t>EFFECTIVENESS</w:t>
      </w:r>
      <w:bookmarkEnd w:id="66"/>
    </w:p>
    <w:p w:rsidR="00821D4E" w:rsidRDefault="00821D4E" w:rsidP="00821D4E">
      <w:pPr>
        <w:pStyle w:val="Heading2"/>
      </w:pPr>
      <w:bookmarkStart w:id="67" w:name="_Toc439685688"/>
      <w:r>
        <w:lastRenderedPageBreak/>
        <w:t>2.2</w:t>
      </w:r>
      <w:r>
        <w:tab/>
        <w:t>EFFICIENCY</w:t>
      </w:r>
      <w:bookmarkEnd w:id="67"/>
    </w:p>
    <w:p w:rsidR="00821D4E" w:rsidRDefault="00821D4E" w:rsidP="00821D4E">
      <w:pPr>
        <w:pStyle w:val="Heading2"/>
      </w:pPr>
      <w:bookmarkStart w:id="68" w:name="_Toc439685689"/>
      <w:r>
        <w:t>2.3</w:t>
      </w:r>
      <w:r>
        <w:tab/>
        <w:t>SATISFACTION</w:t>
      </w:r>
      <w:bookmarkEnd w:id="68"/>
    </w:p>
    <w:p w:rsidR="003430F0" w:rsidRDefault="003430F0" w:rsidP="00E71502">
      <w:pPr>
        <w:pStyle w:val="Heading3"/>
      </w:pPr>
      <w:bookmarkStart w:id="69" w:name="_Toc439685690"/>
      <w:r>
        <w:t>2.3.1</w:t>
      </w:r>
      <w:r>
        <w:tab/>
      </w:r>
      <w:r w:rsidR="00751A46">
        <w:t>Usefulness</w:t>
      </w:r>
      <w:bookmarkEnd w:id="69"/>
    </w:p>
    <w:p w:rsidR="003430F0" w:rsidRDefault="003430F0" w:rsidP="00E71502">
      <w:pPr>
        <w:pStyle w:val="Heading3"/>
      </w:pPr>
      <w:bookmarkStart w:id="70" w:name="_Toc439685691"/>
      <w:r>
        <w:t>2.3.2</w:t>
      </w:r>
      <w:r>
        <w:tab/>
        <w:t>Trust</w:t>
      </w:r>
      <w:bookmarkEnd w:id="70"/>
    </w:p>
    <w:p w:rsidR="003430F0" w:rsidRDefault="003430F0" w:rsidP="00E71502">
      <w:pPr>
        <w:pStyle w:val="Heading3"/>
      </w:pPr>
      <w:bookmarkStart w:id="71" w:name="_Toc439685692"/>
      <w:r>
        <w:t>2.3.3</w:t>
      </w:r>
      <w:r>
        <w:tab/>
        <w:t>P</w:t>
      </w:r>
      <w:r w:rsidR="00E71502">
        <w:t>leasure</w:t>
      </w:r>
      <w:bookmarkEnd w:id="71"/>
    </w:p>
    <w:p w:rsidR="00E71502" w:rsidRDefault="00E71502" w:rsidP="00E71502">
      <w:pPr>
        <w:pStyle w:val="Heading3"/>
      </w:pPr>
      <w:bookmarkStart w:id="72" w:name="_Toc439685693"/>
      <w:r>
        <w:t>2.3.4</w:t>
      </w:r>
      <w:r>
        <w:tab/>
        <w:t>Comfort</w:t>
      </w:r>
      <w:bookmarkEnd w:id="72"/>
    </w:p>
    <w:p w:rsidR="00E71502" w:rsidRPr="00E71502" w:rsidRDefault="00E71502" w:rsidP="00E71502"/>
    <w:p w:rsidR="00821D4E" w:rsidRDefault="00821D4E" w:rsidP="00821D4E">
      <w:pPr>
        <w:pStyle w:val="Heading2"/>
      </w:pPr>
      <w:bookmarkStart w:id="73" w:name="_Toc439685694"/>
      <w:r>
        <w:t>2.4</w:t>
      </w:r>
      <w:r>
        <w:tab/>
        <w:t>FREEDOM FROM RISK</w:t>
      </w:r>
      <w:bookmarkEnd w:id="73"/>
    </w:p>
    <w:p w:rsidR="00E71502" w:rsidRDefault="00E71502" w:rsidP="00E71502">
      <w:pPr>
        <w:pStyle w:val="Heading3"/>
      </w:pPr>
      <w:bookmarkStart w:id="74" w:name="_Toc439685695"/>
      <w:r>
        <w:t>2.4.1</w:t>
      </w:r>
      <w:r>
        <w:tab/>
        <w:t>Economic risk mitigation</w:t>
      </w:r>
      <w:bookmarkEnd w:id="74"/>
    </w:p>
    <w:p w:rsidR="00E71502" w:rsidRDefault="00E71502" w:rsidP="00E71502">
      <w:pPr>
        <w:pStyle w:val="Heading3"/>
      </w:pPr>
      <w:bookmarkStart w:id="75" w:name="_Toc439685696"/>
      <w:r>
        <w:t>2.4.2</w:t>
      </w:r>
      <w:r>
        <w:tab/>
        <w:t>Health and safety risk mitigation</w:t>
      </w:r>
      <w:bookmarkEnd w:id="75"/>
    </w:p>
    <w:p w:rsidR="00E71502" w:rsidRDefault="00E71502" w:rsidP="00E71502">
      <w:pPr>
        <w:pStyle w:val="Heading3"/>
      </w:pPr>
      <w:bookmarkStart w:id="76" w:name="_Toc439685697"/>
      <w:r>
        <w:t>2.4.3</w:t>
      </w:r>
      <w:r>
        <w:tab/>
        <w:t>Environmental risk mitigation</w:t>
      </w:r>
      <w:bookmarkEnd w:id="76"/>
    </w:p>
    <w:p w:rsidR="00E71502" w:rsidRDefault="00E71502" w:rsidP="00821D4E">
      <w:pPr>
        <w:pStyle w:val="Heading2"/>
      </w:pPr>
    </w:p>
    <w:p w:rsidR="00821D4E" w:rsidRDefault="00821D4E" w:rsidP="00821D4E">
      <w:pPr>
        <w:pStyle w:val="Heading2"/>
      </w:pPr>
      <w:bookmarkStart w:id="77" w:name="_Toc439685698"/>
      <w:r>
        <w:t>2.5</w:t>
      </w:r>
      <w:r>
        <w:tab/>
        <w:t>CONTEXT COVERAGE</w:t>
      </w:r>
      <w:bookmarkEnd w:id="77"/>
    </w:p>
    <w:p w:rsidR="00E71502" w:rsidRDefault="00E71502" w:rsidP="00E71502">
      <w:pPr>
        <w:pStyle w:val="Heading3"/>
      </w:pPr>
      <w:bookmarkStart w:id="78" w:name="_Toc439685699"/>
      <w:r>
        <w:t>2.5.1</w:t>
      </w:r>
      <w:r>
        <w:tab/>
        <w:t>Context completeness</w:t>
      </w:r>
      <w:bookmarkEnd w:id="78"/>
    </w:p>
    <w:p w:rsidR="00E71502" w:rsidRDefault="00E71502" w:rsidP="00E71502">
      <w:pPr>
        <w:pStyle w:val="Heading3"/>
      </w:pPr>
      <w:bookmarkStart w:id="79" w:name="_Toc439685700"/>
      <w:r>
        <w:t>2.5.2</w:t>
      </w:r>
      <w:r>
        <w:tab/>
        <w:t>Flexibility</w:t>
      </w:r>
      <w:bookmarkEnd w:id="79"/>
    </w:p>
    <w:p w:rsidR="00E71502" w:rsidRPr="00E71502" w:rsidRDefault="00E71502" w:rsidP="00E71502"/>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6660AB" w:rsidRPr="0068274A" w:rsidRDefault="006660AB" w:rsidP="0068274A"/>
    <w:sectPr w:rsidR="006660AB" w:rsidRPr="0068274A" w:rsidSect="00FA0E6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9D4" w:rsidRDefault="004119D4" w:rsidP="004119D4">
      <w:pPr>
        <w:spacing w:after="0" w:line="240" w:lineRule="auto"/>
      </w:pPr>
      <w:r>
        <w:separator/>
      </w:r>
    </w:p>
  </w:endnote>
  <w:endnote w:type="continuationSeparator" w:id="0">
    <w:p w:rsidR="004119D4" w:rsidRDefault="004119D4" w:rsidP="00411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9D4" w:rsidRDefault="004119D4" w:rsidP="004119D4">
      <w:pPr>
        <w:spacing w:after="0" w:line="240" w:lineRule="auto"/>
      </w:pPr>
      <w:r>
        <w:separator/>
      </w:r>
    </w:p>
  </w:footnote>
  <w:footnote w:type="continuationSeparator" w:id="0">
    <w:p w:rsidR="004119D4" w:rsidRDefault="004119D4" w:rsidP="00411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9D4" w:rsidRPr="004119D4" w:rsidRDefault="004119D4">
    <w:pPr>
      <w:pStyle w:val="Header"/>
      <w:rPr>
        <w:lang w:val="nl-NL"/>
      </w:rPr>
    </w:pPr>
    <w:r>
      <w:rPr>
        <w:lang w:val="nl-NL"/>
      </w:rPr>
      <w:tab/>
    </w:r>
    <w:r>
      <w:rPr>
        <w:lang w:val="nl-NL"/>
      </w:rPr>
      <w:tab/>
    </w:r>
    <w:r w:rsidR="00855638">
      <w:rPr>
        <w:lang w:val="nl-NL"/>
      </w:rPr>
      <w:t>VTS45-9.3.4 (</w:t>
    </w:r>
    <w:r>
      <w:rPr>
        <w:lang w:val="nl-NL"/>
      </w:rPr>
      <w:t xml:space="preserve">VTS42-3.2.4 </w:t>
    </w:r>
    <w:proofErr w:type="spellStart"/>
    <w:r w:rsidR="00855638">
      <w:rPr>
        <w:lang w:val="nl-NL"/>
      </w:rPr>
      <w:t>and</w:t>
    </w:r>
    <w:proofErr w:type="spellEnd"/>
    <w:r w:rsidR="00855638">
      <w:rPr>
        <w:lang w:val="nl-NL"/>
      </w:rPr>
      <w:t xml:space="preserve"> </w:t>
    </w:r>
    <w:r>
      <w:rPr>
        <w:lang w:val="nl-NL"/>
      </w:rPr>
      <w:t>ENAV18-9.16.4)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50D3"/>
    <w:multiLevelType w:val="hybridMultilevel"/>
    <w:tmpl w:val="E78A4C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74A9"/>
    <w:multiLevelType w:val="hybridMultilevel"/>
    <w:tmpl w:val="790EB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B5389"/>
    <w:multiLevelType w:val="hybridMultilevel"/>
    <w:tmpl w:val="F4F29612"/>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
    <w:nsid w:val="0F055FB4"/>
    <w:multiLevelType w:val="hybridMultilevel"/>
    <w:tmpl w:val="73A0511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
    <w:nsid w:val="10F400EB"/>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6B7634"/>
    <w:multiLevelType w:val="hybridMultilevel"/>
    <w:tmpl w:val="DD42D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D6558A"/>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5807EF"/>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8306E1"/>
    <w:multiLevelType w:val="hybridMultilevel"/>
    <w:tmpl w:val="1182EAA2"/>
    <w:lvl w:ilvl="0" w:tplc="F0E65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CC7A72"/>
    <w:multiLevelType w:val="hybridMultilevel"/>
    <w:tmpl w:val="817E2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CE4D28"/>
    <w:multiLevelType w:val="hybridMultilevel"/>
    <w:tmpl w:val="F4F29612"/>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11">
    <w:nsid w:val="7D784423"/>
    <w:multiLevelType w:val="hybridMultilevel"/>
    <w:tmpl w:val="4B9636F4"/>
    <w:lvl w:ilvl="0" w:tplc="FE00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3"/>
  </w:num>
  <w:num w:numId="4">
    <w:abstractNumId w:val="7"/>
  </w:num>
  <w:num w:numId="5">
    <w:abstractNumId w:val="2"/>
  </w:num>
  <w:num w:numId="6">
    <w:abstractNumId w:val="4"/>
  </w:num>
  <w:num w:numId="7">
    <w:abstractNumId w:val="10"/>
  </w:num>
  <w:num w:numId="8">
    <w:abstractNumId w:val="5"/>
  </w:num>
  <w:num w:numId="9">
    <w:abstractNumId w:val="0"/>
  </w:num>
  <w:num w:numId="10">
    <w:abstractNumId w:val="9"/>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239AF"/>
    <w:rsid w:val="00000324"/>
    <w:rsid w:val="0000734B"/>
    <w:rsid w:val="00012DF1"/>
    <w:rsid w:val="00013756"/>
    <w:rsid w:val="00021216"/>
    <w:rsid w:val="00026930"/>
    <w:rsid w:val="000279C2"/>
    <w:rsid w:val="00034E82"/>
    <w:rsid w:val="00036F65"/>
    <w:rsid w:val="00037818"/>
    <w:rsid w:val="0004604D"/>
    <w:rsid w:val="00050870"/>
    <w:rsid w:val="00052E78"/>
    <w:rsid w:val="00061E0A"/>
    <w:rsid w:val="00062615"/>
    <w:rsid w:val="00062636"/>
    <w:rsid w:val="00066F6B"/>
    <w:rsid w:val="000709D3"/>
    <w:rsid w:val="00073CA2"/>
    <w:rsid w:val="00084282"/>
    <w:rsid w:val="0008596C"/>
    <w:rsid w:val="00086E7D"/>
    <w:rsid w:val="00087088"/>
    <w:rsid w:val="0009058C"/>
    <w:rsid w:val="00091269"/>
    <w:rsid w:val="00091DB0"/>
    <w:rsid w:val="00094D49"/>
    <w:rsid w:val="00096561"/>
    <w:rsid w:val="000A0134"/>
    <w:rsid w:val="000A310D"/>
    <w:rsid w:val="000B08DD"/>
    <w:rsid w:val="000D7359"/>
    <w:rsid w:val="000D7421"/>
    <w:rsid w:val="000E0626"/>
    <w:rsid w:val="000E0A89"/>
    <w:rsid w:val="000E136F"/>
    <w:rsid w:val="000E5635"/>
    <w:rsid w:val="000E5F03"/>
    <w:rsid w:val="001043FC"/>
    <w:rsid w:val="00105EDD"/>
    <w:rsid w:val="0011238C"/>
    <w:rsid w:val="00115B5D"/>
    <w:rsid w:val="001238B7"/>
    <w:rsid w:val="00125F7D"/>
    <w:rsid w:val="00126D5B"/>
    <w:rsid w:val="00127507"/>
    <w:rsid w:val="001535EA"/>
    <w:rsid w:val="00157232"/>
    <w:rsid w:val="00160BAA"/>
    <w:rsid w:val="0016340C"/>
    <w:rsid w:val="00163680"/>
    <w:rsid w:val="00165688"/>
    <w:rsid w:val="00170E4A"/>
    <w:rsid w:val="0017524F"/>
    <w:rsid w:val="001756A3"/>
    <w:rsid w:val="001829FB"/>
    <w:rsid w:val="001876DD"/>
    <w:rsid w:val="0019733A"/>
    <w:rsid w:val="001A1B2B"/>
    <w:rsid w:val="001A596E"/>
    <w:rsid w:val="001B0E7F"/>
    <w:rsid w:val="001C0429"/>
    <w:rsid w:val="001C4ADE"/>
    <w:rsid w:val="001D793A"/>
    <w:rsid w:val="001E2046"/>
    <w:rsid w:val="001E2752"/>
    <w:rsid w:val="001E50D6"/>
    <w:rsid w:val="001F3267"/>
    <w:rsid w:val="001F4FC0"/>
    <w:rsid w:val="001F581B"/>
    <w:rsid w:val="0020798F"/>
    <w:rsid w:val="0021163B"/>
    <w:rsid w:val="00212BA3"/>
    <w:rsid w:val="00217052"/>
    <w:rsid w:val="00217C8B"/>
    <w:rsid w:val="00221478"/>
    <w:rsid w:val="00226870"/>
    <w:rsid w:val="002326F7"/>
    <w:rsid w:val="00233A65"/>
    <w:rsid w:val="002344E5"/>
    <w:rsid w:val="00251F63"/>
    <w:rsid w:val="0025289F"/>
    <w:rsid w:val="0026010B"/>
    <w:rsid w:val="00263D96"/>
    <w:rsid w:val="00272657"/>
    <w:rsid w:val="00281B6F"/>
    <w:rsid w:val="002956AE"/>
    <w:rsid w:val="002A1BE8"/>
    <w:rsid w:val="002B67BE"/>
    <w:rsid w:val="002B68BB"/>
    <w:rsid w:val="002C00CE"/>
    <w:rsid w:val="002C6B93"/>
    <w:rsid w:val="002D0351"/>
    <w:rsid w:val="002D2048"/>
    <w:rsid w:val="002D3A9E"/>
    <w:rsid w:val="002D3ADC"/>
    <w:rsid w:val="002D4A8F"/>
    <w:rsid w:val="002E74B0"/>
    <w:rsid w:val="002F2C58"/>
    <w:rsid w:val="002F745A"/>
    <w:rsid w:val="002F74AF"/>
    <w:rsid w:val="002F7CC9"/>
    <w:rsid w:val="00302265"/>
    <w:rsid w:val="003106A9"/>
    <w:rsid w:val="00310CCD"/>
    <w:rsid w:val="00316426"/>
    <w:rsid w:val="0032420F"/>
    <w:rsid w:val="00327975"/>
    <w:rsid w:val="00331281"/>
    <w:rsid w:val="00332B25"/>
    <w:rsid w:val="00336DFD"/>
    <w:rsid w:val="00337AFE"/>
    <w:rsid w:val="00337E2D"/>
    <w:rsid w:val="003406EA"/>
    <w:rsid w:val="00341605"/>
    <w:rsid w:val="003430F0"/>
    <w:rsid w:val="00350F31"/>
    <w:rsid w:val="0036183B"/>
    <w:rsid w:val="0037067E"/>
    <w:rsid w:val="00370F25"/>
    <w:rsid w:val="00371078"/>
    <w:rsid w:val="003716CC"/>
    <w:rsid w:val="003746E8"/>
    <w:rsid w:val="0037512C"/>
    <w:rsid w:val="003759EC"/>
    <w:rsid w:val="00375C99"/>
    <w:rsid w:val="0037741E"/>
    <w:rsid w:val="0038040C"/>
    <w:rsid w:val="00385652"/>
    <w:rsid w:val="003856B6"/>
    <w:rsid w:val="003865FC"/>
    <w:rsid w:val="00392DBD"/>
    <w:rsid w:val="003931D1"/>
    <w:rsid w:val="00397FA8"/>
    <w:rsid w:val="003A22E8"/>
    <w:rsid w:val="003A32DB"/>
    <w:rsid w:val="003A480B"/>
    <w:rsid w:val="003A5B0D"/>
    <w:rsid w:val="003A647C"/>
    <w:rsid w:val="003A73C1"/>
    <w:rsid w:val="003B0DA5"/>
    <w:rsid w:val="003B2D92"/>
    <w:rsid w:val="003B5072"/>
    <w:rsid w:val="003C70EA"/>
    <w:rsid w:val="003D3590"/>
    <w:rsid w:val="003D41BA"/>
    <w:rsid w:val="003E7636"/>
    <w:rsid w:val="00400A4A"/>
    <w:rsid w:val="0040105F"/>
    <w:rsid w:val="004016CD"/>
    <w:rsid w:val="004076CC"/>
    <w:rsid w:val="004119D4"/>
    <w:rsid w:val="00422CE4"/>
    <w:rsid w:val="0042525D"/>
    <w:rsid w:val="004365D5"/>
    <w:rsid w:val="00436BC4"/>
    <w:rsid w:val="00441B6B"/>
    <w:rsid w:val="00451930"/>
    <w:rsid w:val="00453EAC"/>
    <w:rsid w:val="00461ED2"/>
    <w:rsid w:val="00463CF3"/>
    <w:rsid w:val="0046644D"/>
    <w:rsid w:val="00467B41"/>
    <w:rsid w:val="0047029F"/>
    <w:rsid w:val="00473FD6"/>
    <w:rsid w:val="00484097"/>
    <w:rsid w:val="0048509C"/>
    <w:rsid w:val="00487178"/>
    <w:rsid w:val="00495A9E"/>
    <w:rsid w:val="004A3486"/>
    <w:rsid w:val="004A731B"/>
    <w:rsid w:val="004B61C8"/>
    <w:rsid w:val="004C0D51"/>
    <w:rsid w:val="004C13E5"/>
    <w:rsid w:val="004C1A6D"/>
    <w:rsid w:val="004C3167"/>
    <w:rsid w:val="004C7C43"/>
    <w:rsid w:val="004D1EB2"/>
    <w:rsid w:val="004D4F65"/>
    <w:rsid w:val="004E54A9"/>
    <w:rsid w:val="004E6AF4"/>
    <w:rsid w:val="004F06F1"/>
    <w:rsid w:val="004F0C51"/>
    <w:rsid w:val="004F6372"/>
    <w:rsid w:val="00503AA3"/>
    <w:rsid w:val="0051197E"/>
    <w:rsid w:val="005127C0"/>
    <w:rsid w:val="00515990"/>
    <w:rsid w:val="005253EE"/>
    <w:rsid w:val="00527542"/>
    <w:rsid w:val="0053247D"/>
    <w:rsid w:val="00533CC3"/>
    <w:rsid w:val="00534D9B"/>
    <w:rsid w:val="00536E36"/>
    <w:rsid w:val="00540604"/>
    <w:rsid w:val="005414F6"/>
    <w:rsid w:val="00552F2D"/>
    <w:rsid w:val="00553CE5"/>
    <w:rsid w:val="00555B44"/>
    <w:rsid w:val="00560087"/>
    <w:rsid w:val="00561D29"/>
    <w:rsid w:val="00562E5A"/>
    <w:rsid w:val="005700B0"/>
    <w:rsid w:val="00570EC1"/>
    <w:rsid w:val="00577576"/>
    <w:rsid w:val="00583669"/>
    <w:rsid w:val="00586441"/>
    <w:rsid w:val="00587982"/>
    <w:rsid w:val="005911DD"/>
    <w:rsid w:val="00592045"/>
    <w:rsid w:val="005A33DB"/>
    <w:rsid w:val="005A557F"/>
    <w:rsid w:val="005C407E"/>
    <w:rsid w:val="005C4B09"/>
    <w:rsid w:val="005D6C3D"/>
    <w:rsid w:val="005E250D"/>
    <w:rsid w:val="005E2B3F"/>
    <w:rsid w:val="005E6377"/>
    <w:rsid w:val="005E7A60"/>
    <w:rsid w:val="005F32E4"/>
    <w:rsid w:val="00604E42"/>
    <w:rsid w:val="00605E16"/>
    <w:rsid w:val="006173B3"/>
    <w:rsid w:val="00625AD0"/>
    <w:rsid w:val="00626095"/>
    <w:rsid w:val="00626A58"/>
    <w:rsid w:val="00634086"/>
    <w:rsid w:val="00637839"/>
    <w:rsid w:val="00637C99"/>
    <w:rsid w:val="00645E7D"/>
    <w:rsid w:val="006520D9"/>
    <w:rsid w:val="00652F7F"/>
    <w:rsid w:val="00661857"/>
    <w:rsid w:val="006660AB"/>
    <w:rsid w:val="0068274A"/>
    <w:rsid w:val="0068337D"/>
    <w:rsid w:val="00687D26"/>
    <w:rsid w:val="00691AB2"/>
    <w:rsid w:val="0069444F"/>
    <w:rsid w:val="00695093"/>
    <w:rsid w:val="006A1689"/>
    <w:rsid w:val="006A26D0"/>
    <w:rsid w:val="006A4088"/>
    <w:rsid w:val="006A6286"/>
    <w:rsid w:val="006B605F"/>
    <w:rsid w:val="006B6115"/>
    <w:rsid w:val="006B6DEE"/>
    <w:rsid w:val="006C2324"/>
    <w:rsid w:val="006D111C"/>
    <w:rsid w:val="006D2E15"/>
    <w:rsid w:val="006D4AFA"/>
    <w:rsid w:val="006E6818"/>
    <w:rsid w:val="006F3870"/>
    <w:rsid w:val="006F4092"/>
    <w:rsid w:val="00703143"/>
    <w:rsid w:val="007045F8"/>
    <w:rsid w:val="007143EC"/>
    <w:rsid w:val="00714EBB"/>
    <w:rsid w:val="00717D73"/>
    <w:rsid w:val="007235C0"/>
    <w:rsid w:val="00730EF6"/>
    <w:rsid w:val="00731758"/>
    <w:rsid w:val="007323DD"/>
    <w:rsid w:val="0073287B"/>
    <w:rsid w:val="00735003"/>
    <w:rsid w:val="007356DF"/>
    <w:rsid w:val="007425F0"/>
    <w:rsid w:val="00743DE9"/>
    <w:rsid w:val="00747E6E"/>
    <w:rsid w:val="007502AD"/>
    <w:rsid w:val="00751A46"/>
    <w:rsid w:val="00753712"/>
    <w:rsid w:val="007565FE"/>
    <w:rsid w:val="00761DDC"/>
    <w:rsid w:val="00767181"/>
    <w:rsid w:val="00767D1C"/>
    <w:rsid w:val="007722C0"/>
    <w:rsid w:val="00775A25"/>
    <w:rsid w:val="0078274C"/>
    <w:rsid w:val="00785FFD"/>
    <w:rsid w:val="0079090D"/>
    <w:rsid w:val="00790DB6"/>
    <w:rsid w:val="007A0D3A"/>
    <w:rsid w:val="007A1F9E"/>
    <w:rsid w:val="007B2399"/>
    <w:rsid w:val="007B73AE"/>
    <w:rsid w:val="007C0BD2"/>
    <w:rsid w:val="007C7773"/>
    <w:rsid w:val="007D28ED"/>
    <w:rsid w:val="007F0B28"/>
    <w:rsid w:val="007F52F0"/>
    <w:rsid w:val="0081035A"/>
    <w:rsid w:val="00812105"/>
    <w:rsid w:val="00813AC8"/>
    <w:rsid w:val="00816708"/>
    <w:rsid w:val="00821D4E"/>
    <w:rsid w:val="00822045"/>
    <w:rsid w:val="008319C4"/>
    <w:rsid w:val="00831F41"/>
    <w:rsid w:val="0083209D"/>
    <w:rsid w:val="0083519D"/>
    <w:rsid w:val="00842142"/>
    <w:rsid w:val="008443FD"/>
    <w:rsid w:val="0084646B"/>
    <w:rsid w:val="008526DA"/>
    <w:rsid w:val="00852BB7"/>
    <w:rsid w:val="00853284"/>
    <w:rsid w:val="00855638"/>
    <w:rsid w:val="008606A2"/>
    <w:rsid w:val="00860A24"/>
    <w:rsid w:val="008626EE"/>
    <w:rsid w:val="0087452A"/>
    <w:rsid w:val="00882906"/>
    <w:rsid w:val="008945F3"/>
    <w:rsid w:val="008954AA"/>
    <w:rsid w:val="008A345E"/>
    <w:rsid w:val="008B5F40"/>
    <w:rsid w:val="008B7331"/>
    <w:rsid w:val="008C28CA"/>
    <w:rsid w:val="008C5056"/>
    <w:rsid w:val="008C72B5"/>
    <w:rsid w:val="008D0525"/>
    <w:rsid w:val="008D1C9F"/>
    <w:rsid w:val="008E14A0"/>
    <w:rsid w:val="008E3A5B"/>
    <w:rsid w:val="008E4723"/>
    <w:rsid w:val="008E5881"/>
    <w:rsid w:val="008E75B9"/>
    <w:rsid w:val="008F0D4B"/>
    <w:rsid w:val="008F2486"/>
    <w:rsid w:val="008F3CB5"/>
    <w:rsid w:val="008F5758"/>
    <w:rsid w:val="00903E94"/>
    <w:rsid w:val="0090541F"/>
    <w:rsid w:val="0090627C"/>
    <w:rsid w:val="00910533"/>
    <w:rsid w:val="00910959"/>
    <w:rsid w:val="00912A86"/>
    <w:rsid w:val="0091301C"/>
    <w:rsid w:val="00913D02"/>
    <w:rsid w:val="00921188"/>
    <w:rsid w:val="009223DA"/>
    <w:rsid w:val="00926F42"/>
    <w:rsid w:val="009270D1"/>
    <w:rsid w:val="00927651"/>
    <w:rsid w:val="009342A4"/>
    <w:rsid w:val="009370FF"/>
    <w:rsid w:val="0094111C"/>
    <w:rsid w:val="00951957"/>
    <w:rsid w:val="0095243D"/>
    <w:rsid w:val="00965878"/>
    <w:rsid w:val="00966355"/>
    <w:rsid w:val="00967AD9"/>
    <w:rsid w:val="009753D7"/>
    <w:rsid w:val="009835ED"/>
    <w:rsid w:val="00986000"/>
    <w:rsid w:val="00992A06"/>
    <w:rsid w:val="009A0985"/>
    <w:rsid w:val="009A6B2E"/>
    <w:rsid w:val="009A7126"/>
    <w:rsid w:val="009B44C3"/>
    <w:rsid w:val="009C0747"/>
    <w:rsid w:val="009C5A11"/>
    <w:rsid w:val="009D3BD8"/>
    <w:rsid w:val="009D4D53"/>
    <w:rsid w:val="009E2C4F"/>
    <w:rsid w:val="009E3522"/>
    <w:rsid w:val="009E3A95"/>
    <w:rsid w:val="009F2C9E"/>
    <w:rsid w:val="009F33CA"/>
    <w:rsid w:val="00A011F0"/>
    <w:rsid w:val="00A0456A"/>
    <w:rsid w:val="00A04FEE"/>
    <w:rsid w:val="00A251DA"/>
    <w:rsid w:val="00A27F4C"/>
    <w:rsid w:val="00A308E1"/>
    <w:rsid w:val="00A33CC7"/>
    <w:rsid w:val="00A3682A"/>
    <w:rsid w:val="00A370E0"/>
    <w:rsid w:val="00A51A0E"/>
    <w:rsid w:val="00A52D05"/>
    <w:rsid w:val="00A614CB"/>
    <w:rsid w:val="00A61A5C"/>
    <w:rsid w:val="00A6448E"/>
    <w:rsid w:val="00A73B5E"/>
    <w:rsid w:val="00A75F3B"/>
    <w:rsid w:val="00A80C08"/>
    <w:rsid w:val="00A8188B"/>
    <w:rsid w:val="00A82FC8"/>
    <w:rsid w:val="00A9503C"/>
    <w:rsid w:val="00A95F7E"/>
    <w:rsid w:val="00A9632B"/>
    <w:rsid w:val="00AA7B08"/>
    <w:rsid w:val="00AA7CF2"/>
    <w:rsid w:val="00AB0AE9"/>
    <w:rsid w:val="00AB1277"/>
    <w:rsid w:val="00AB4749"/>
    <w:rsid w:val="00AC70A3"/>
    <w:rsid w:val="00AD00BD"/>
    <w:rsid w:val="00AD5EE5"/>
    <w:rsid w:val="00AE0D71"/>
    <w:rsid w:val="00AE4B88"/>
    <w:rsid w:val="00AE6436"/>
    <w:rsid w:val="00AF1A12"/>
    <w:rsid w:val="00AF365C"/>
    <w:rsid w:val="00AF4FFC"/>
    <w:rsid w:val="00B026B8"/>
    <w:rsid w:val="00B0698C"/>
    <w:rsid w:val="00B12993"/>
    <w:rsid w:val="00B231A6"/>
    <w:rsid w:val="00B24DD3"/>
    <w:rsid w:val="00B278B5"/>
    <w:rsid w:val="00B304CF"/>
    <w:rsid w:val="00B405A1"/>
    <w:rsid w:val="00B4478A"/>
    <w:rsid w:val="00B44CF2"/>
    <w:rsid w:val="00B46674"/>
    <w:rsid w:val="00B61270"/>
    <w:rsid w:val="00B623A7"/>
    <w:rsid w:val="00B62F73"/>
    <w:rsid w:val="00B6649E"/>
    <w:rsid w:val="00B72D6F"/>
    <w:rsid w:val="00B7692A"/>
    <w:rsid w:val="00B81F20"/>
    <w:rsid w:val="00B879F5"/>
    <w:rsid w:val="00B94E0C"/>
    <w:rsid w:val="00BA014F"/>
    <w:rsid w:val="00BA243A"/>
    <w:rsid w:val="00BA6EE9"/>
    <w:rsid w:val="00BA79B0"/>
    <w:rsid w:val="00BB4BFB"/>
    <w:rsid w:val="00BC20BA"/>
    <w:rsid w:val="00BD4D18"/>
    <w:rsid w:val="00BD684E"/>
    <w:rsid w:val="00BE20AA"/>
    <w:rsid w:val="00BF1A7B"/>
    <w:rsid w:val="00BF1CE7"/>
    <w:rsid w:val="00BF5174"/>
    <w:rsid w:val="00C015FF"/>
    <w:rsid w:val="00C01FDC"/>
    <w:rsid w:val="00C037F7"/>
    <w:rsid w:val="00C04785"/>
    <w:rsid w:val="00C07972"/>
    <w:rsid w:val="00C125C0"/>
    <w:rsid w:val="00C15A00"/>
    <w:rsid w:val="00C16165"/>
    <w:rsid w:val="00C16D8B"/>
    <w:rsid w:val="00C26178"/>
    <w:rsid w:val="00C26AF3"/>
    <w:rsid w:val="00C41525"/>
    <w:rsid w:val="00C4213A"/>
    <w:rsid w:val="00C4487E"/>
    <w:rsid w:val="00C51CFF"/>
    <w:rsid w:val="00C57AE7"/>
    <w:rsid w:val="00C605D9"/>
    <w:rsid w:val="00C670B6"/>
    <w:rsid w:val="00C713C1"/>
    <w:rsid w:val="00C7187C"/>
    <w:rsid w:val="00C808A9"/>
    <w:rsid w:val="00C90986"/>
    <w:rsid w:val="00CA0C14"/>
    <w:rsid w:val="00CA3206"/>
    <w:rsid w:val="00CA6E9E"/>
    <w:rsid w:val="00CB0193"/>
    <w:rsid w:val="00CB2C5F"/>
    <w:rsid w:val="00CB4A6E"/>
    <w:rsid w:val="00CB520F"/>
    <w:rsid w:val="00CD65BD"/>
    <w:rsid w:val="00CE0CB1"/>
    <w:rsid w:val="00CE6169"/>
    <w:rsid w:val="00CE6CDC"/>
    <w:rsid w:val="00CE7306"/>
    <w:rsid w:val="00CF032A"/>
    <w:rsid w:val="00CF4CBE"/>
    <w:rsid w:val="00D070A6"/>
    <w:rsid w:val="00D156B2"/>
    <w:rsid w:val="00D17ECE"/>
    <w:rsid w:val="00D27944"/>
    <w:rsid w:val="00D30D98"/>
    <w:rsid w:val="00D32750"/>
    <w:rsid w:val="00D4280E"/>
    <w:rsid w:val="00D450AD"/>
    <w:rsid w:val="00D4719B"/>
    <w:rsid w:val="00D67A54"/>
    <w:rsid w:val="00D703E9"/>
    <w:rsid w:val="00D81AE2"/>
    <w:rsid w:val="00D85695"/>
    <w:rsid w:val="00DA0894"/>
    <w:rsid w:val="00DA454B"/>
    <w:rsid w:val="00DA55F3"/>
    <w:rsid w:val="00DA72DB"/>
    <w:rsid w:val="00DB0DE1"/>
    <w:rsid w:val="00DB134E"/>
    <w:rsid w:val="00DB1AFF"/>
    <w:rsid w:val="00DB269C"/>
    <w:rsid w:val="00DB3F8C"/>
    <w:rsid w:val="00DB4EA7"/>
    <w:rsid w:val="00DC0F68"/>
    <w:rsid w:val="00DC4A4D"/>
    <w:rsid w:val="00DC7E41"/>
    <w:rsid w:val="00DE0F3E"/>
    <w:rsid w:val="00DE7B1F"/>
    <w:rsid w:val="00DF1223"/>
    <w:rsid w:val="00DF6485"/>
    <w:rsid w:val="00DF68E8"/>
    <w:rsid w:val="00DF7082"/>
    <w:rsid w:val="00E21562"/>
    <w:rsid w:val="00E22D70"/>
    <w:rsid w:val="00E239AF"/>
    <w:rsid w:val="00E272EF"/>
    <w:rsid w:val="00E32315"/>
    <w:rsid w:val="00E330ED"/>
    <w:rsid w:val="00E349DC"/>
    <w:rsid w:val="00E372B9"/>
    <w:rsid w:val="00E41120"/>
    <w:rsid w:val="00E53D37"/>
    <w:rsid w:val="00E54284"/>
    <w:rsid w:val="00E558A5"/>
    <w:rsid w:val="00E61E03"/>
    <w:rsid w:val="00E65B21"/>
    <w:rsid w:val="00E66EC3"/>
    <w:rsid w:val="00E671AD"/>
    <w:rsid w:val="00E71502"/>
    <w:rsid w:val="00E73B4D"/>
    <w:rsid w:val="00E9150B"/>
    <w:rsid w:val="00E91678"/>
    <w:rsid w:val="00E92D8E"/>
    <w:rsid w:val="00E92E24"/>
    <w:rsid w:val="00E93461"/>
    <w:rsid w:val="00E954BD"/>
    <w:rsid w:val="00EA5DC0"/>
    <w:rsid w:val="00EA5FAA"/>
    <w:rsid w:val="00EB6C25"/>
    <w:rsid w:val="00EC0AE9"/>
    <w:rsid w:val="00EC2CF3"/>
    <w:rsid w:val="00EC2FFE"/>
    <w:rsid w:val="00EC3995"/>
    <w:rsid w:val="00EC49BB"/>
    <w:rsid w:val="00ED2373"/>
    <w:rsid w:val="00ED5D79"/>
    <w:rsid w:val="00EE0110"/>
    <w:rsid w:val="00EE03B6"/>
    <w:rsid w:val="00EE1F94"/>
    <w:rsid w:val="00EE45BA"/>
    <w:rsid w:val="00EF0EDD"/>
    <w:rsid w:val="00EF1E9A"/>
    <w:rsid w:val="00EF2B76"/>
    <w:rsid w:val="00EF5CD5"/>
    <w:rsid w:val="00EF5D4B"/>
    <w:rsid w:val="00F011CA"/>
    <w:rsid w:val="00F074A7"/>
    <w:rsid w:val="00F1049D"/>
    <w:rsid w:val="00F12DED"/>
    <w:rsid w:val="00F147AA"/>
    <w:rsid w:val="00F14DC3"/>
    <w:rsid w:val="00F2107C"/>
    <w:rsid w:val="00F331FE"/>
    <w:rsid w:val="00F34EC7"/>
    <w:rsid w:val="00F35459"/>
    <w:rsid w:val="00F4229A"/>
    <w:rsid w:val="00F82825"/>
    <w:rsid w:val="00F82AD5"/>
    <w:rsid w:val="00F845C4"/>
    <w:rsid w:val="00F8525A"/>
    <w:rsid w:val="00F94845"/>
    <w:rsid w:val="00F9509F"/>
    <w:rsid w:val="00F95848"/>
    <w:rsid w:val="00F95B42"/>
    <w:rsid w:val="00FA0E6D"/>
    <w:rsid w:val="00FA34F6"/>
    <w:rsid w:val="00FA34F9"/>
    <w:rsid w:val="00FA588A"/>
    <w:rsid w:val="00FA7617"/>
    <w:rsid w:val="00FA7D9E"/>
    <w:rsid w:val="00FD3671"/>
    <w:rsid w:val="00FD3C0E"/>
    <w:rsid w:val="00FD6764"/>
    <w:rsid w:val="00FE63CB"/>
    <w:rsid w:val="00FF7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426"/>
  </w:style>
  <w:style w:type="paragraph" w:styleId="Heading1">
    <w:name w:val="heading 1"/>
    <w:basedOn w:val="Normal"/>
    <w:next w:val="Normal"/>
    <w:link w:val="Heading1Char"/>
    <w:uiPriority w:val="9"/>
    <w:qFormat/>
    <w:rsid w:val="00FD3C0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1642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60BA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4C3167"/>
    <w:pPr>
      <w:spacing w:before="200" w:after="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31642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1642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1642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1642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1642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BA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1642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60BA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4C3167"/>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31642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1642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1642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1642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1642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1642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1642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1642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16426"/>
    <w:rPr>
      <w:rFonts w:asciiTheme="majorHAnsi" w:eastAsiaTheme="majorEastAsia" w:hAnsiTheme="majorHAnsi" w:cstheme="majorBidi"/>
      <w:i/>
      <w:iCs/>
      <w:spacing w:val="13"/>
      <w:sz w:val="24"/>
      <w:szCs w:val="24"/>
    </w:rPr>
  </w:style>
  <w:style w:type="character" w:styleId="Strong">
    <w:name w:val="Strong"/>
    <w:uiPriority w:val="22"/>
    <w:qFormat/>
    <w:rsid w:val="00316426"/>
    <w:rPr>
      <w:b/>
      <w:bCs/>
    </w:rPr>
  </w:style>
  <w:style w:type="character" w:styleId="Emphasis">
    <w:name w:val="Emphasis"/>
    <w:uiPriority w:val="20"/>
    <w:qFormat/>
    <w:rsid w:val="00316426"/>
    <w:rPr>
      <w:b/>
      <w:bCs/>
      <w:i/>
      <w:iCs/>
      <w:spacing w:val="10"/>
      <w:bdr w:val="none" w:sz="0" w:space="0" w:color="auto"/>
      <w:shd w:val="clear" w:color="auto" w:fill="auto"/>
    </w:rPr>
  </w:style>
  <w:style w:type="paragraph" w:styleId="NoSpacing">
    <w:name w:val="No Spacing"/>
    <w:basedOn w:val="Normal"/>
    <w:uiPriority w:val="1"/>
    <w:qFormat/>
    <w:rsid w:val="00316426"/>
    <w:pPr>
      <w:spacing w:after="0" w:line="240" w:lineRule="auto"/>
    </w:pPr>
  </w:style>
  <w:style w:type="paragraph" w:styleId="ListParagraph">
    <w:name w:val="List Paragraph"/>
    <w:basedOn w:val="Normal"/>
    <w:uiPriority w:val="34"/>
    <w:qFormat/>
    <w:rsid w:val="00316426"/>
    <w:pPr>
      <w:ind w:left="720"/>
      <w:contextualSpacing/>
    </w:pPr>
  </w:style>
  <w:style w:type="paragraph" w:styleId="Quote">
    <w:name w:val="Quote"/>
    <w:basedOn w:val="Normal"/>
    <w:next w:val="Normal"/>
    <w:link w:val="QuoteChar"/>
    <w:uiPriority w:val="29"/>
    <w:qFormat/>
    <w:rsid w:val="00316426"/>
    <w:pPr>
      <w:spacing w:before="200" w:after="0"/>
      <w:ind w:left="360" w:right="360"/>
    </w:pPr>
    <w:rPr>
      <w:i/>
      <w:iCs/>
    </w:rPr>
  </w:style>
  <w:style w:type="character" w:customStyle="1" w:styleId="QuoteChar">
    <w:name w:val="Quote Char"/>
    <w:basedOn w:val="DefaultParagraphFont"/>
    <w:link w:val="Quote"/>
    <w:uiPriority w:val="29"/>
    <w:rsid w:val="00316426"/>
    <w:rPr>
      <w:i/>
      <w:iCs/>
    </w:rPr>
  </w:style>
  <w:style w:type="paragraph" w:styleId="IntenseQuote">
    <w:name w:val="Intense Quote"/>
    <w:basedOn w:val="Normal"/>
    <w:next w:val="Normal"/>
    <w:link w:val="IntenseQuoteChar"/>
    <w:uiPriority w:val="30"/>
    <w:qFormat/>
    <w:rsid w:val="0031642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16426"/>
    <w:rPr>
      <w:b/>
      <w:bCs/>
      <w:i/>
      <w:iCs/>
    </w:rPr>
  </w:style>
  <w:style w:type="character" w:styleId="SubtleEmphasis">
    <w:name w:val="Subtle Emphasis"/>
    <w:uiPriority w:val="19"/>
    <w:qFormat/>
    <w:rsid w:val="00316426"/>
    <w:rPr>
      <w:i/>
      <w:iCs/>
    </w:rPr>
  </w:style>
  <w:style w:type="character" w:styleId="IntenseEmphasis">
    <w:name w:val="Intense Emphasis"/>
    <w:uiPriority w:val="21"/>
    <w:qFormat/>
    <w:rsid w:val="00316426"/>
    <w:rPr>
      <w:b/>
      <w:bCs/>
    </w:rPr>
  </w:style>
  <w:style w:type="character" w:styleId="SubtleReference">
    <w:name w:val="Subtle Reference"/>
    <w:uiPriority w:val="31"/>
    <w:qFormat/>
    <w:rsid w:val="00316426"/>
    <w:rPr>
      <w:smallCaps/>
    </w:rPr>
  </w:style>
  <w:style w:type="character" w:styleId="IntenseReference">
    <w:name w:val="Intense Reference"/>
    <w:uiPriority w:val="32"/>
    <w:qFormat/>
    <w:rsid w:val="00316426"/>
    <w:rPr>
      <w:smallCaps/>
      <w:spacing w:val="5"/>
      <w:u w:val="single"/>
    </w:rPr>
  </w:style>
  <w:style w:type="character" w:styleId="BookTitle">
    <w:name w:val="Book Title"/>
    <w:uiPriority w:val="33"/>
    <w:qFormat/>
    <w:rsid w:val="00316426"/>
    <w:rPr>
      <w:i/>
      <w:iCs/>
      <w:smallCaps/>
      <w:spacing w:val="5"/>
    </w:rPr>
  </w:style>
  <w:style w:type="paragraph" w:styleId="TOCHeading">
    <w:name w:val="TOC Heading"/>
    <w:basedOn w:val="Heading1"/>
    <w:next w:val="Normal"/>
    <w:uiPriority w:val="39"/>
    <w:semiHidden/>
    <w:unhideWhenUsed/>
    <w:qFormat/>
    <w:rsid w:val="00316426"/>
    <w:pPr>
      <w:outlineLvl w:val="9"/>
    </w:pPr>
  </w:style>
  <w:style w:type="table" w:styleId="TableGrid">
    <w:name w:val="Table Grid"/>
    <w:basedOn w:val="TableNormal"/>
    <w:uiPriority w:val="59"/>
    <w:rsid w:val="00FD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2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74A"/>
    <w:rPr>
      <w:rFonts w:ascii="Tahoma" w:hAnsi="Tahoma" w:cs="Tahoma"/>
      <w:sz w:val="16"/>
      <w:szCs w:val="16"/>
    </w:rPr>
  </w:style>
  <w:style w:type="paragraph" w:styleId="TOC1">
    <w:name w:val="toc 1"/>
    <w:basedOn w:val="Normal"/>
    <w:next w:val="Normal"/>
    <w:autoRedefine/>
    <w:uiPriority w:val="39"/>
    <w:unhideWhenUsed/>
    <w:rsid w:val="003A5B0D"/>
    <w:pPr>
      <w:spacing w:after="100"/>
    </w:pPr>
  </w:style>
  <w:style w:type="paragraph" w:styleId="TOC2">
    <w:name w:val="toc 2"/>
    <w:basedOn w:val="Normal"/>
    <w:next w:val="Normal"/>
    <w:autoRedefine/>
    <w:uiPriority w:val="39"/>
    <w:unhideWhenUsed/>
    <w:rsid w:val="003A5B0D"/>
    <w:pPr>
      <w:spacing w:after="100"/>
      <w:ind w:left="220"/>
    </w:pPr>
  </w:style>
  <w:style w:type="paragraph" w:styleId="TOC3">
    <w:name w:val="toc 3"/>
    <w:basedOn w:val="Normal"/>
    <w:next w:val="Normal"/>
    <w:autoRedefine/>
    <w:uiPriority w:val="39"/>
    <w:unhideWhenUsed/>
    <w:rsid w:val="003A5B0D"/>
    <w:pPr>
      <w:spacing w:after="100"/>
      <w:ind w:left="440"/>
    </w:pPr>
  </w:style>
  <w:style w:type="character" w:styleId="Hyperlink">
    <w:name w:val="Hyperlink"/>
    <w:basedOn w:val="DefaultParagraphFont"/>
    <w:uiPriority w:val="99"/>
    <w:unhideWhenUsed/>
    <w:rsid w:val="003A5B0D"/>
    <w:rPr>
      <w:color w:val="0000FF" w:themeColor="hyperlink"/>
      <w:u w:val="single"/>
    </w:rPr>
  </w:style>
  <w:style w:type="paragraph" w:styleId="Header">
    <w:name w:val="header"/>
    <w:basedOn w:val="Normal"/>
    <w:link w:val="HeaderChar"/>
    <w:uiPriority w:val="99"/>
    <w:unhideWhenUsed/>
    <w:rsid w:val="004119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19D4"/>
  </w:style>
  <w:style w:type="paragraph" w:styleId="Footer">
    <w:name w:val="footer"/>
    <w:basedOn w:val="Normal"/>
    <w:link w:val="FooterChar"/>
    <w:uiPriority w:val="99"/>
    <w:unhideWhenUsed/>
    <w:rsid w:val="004119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19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Data\sha\Documents\IVEF_S100\work\Deliverables\IALA_Product_Specificatio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87F61-6D2D-4354-9528-E84933AEA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IALA_Product_Specification_TEMPLATE.dotx</Template>
  <TotalTime>170</TotalTime>
  <Pages>16</Pages>
  <Words>4494</Words>
  <Characters>24723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c:creator>
  <cp:lastModifiedBy>Wim</cp:lastModifiedBy>
  <cp:revision>207</cp:revision>
  <dcterms:created xsi:type="dcterms:W3CDTF">2016-01-04T10:46:00Z</dcterms:created>
  <dcterms:modified xsi:type="dcterms:W3CDTF">2018-08-31T09:11:00Z</dcterms:modified>
</cp:coreProperties>
</file>